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01" w:rsidRDefault="00147001" w:rsidP="00BE3B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КРАСНОЯРСКИЙ  КРАЙ</w:t>
      </w:r>
    </w:p>
    <w:p w:rsidR="00147001" w:rsidRDefault="00147001" w:rsidP="005C1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ИДРИНСКИЙ РАЙОН</w:t>
      </w:r>
    </w:p>
    <w:p w:rsidR="00147001" w:rsidRDefault="00147001" w:rsidP="005C1C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БОЛЬШЕТЕЛЕКСКОГО   СЕЛЬСОВЕТА</w:t>
      </w:r>
    </w:p>
    <w:p w:rsidR="00147001" w:rsidRDefault="00147001" w:rsidP="000142C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147001" w:rsidRDefault="00147001" w:rsidP="000142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14.04.2016                                   с. Большой Телек                                        № 16-п</w:t>
      </w:r>
    </w:p>
    <w:p w:rsidR="00147001" w:rsidRDefault="00147001" w:rsidP="000142C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 от 06.11.2015 № 34-п  «Об утверждении муниципальной программы Большетелекского сельсовета «Обеспечение безопасности жизнедеятельности Большетелекского  сельсовета»  </w:t>
      </w:r>
    </w:p>
    <w:p w:rsidR="00147001" w:rsidRDefault="00147001" w:rsidP="000142C6">
      <w:pPr>
        <w:pStyle w:val="ConsPlusTitle"/>
        <w:spacing w:line="276" w:lineRule="auto"/>
        <w:ind w:firstLine="743"/>
        <w:jc w:val="both"/>
        <w:rPr>
          <w:b w:val="0"/>
          <w:lang w:eastAsia="en-US"/>
        </w:rPr>
      </w:pPr>
      <w:r>
        <w:rPr>
          <w:b w:val="0"/>
          <w:lang w:eastAsia="en-US"/>
        </w:rPr>
        <w:t xml:space="preserve">   </w:t>
      </w:r>
    </w:p>
    <w:p w:rsidR="00147001" w:rsidRDefault="00147001" w:rsidP="000142C6">
      <w:pPr>
        <w:pStyle w:val="ConsPlusTitle"/>
        <w:ind w:firstLine="708"/>
        <w:jc w:val="both"/>
        <w:rPr>
          <w:b w:val="0"/>
          <w:lang w:eastAsia="en-US"/>
        </w:rPr>
      </w:pPr>
      <w:r>
        <w:rPr>
          <w:b w:val="0"/>
        </w:rPr>
        <w:t xml:space="preserve">В соответствии со статьей 179 Бюджетного кодекса Российской Федерации, постановлением администрации Большетелекского сельсовета от 04.10.2013 №26-п «Об утверждении Порядка принятия решений о разработке муниципальных программ Большетелекского сельсовета, их формировании и реализации», статьи 17, 31 Устава Большетелекского  сельсовета </w:t>
      </w:r>
      <w:r>
        <w:rPr>
          <w:b w:val="0"/>
          <w:lang w:eastAsia="en-US"/>
        </w:rPr>
        <w:t xml:space="preserve"> ПОСТАНОВЛЯЮ:</w:t>
      </w:r>
    </w:p>
    <w:p w:rsidR="00147001" w:rsidRDefault="00147001" w:rsidP="00FE07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</w:t>
      </w:r>
      <w:r w:rsidRPr="003069E2">
        <w:rPr>
          <w:rFonts w:ascii="Times New Roman" w:hAnsi="Times New Roman"/>
          <w:sz w:val="28"/>
          <w:szCs w:val="28"/>
        </w:rPr>
        <w:t xml:space="preserve">Внести в  постановление  </w:t>
      </w:r>
      <w:r w:rsidRPr="00FE0774">
        <w:rPr>
          <w:rFonts w:ascii="Times New Roman" w:hAnsi="Times New Roman"/>
          <w:sz w:val="28"/>
          <w:szCs w:val="28"/>
        </w:rPr>
        <w:t>администрации Большетелекского сельсовета</w:t>
      </w:r>
      <w:r>
        <w:rPr>
          <w:b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>от 0</w:t>
      </w:r>
      <w:r>
        <w:rPr>
          <w:rFonts w:ascii="Times New Roman" w:hAnsi="Times New Roman"/>
          <w:sz w:val="28"/>
          <w:szCs w:val="28"/>
        </w:rPr>
        <w:t>6.11.2015 №34</w:t>
      </w:r>
      <w:r w:rsidRPr="003069E2">
        <w:rPr>
          <w:rFonts w:ascii="Times New Roman" w:hAnsi="Times New Roman"/>
          <w:sz w:val="28"/>
          <w:szCs w:val="28"/>
        </w:rPr>
        <w:t xml:space="preserve">-п  «Об утверждении муниципальной  программы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>Большетелекского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 «Обеспечение безопасности жизнедеятельности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Большетелекского сельсовета»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3069E2">
        <w:rPr>
          <w:rFonts w:ascii="Times New Roman" w:hAnsi="Times New Roman"/>
          <w:sz w:val="28"/>
          <w:szCs w:val="28"/>
        </w:rPr>
        <w:t xml:space="preserve"> следующие  изменения: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147001" w:rsidRDefault="00147001" w:rsidP="000142C6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муниципальной программе  </w:t>
      </w:r>
      <w:r w:rsidRPr="003069E2">
        <w:rPr>
          <w:rFonts w:ascii="Times New Roman" w:hAnsi="Times New Roman"/>
          <w:sz w:val="28"/>
          <w:szCs w:val="28"/>
        </w:rPr>
        <w:t xml:space="preserve">«Обеспечение безопасности жизнедеятельности </w:t>
      </w:r>
      <w:r>
        <w:rPr>
          <w:rFonts w:ascii="Times New Roman" w:hAnsi="Times New Roman"/>
          <w:sz w:val="28"/>
          <w:szCs w:val="28"/>
        </w:rPr>
        <w:t xml:space="preserve"> Большетелекского сельсовета»:</w:t>
      </w:r>
    </w:p>
    <w:p w:rsidR="00147001" w:rsidRDefault="00147001" w:rsidP="00FE0774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3069E2">
        <w:rPr>
          <w:rFonts w:ascii="Times New Roman" w:hAnsi="Times New Roman"/>
          <w:sz w:val="28"/>
          <w:szCs w:val="28"/>
        </w:rPr>
        <w:t xml:space="preserve"> в разделе 1</w:t>
      </w:r>
      <w:r>
        <w:rPr>
          <w:rFonts w:ascii="Times New Roman" w:hAnsi="Times New Roman"/>
          <w:sz w:val="28"/>
          <w:szCs w:val="28"/>
        </w:rPr>
        <w:t xml:space="preserve"> «Паспорт муниципальной программы</w:t>
      </w:r>
      <w:r w:rsidRPr="00FE0774"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>Большетелекского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 «Обеспечение безопасности жизнедеятельности </w:t>
      </w:r>
      <w:r>
        <w:rPr>
          <w:rFonts w:ascii="Times New Roman" w:hAnsi="Times New Roman"/>
          <w:sz w:val="28"/>
          <w:szCs w:val="28"/>
        </w:rPr>
        <w:t xml:space="preserve"> Большетелекского сельсовета»</w:t>
      </w:r>
      <w:r w:rsidRPr="003069E2">
        <w:rPr>
          <w:rFonts w:ascii="Times New Roman" w:hAnsi="Times New Roman"/>
          <w:sz w:val="28"/>
          <w:szCs w:val="28"/>
        </w:rPr>
        <w:t>:</w:t>
      </w:r>
    </w:p>
    <w:p w:rsidR="00147001" w:rsidRDefault="00147001" w:rsidP="00FE0774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«Ресурсное обеспечение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68"/>
        <w:gridCol w:w="5069"/>
      </w:tblGrid>
      <w:tr w:rsidR="00147001" w:rsidRPr="00D75B4A" w:rsidTr="00D75B4A">
        <w:tc>
          <w:tcPr>
            <w:tcW w:w="5068" w:type="dxa"/>
          </w:tcPr>
          <w:p w:rsidR="00147001" w:rsidRPr="00D75B4A" w:rsidRDefault="00147001" w:rsidP="00D75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B4A">
              <w:rPr>
                <w:rFonts w:ascii="Times New Roman" w:hAnsi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5069" w:type="dxa"/>
          </w:tcPr>
          <w:p w:rsidR="00147001" w:rsidRPr="00D75B4A" w:rsidRDefault="00147001" w:rsidP="00D75B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5B4A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 за счет средств бюджета сельсовета составляет 487242,17(руб.)</w:t>
            </w:r>
          </w:p>
          <w:p w:rsidR="00147001" w:rsidRPr="00D75B4A" w:rsidRDefault="00147001" w:rsidP="00D75B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5B4A">
              <w:rPr>
                <w:rFonts w:ascii="Times New Roman" w:hAnsi="Times New Roman"/>
                <w:sz w:val="28"/>
                <w:szCs w:val="28"/>
              </w:rPr>
              <w:t>2016 год – 232282,17 руб.;</w:t>
            </w:r>
          </w:p>
          <w:p w:rsidR="00147001" w:rsidRPr="00D75B4A" w:rsidRDefault="00147001" w:rsidP="00D75B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5B4A">
              <w:rPr>
                <w:rFonts w:ascii="Times New Roman" w:hAnsi="Times New Roman"/>
                <w:sz w:val="28"/>
                <w:szCs w:val="28"/>
              </w:rPr>
              <w:t>2017 год –126580,00 руб.;</w:t>
            </w:r>
          </w:p>
          <w:p w:rsidR="00147001" w:rsidRPr="00D75B4A" w:rsidRDefault="00147001" w:rsidP="00D75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B4A">
              <w:rPr>
                <w:rFonts w:ascii="Times New Roman" w:hAnsi="Times New Roman"/>
                <w:sz w:val="28"/>
                <w:szCs w:val="28"/>
              </w:rPr>
              <w:t>2018 год – 128380,00 руб</w:t>
            </w:r>
            <w:r w:rsidRPr="00D75B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75B4A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147001" w:rsidRPr="00D75B4A" w:rsidRDefault="00147001" w:rsidP="00D75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B4A">
              <w:rPr>
                <w:rFonts w:ascii="Times New Roman" w:hAnsi="Times New Roman"/>
                <w:sz w:val="28"/>
                <w:szCs w:val="28"/>
              </w:rPr>
              <w:t>из средств  краевого бюджета за период   68299,25 руб., в том числе:</w:t>
            </w:r>
          </w:p>
          <w:p w:rsidR="00147001" w:rsidRPr="00D75B4A" w:rsidRDefault="00147001" w:rsidP="00D75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5B4A">
              <w:rPr>
                <w:rFonts w:ascii="Times New Roman" w:hAnsi="Times New Roman"/>
                <w:sz w:val="28"/>
                <w:szCs w:val="28"/>
              </w:rPr>
              <w:t>в 2016 году-68299,25 руб.</w:t>
            </w:r>
          </w:p>
        </w:tc>
      </w:tr>
    </w:tbl>
    <w:p w:rsidR="00147001" w:rsidRDefault="00147001" w:rsidP="00FE0774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3069E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147001" w:rsidRPr="00DA6CA4" w:rsidRDefault="00147001" w:rsidP="00DA6CA4">
      <w:pPr>
        <w:autoSpaceDE w:val="0"/>
        <w:autoSpaceDN w:val="0"/>
        <w:adjustRightInd w:val="0"/>
        <w:spacing w:after="0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DA6CA4">
        <w:rPr>
          <w:sz w:val="28"/>
          <w:szCs w:val="28"/>
          <w:lang w:eastAsia="en-US"/>
        </w:rPr>
        <w:t xml:space="preserve"> </w:t>
      </w:r>
      <w:r w:rsidRPr="00DA6CA4">
        <w:rPr>
          <w:rFonts w:ascii="Times New Roman" w:hAnsi="Times New Roman"/>
          <w:sz w:val="28"/>
          <w:szCs w:val="28"/>
          <w:lang w:eastAsia="en-US"/>
        </w:rPr>
        <w:t xml:space="preserve">в разделе </w:t>
      </w:r>
      <w:r>
        <w:rPr>
          <w:rFonts w:ascii="Times New Roman" w:hAnsi="Times New Roman"/>
          <w:sz w:val="28"/>
          <w:szCs w:val="28"/>
          <w:lang w:eastAsia="en-US"/>
        </w:rPr>
        <w:t>6</w:t>
      </w:r>
      <w:r w:rsidRPr="00DA6CA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DA6CA4">
        <w:rPr>
          <w:rFonts w:ascii="Times New Roman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  <w:lang w:eastAsia="en-US"/>
        </w:rPr>
        <w:t>Перечень мероприятий, сроков их реализации и ожидаемых результатов</w:t>
      </w:r>
      <w:r w:rsidRPr="00DA6CA4">
        <w:rPr>
          <w:rFonts w:ascii="Times New Roman" w:hAnsi="Times New Roman"/>
          <w:b/>
          <w:sz w:val="28"/>
          <w:szCs w:val="28"/>
          <w:lang w:eastAsia="en-US"/>
        </w:rPr>
        <w:t>»</w:t>
      </w:r>
      <w:r w:rsidRPr="00DA6CA4">
        <w:rPr>
          <w:rFonts w:ascii="Times New Roman" w:hAnsi="Times New Roman"/>
          <w:sz w:val="28"/>
          <w:szCs w:val="28"/>
          <w:lang w:eastAsia="en-US"/>
        </w:rPr>
        <w:t>:</w:t>
      </w:r>
    </w:p>
    <w:p w:rsidR="00147001" w:rsidRDefault="00147001" w:rsidP="00DA6CA4">
      <w:pPr>
        <w:pStyle w:val="BodyTextIndent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«</w:t>
      </w:r>
      <w:r w:rsidRPr="00DA6CA4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объем финансирования программы на 2016 – 2018 годы составляет           487242,17руб., в том числе:</w:t>
      </w:r>
    </w:p>
    <w:p w:rsidR="00147001" w:rsidRPr="00C13033" w:rsidRDefault="00147001" w:rsidP="00C130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C13033">
        <w:rPr>
          <w:rFonts w:ascii="Times New Roman" w:hAnsi="Times New Roman"/>
          <w:sz w:val="28"/>
          <w:szCs w:val="28"/>
        </w:rPr>
        <w:t xml:space="preserve">2016 год – </w:t>
      </w:r>
      <w:r>
        <w:rPr>
          <w:rFonts w:ascii="Times New Roman" w:hAnsi="Times New Roman"/>
          <w:sz w:val="28"/>
          <w:szCs w:val="28"/>
        </w:rPr>
        <w:t>232282</w:t>
      </w:r>
      <w:r w:rsidRPr="00C130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17</w:t>
      </w:r>
      <w:r w:rsidRPr="00C13033">
        <w:rPr>
          <w:rFonts w:ascii="Times New Roman" w:hAnsi="Times New Roman"/>
          <w:sz w:val="28"/>
          <w:szCs w:val="28"/>
        </w:rPr>
        <w:t xml:space="preserve"> руб.;</w:t>
      </w:r>
    </w:p>
    <w:p w:rsidR="00147001" w:rsidRPr="00C13033" w:rsidRDefault="00147001" w:rsidP="00C130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2017 год –126580,00 руб.;</w:t>
      </w:r>
    </w:p>
    <w:p w:rsidR="00147001" w:rsidRDefault="00147001" w:rsidP="00C130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2018 год – 128380,00 руб</w:t>
      </w:r>
      <w:r w:rsidRPr="00CD1F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из них:</w:t>
      </w:r>
    </w:p>
    <w:p w:rsidR="00147001" w:rsidRDefault="00147001" w:rsidP="00C130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средств  краевого бюджета за период   68299,25 руб., в том числе:</w:t>
      </w:r>
    </w:p>
    <w:p w:rsidR="00147001" w:rsidRDefault="00147001" w:rsidP="00C13033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>
        <w:rPr>
          <w:rFonts w:ascii="Times New Roman" w:hAnsi="Times New Roman"/>
          <w:sz w:val="28"/>
          <w:szCs w:val="28"/>
        </w:rPr>
        <w:t>в 2016 году-68299,25 руб.;</w:t>
      </w:r>
      <w:r>
        <w:rPr>
          <w:lang w:eastAsia="en-US"/>
        </w:rPr>
        <w:t xml:space="preserve"> </w:t>
      </w:r>
    </w:p>
    <w:p w:rsidR="00147001" w:rsidRPr="00C13033" w:rsidRDefault="00147001" w:rsidP="00C13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п</w:t>
      </w:r>
      <w:r w:rsidRPr="008A084D">
        <w:rPr>
          <w:rFonts w:ascii="Times New Roman" w:hAnsi="Times New Roman"/>
          <w:sz w:val="28"/>
          <w:szCs w:val="28"/>
          <w:lang w:eastAsia="en-US"/>
        </w:rPr>
        <w:t>риложение 2,3</w:t>
      </w:r>
      <w:r>
        <w:rPr>
          <w:rFonts w:ascii="Times New Roman" w:hAnsi="Times New Roman"/>
          <w:sz w:val="28"/>
          <w:szCs w:val="28"/>
          <w:lang w:eastAsia="en-US"/>
        </w:rPr>
        <w:t xml:space="preserve"> к муниципальной программе </w:t>
      </w:r>
      <w:r w:rsidRPr="008A084D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>Большетелекского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 «Обеспечение безопасности жизнедеятельности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Большетелекского сельсовета»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A084D">
        <w:rPr>
          <w:rFonts w:ascii="Times New Roman" w:hAnsi="Times New Roman"/>
          <w:sz w:val="28"/>
          <w:szCs w:val="28"/>
          <w:lang w:eastAsia="en-US"/>
        </w:rPr>
        <w:t>изложить в новой редакции</w:t>
      </w:r>
      <w:r>
        <w:rPr>
          <w:rFonts w:ascii="Times New Roman" w:hAnsi="Times New Roman"/>
          <w:sz w:val="28"/>
          <w:szCs w:val="28"/>
          <w:lang w:eastAsia="en-US"/>
        </w:rPr>
        <w:t xml:space="preserve"> согласно приложению 1,2 к настоящему постановлению</w:t>
      </w:r>
      <w:r w:rsidRPr="008A084D">
        <w:rPr>
          <w:rFonts w:ascii="Times New Roman" w:hAnsi="Times New Roman"/>
          <w:sz w:val="28"/>
          <w:szCs w:val="28"/>
          <w:lang w:eastAsia="en-US"/>
        </w:rPr>
        <w:t xml:space="preserve">; </w:t>
      </w:r>
    </w:p>
    <w:p w:rsidR="00147001" w:rsidRPr="00451F81" w:rsidRDefault="00147001" w:rsidP="00C130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приложении 5 к муниципальной  программе  </w:t>
      </w:r>
      <w:r w:rsidRPr="003069E2">
        <w:rPr>
          <w:rFonts w:ascii="Times New Roman" w:hAnsi="Times New Roman"/>
          <w:sz w:val="28"/>
          <w:szCs w:val="28"/>
        </w:rPr>
        <w:t>Большетелекского сельсовета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 «Обеспечение безопасности жизнедеятельности </w:t>
      </w:r>
      <w:r>
        <w:rPr>
          <w:rFonts w:ascii="Times New Roman" w:hAnsi="Times New Roman"/>
          <w:sz w:val="28"/>
          <w:szCs w:val="28"/>
        </w:rPr>
        <w:t xml:space="preserve"> Большетелекского сельсовета»</w:t>
      </w:r>
      <w:r>
        <w:rPr>
          <w:rFonts w:ascii="Times New Roman" w:hAnsi="Times New Roman"/>
          <w:sz w:val="28"/>
          <w:szCs w:val="28"/>
          <w:lang w:eastAsia="en-US"/>
        </w:rPr>
        <w:t>:</w:t>
      </w:r>
    </w:p>
    <w:p w:rsidR="00147001" w:rsidRPr="00D74602" w:rsidRDefault="00147001" w:rsidP="00C13033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 разделе 1 Подпрограммы </w:t>
      </w:r>
      <w:r>
        <w:rPr>
          <w:rFonts w:ascii="Times New Roman" w:hAnsi="Times New Roman"/>
          <w:sz w:val="28"/>
        </w:rPr>
        <w:t xml:space="preserve">«Благоустройство территории Большетелекского сельсовета» на 2016-2018 годы </w:t>
      </w:r>
      <w:r>
        <w:rPr>
          <w:rFonts w:ascii="Times New Roman" w:hAnsi="Times New Roman"/>
          <w:sz w:val="28"/>
          <w:szCs w:val="28"/>
          <w:lang w:eastAsia="en-US"/>
        </w:rPr>
        <w:t>строку «Объемы и источники финансирования подпрограммы, рублей» изложить в новой редакции «</w:t>
      </w:r>
      <w:r w:rsidRPr="00D74602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 </w:t>
      </w:r>
      <w:r>
        <w:rPr>
          <w:rFonts w:ascii="Times New Roman" w:hAnsi="Times New Roman"/>
          <w:sz w:val="28"/>
          <w:szCs w:val="28"/>
        </w:rPr>
        <w:t>487242,17</w:t>
      </w:r>
      <w:r w:rsidRPr="00C13033">
        <w:rPr>
          <w:rFonts w:ascii="Times New Roman" w:hAnsi="Times New Roman"/>
          <w:sz w:val="28"/>
          <w:szCs w:val="28"/>
        </w:rPr>
        <w:t xml:space="preserve"> </w:t>
      </w:r>
      <w:r w:rsidRPr="00D74602"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74602">
        <w:rPr>
          <w:rFonts w:ascii="Times New Roman" w:hAnsi="Times New Roman"/>
          <w:color w:val="000000"/>
          <w:sz w:val="28"/>
          <w:szCs w:val="28"/>
        </w:rPr>
        <w:t xml:space="preserve"> в том числе:</w:t>
      </w:r>
    </w:p>
    <w:p w:rsidR="00147001" w:rsidRPr="00C13033" w:rsidRDefault="00147001" w:rsidP="009D2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 xml:space="preserve">2016 год – </w:t>
      </w:r>
      <w:r>
        <w:rPr>
          <w:rFonts w:ascii="Times New Roman" w:hAnsi="Times New Roman"/>
          <w:sz w:val="28"/>
          <w:szCs w:val="28"/>
        </w:rPr>
        <w:t>232282</w:t>
      </w:r>
      <w:r w:rsidRPr="00C130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17</w:t>
      </w:r>
      <w:r w:rsidRPr="00C13033">
        <w:rPr>
          <w:rFonts w:ascii="Times New Roman" w:hAnsi="Times New Roman"/>
          <w:sz w:val="28"/>
          <w:szCs w:val="28"/>
        </w:rPr>
        <w:t xml:space="preserve"> руб.;</w:t>
      </w:r>
    </w:p>
    <w:p w:rsidR="00147001" w:rsidRPr="00C13033" w:rsidRDefault="00147001" w:rsidP="009D2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2017 год –126580,00 руб.;</w:t>
      </w:r>
    </w:p>
    <w:p w:rsidR="00147001" w:rsidRDefault="00147001" w:rsidP="009D2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2018 год – 128380,00 руб</w:t>
      </w:r>
      <w:r w:rsidRPr="00CD1F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из них:</w:t>
      </w:r>
    </w:p>
    <w:p w:rsidR="00147001" w:rsidRDefault="00147001" w:rsidP="009D2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средств  краевого бюджета за период   68299,25 руб., в том числе:</w:t>
      </w:r>
    </w:p>
    <w:p w:rsidR="00147001" w:rsidRDefault="00147001" w:rsidP="009D2F87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>
        <w:rPr>
          <w:rFonts w:ascii="Times New Roman" w:hAnsi="Times New Roman"/>
          <w:sz w:val="28"/>
          <w:szCs w:val="28"/>
        </w:rPr>
        <w:t>в 2016 году-68299,25 руб.;</w:t>
      </w:r>
      <w:r>
        <w:rPr>
          <w:lang w:eastAsia="en-US"/>
        </w:rPr>
        <w:t xml:space="preserve"> </w:t>
      </w:r>
    </w:p>
    <w:p w:rsidR="00147001" w:rsidRDefault="00147001" w:rsidP="00E542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разделе 2:</w:t>
      </w:r>
    </w:p>
    <w:p w:rsidR="00147001" w:rsidRPr="00D74602" w:rsidRDefault="00147001" w:rsidP="00823C5B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подраздел 2.6</w:t>
      </w:r>
      <w:r w:rsidRPr="00971CE5">
        <w:rPr>
          <w:rFonts w:ascii="Times New Roman" w:hAnsi="Times New Roman"/>
          <w:sz w:val="28"/>
          <w:szCs w:val="28"/>
        </w:rPr>
        <w:t xml:space="preserve"> «Обоснование финансовых, материальных и трудовых затрат</w:t>
      </w:r>
      <w:r w:rsidRPr="00971CE5">
        <w:rPr>
          <w:rFonts w:ascii="Times New Roman" w:hAnsi="Times New Roman"/>
          <w:sz w:val="28"/>
          <w:szCs w:val="28"/>
        </w:rPr>
        <w:br/>
        <w:t xml:space="preserve"> (ресурсное обеспечение подпрограммы) с указанием источников финансирования изложить в новой редакции:</w:t>
      </w:r>
      <w:r w:rsidRPr="00971CE5">
        <w:rPr>
          <w:rFonts w:ascii="Times New Roman" w:hAnsi="Times New Roman"/>
          <w:sz w:val="28"/>
          <w:szCs w:val="28"/>
          <w:lang w:eastAsia="en-US"/>
        </w:rPr>
        <w:t xml:space="preserve"> «</w:t>
      </w:r>
      <w:r w:rsidRPr="009306A0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 </w:t>
      </w:r>
      <w:r>
        <w:rPr>
          <w:rFonts w:ascii="Times New Roman" w:hAnsi="Times New Roman"/>
          <w:sz w:val="28"/>
          <w:szCs w:val="28"/>
        </w:rPr>
        <w:t>487242,17</w:t>
      </w:r>
      <w:r w:rsidRPr="00C13033">
        <w:rPr>
          <w:rFonts w:ascii="Times New Roman" w:hAnsi="Times New Roman"/>
          <w:sz w:val="28"/>
          <w:szCs w:val="28"/>
        </w:rPr>
        <w:t xml:space="preserve"> </w:t>
      </w:r>
      <w:r w:rsidRPr="00D74602"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74602">
        <w:rPr>
          <w:rFonts w:ascii="Times New Roman" w:hAnsi="Times New Roman"/>
          <w:color w:val="000000"/>
          <w:sz w:val="28"/>
          <w:szCs w:val="28"/>
        </w:rPr>
        <w:t xml:space="preserve"> в том числе:</w:t>
      </w:r>
    </w:p>
    <w:p w:rsidR="00147001" w:rsidRPr="00C13033" w:rsidRDefault="00147001" w:rsidP="009D2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 xml:space="preserve">2016 год – </w:t>
      </w:r>
      <w:r>
        <w:rPr>
          <w:rFonts w:ascii="Times New Roman" w:hAnsi="Times New Roman"/>
          <w:sz w:val="28"/>
          <w:szCs w:val="28"/>
        </w:rPr>
        <w:t>232282</w:t>
      </w:r>
      <w:r w:rsidRPr="00C130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17</w:t>
      </w:r>
      <w:r w:rsidRPr="00C13033">
        <w:rPr>
          <w:rFonts w:ascii="Times New Roman" w:hAnsi="Times New Roman"/>
          <w:sz w:val="28"/>
          <w:szCs w:val="28"/>
        </w:rPr>
        <w:t xml:space="preserve"> руб.;</w:t>
      </w:r>
    </w:p>
    <w:p w:rsidR="00147001" w:rsidRPr="00C13033" w:rsidRDefault="00147001" w:rsidP="009D2F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2017 год –126580,00 руб.;</w:t>
      </w:r>
    </w:p>
    <w:p w:rsidR="00147001" w:rsidRDefault="00147001" w:rsidP="009D2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13033">
        <w:rPr>
          <w:rFonts w:ascii="Times New Roman" w:hAnsi="Times New Roman"/>
          <w:sz w:val="28"/>
          <w:szCs w:val="28"/>
        </w:rPr>
        <w:t>2018 год – 128380,00 руб</w:t>
      </w:r>
      <w:r w:rsidRPr="00CD1F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из них:</w:t>
      </w:r>
    </w:p>
    <w:p w:rsidR="00147001" w:rsidRDefault="00147001" w:rsidP="009D2F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средств  краевого бюджета за период   68299,25 руб., в том числе:</w:t>
      </w:r>
    </w:p>
    <w:p w:rsidR="00147001" w:rsidRDefault="00147001" w:rsidP="009D2F87">
      <w:pPr>
        <w:autoSpaceDE w:val="0"/>
        <w:autoSpaceDN w:val="0"/>
        <w:adjustRightInd w:val="0"/>
        <w:spacing w:after="0" w:line="240" w:lineRule="auto"/>
        <w:rPr>
          <w:lang w:eastAsia="en-US"/>
        </w:rPr>
      </w:pPr>
      <w:r>
        <w:rPr>
          <w:rFonts w:ascii="Times New Roman" w:hAnsi="Times New Roman"/>
          <w:sz w:val="28"/>
          <w:szCs w:val="28"/>
        </w:rPr>
        <w:t>в 2016 году-68299,25 руб.;</w:t>
      </w:r>
      <w:r>
        <w:rPr>
          <w:lang w:eastAsia="en-US"/>
        </w:rPr>
        <w:t xml:space="preserve"> </w:t>
      </w:r>
    </w:p>
    <w:p w:rsidR="00147001" w:rsidRPr="009163B8" w:rsidRDefault="00147001" w:rsidP="00B0411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971CE5">
        <w:rPr>
          <w:rFonts w:ascii="Times New Roman" w:hAnsi="Times New Roman"/>
          <w:sz w:val="28"/>
          <w:szCs w:val="28"/>
        </w:rPr>
        <w:t xml:space="preserve"> </w:t>
      </w:r>
      <w:r w:rsidRPr="00917E95">
        <w:rPr>
          <w:rFonts w:ascii="Times New Roman" w:hAnsi="Times New Roman"/>
          <w:sz w:val="28"/>
          <w:szCs w:val="28"/>
        </w:rPr>
        <w:t>приложение</w:t>
      </w:r>
      <w:r w:rsidRPr="00917E95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2 подпрограммы </w:t>
      </w:r>
      <w:r w:rsidRPr="00F15B92">
        <w:rPr>
          <w:rFonts w:ascii="Times New Roman" w:hAnsi="Times New Roman"/>
          <w:sz w:val="28"/>
        </w:rPr>
        <w:t>«Содержание улично-дорожной сети сельсовета»</w:t>
      </w:r>
      <w:r>
        <w:rPr>
          <w:rFonts w:ascii="Times New Roman" w:hAnsi="Times New Roman"/>
          <w:sz w:val="28"/>
          <w:szCs w:val="28"/>
          <w:lang w:eastAsia="en-US"/>
        </w:rPr>
        <w:t>, реализуемой в рамках муниципальной программы «Обеспечение безопасности жизнедеятельности</w:t>
      </w:r>
      <w:r w:rsidRPr="00C8569A">
        <w:rPr>
          <w:rFonts w:ascii="Times New Roman" w:hAnsi="Times New Roman"/>
          <w:sz w:val="28"/>
          <w:szCs w:val="28"/>
        </w:rPr>
        <w:t xml:space="preserve"> </w:t>
      </w:r>
      <w:r w:rsidRPr="003069E2">
        <w:rPr>
          <w:rFonts w:ascii="Times New Roman" w:hAnsi="Times New Roman"/>
          <w:sz w:val="28"/>
          <w:szCs w:val="28"/>
        </w:rPr>
        <w:t xml:space="preserve">Большетелекского сельсовета» </w:t>
      </w:r>
      <w:r>
        <w:rPr>
          <w:rFonts w:ascii="Times New Roman" w:hAnsi="Times New Roman"/>
          <w:sz w:val="28"/>
          <w:szCs w:val="28"/>
        </w:rPr>
        <w:t xml:space="preserve"> годы изложить в новой редакции согласно приложению 3 к </w:t>
      </w:r>
      <w:r>
        <w:rPr>
          <w:rFonts w:ascii="Times New Roman" w:hAnsi="Times New Roman"/>
          <w:sz w:val="28"/>
          <w:szCs w:val="28"/>
          <w:lang w:eastAsia="en-US"/>
        </w:rPr>
        <w:t>настоящему постановлению.</w:t>
      </w:r>
      <w:r w:rsidRPr="008A084D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147001" w:rsidRPr="005C1C98" w:rsidRDefault="00147001" w:rsidP="005C1C98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2. </w:t>
      </w:r>
      <w:r w:rsidRPr="003069E2">
        <w:rPr>
          <w:rFonts w:ascii="Times New Roman" w:hAnsi="Times New Roman"/>
          <w:sz w:val="28"/>
          <w:szCs w:val="28"/>
        </w:rPr>
        <w:t>Постановление вступает в силу со дня подписания.</w:t>
      </w:r>
    </w:p>
    <w:p w:rsidR="00147001" w:rsidRPr="003069E2" w:rsidRDefault="00147001" w:rsidP="000142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</w:t>
      </w:r>
      <w:r w:rsidRPr="003069E2">
        <w:rPr>
          <w:rFonts w:ascii="Times New Roman" w:hAnsi="Times New Roman"/>
          <w:sz w:val="28"/>
          <w:szCs w:val="28"/>
        </w:rPr>
        <w:t>Контроль за исполнением настоящего  постановления оставляю за собой.</w:t>
      </w:r>
    </w:p>
    <w:p w:rsidR="00147001" w:rsidRPr="00D77635" w:rsidRDefault="00147001" w:rsidP="000142C6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7001" w:rsidRDefault="00147001" w:rsidP="000142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7001" w:rsidRDefault="00147001" w:rsidP="000142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сельсовета                                             А. В. Шарков</w:t>
      </w:r>
    </w:p>
    <w:p w:rsidR="00147001" w:rsidRDefault="00147001" w:rsidP="000142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47001" w:rsidSect="008A084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2C6"/>
    <w:rsid w:val="000142C6"/>
    <w:rsid w:val="00025C02"/>
    <w:rsid w:val="00033F7A"/>
    <w:rsid w:val="000B74B3"/>
    <w:rsid w:val="001034EA"/>
    <w:rsid w:val="00117766"/>
    <w:rsid w:val="00147001"/>
    <w:rsid w:val="0017456C"/>
    <w:rsid w:val="00190BC5"/>
    <w:rsid w:val="002505BF"/>
    <w:rsid w:val="00267056"/>
    <w:rsid w:val="00271BB4"/>
    <w:rsid w:val="00281B93"/>
    <w:rsid w:val="002F128D"/>
    <w:rsid w:val="003069E2"/>
    <w:rsid w:val="0031221B"/>
    <w:rsid w:val="004116EB"/>
    <w:rsid w:val="00451F81"/>
    <w:rsid w:val="004C3391"/>
    <w:rsid w:val="004E0497"/>
    <w:rsid w:val="004F1B97"/>
    <w:rsid w:val="0050700E"/>
    <w:rsid w:val="005C1C98"/>
    <w:rsid w:val="00641CD8"/>
    <w:rsid w:val="00691E7F"/>
    <w:rsid w:val="006D526F"/>
    <w:rsid w:val="00711018"/>
    <w:rsid w:val="007E65E8"/>
    <w:rsid w:val="00823C5B"/>
    <w:rsid w:val="008348A4"/>
    <w:rsid w:val="008602B3"/>
    <w:rsid w:val="008A084D"/>
    <w:rsid w:val="009163B8"/>
    <w:rsid w:val="00917E95"/>
    <w:rsid w:val="009306A0"/>
    <w:rsid w:val="00971CE5"/>
    <w:rsid w:val="009D2F87"/>
    <w:rsid w:val="009E3E5A"/>
    <w:rsid w:val="00AB6B84"/>
    <w:rsid w:val="00AC13EC"/>
    <w:rsid w:val="00AE63E3"/>
    <w:rsid w:val="00AF55E2"/>
    <w:rsid w:val="00AF64DA"/>
    <w:rsid w:val="00B0411A"/>
    <w:rsid w:val="00B04A0C"/>
    <w:rsid w:val="00B12739"/>
    <w:rsid w:val="00BE3B22"/>
    <w:rsid w:val="00C07797"/>
    <w:rsid w:val="00C13033"/>
    <w:rsid w:val="00C8569A"/>
    <w:rsid w:val="00CD1FC8"/>
    <w:rsid w:val="00D51121"/>
    <w:rsid w:val="00D53AC7"/>
    <w:rsid w:val="00D74602"/>
    <w:rsid w:val="00D75B4A"/>
    <w:rsid w:val="00D77635"/>
    <w:rsid w:val="00DA6CA4"/>
    <w:rsid w:val="00DB0FB7"/>
    <w:rsid w:val="00E00850"/>
    <w:rsid w:val="00E5421E"/>
    <w:rsid w:val="00E6270D"/>
    <w:rsid w:val="00EB4659"/>
    <w:rsid w:val="00ED3852"/>
    <w:rsid w:val="00F15B92"/>
    <w:rsid w:val="00F26E3A"/>
    <w:rsid w:val="00F64A89"/>
    <w:rsid w:val="00F859EA"/>
    <w:rsid w:val="00FE0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2C6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142C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0142C6"/>
    <w:pPr>
      <w:ind w:left="720"/>
      <w:contextualSpacing/>
    </w:pPr>
  </w:style>
  <w:style w:type="table" w:styleId="TableGrid">
    <w:name w:val="Table Grid"/>
    <w:basedOn w:val="TableNormal"/>
    <w:uiPriority w:val="99"/>
    <w:rsid w:val="00FE077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DA6CA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A6CA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355</TotalTime>
  <Pages>2</Pages>
  <Words>602</Words>
  <Characters>3432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Vovan</cp:lastModifiedBy>
  <cp:revision>20</cp:revision>
  <cp:lastPrinted>2015-09-03T01:16:00Z</cp:lastPrinted>
  <dcterms:created xsi:type="dcterms:W3CDTF">2014-05-16T00:29:00Z</dcterms:created>
  <dcterms:modified xsi:type="dcterms:W3CDTF">2016-05-26T11:22:00Z</dcterms:modified>
</cp:coreProperties>
</file>