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BE" w:rsidRDefault="00957ABE" w:rsidP="004825C3">
      <w:pPr>
        <w:jc w:val="center"/>
      </w:pPr>
    </w:p>
    <w:p w:rsidR="00957ABE" w:rsidRDefault="00957ABE" w:rsidP="004825C3">
      <w:pPr>
        <w:jc w:val="center"/>
      </w:pPr>
    </w:p>
    <w:p w:rsidR="00957ABE" w:rsidRDefault="00957ABE" w:rsidP="004825C3">
      <w:pPr>
        <w:jc w:val="center"/>
        <w:rPr>
          <w:sz w:val="28"/>
          <w:szCs w:val="28"/>
        </w:rPr>
      </w:pPr>
    </w:p>
    <w:p w:rsidR="004825C3" w:rsidRPr="00957ABE" w:rsidRDefault="004825C3" w:rsidP="004825C3">
      <w:pPr>
        <w:jc w:val="center"/>
        <w:rPr>
          <w:sz w:val="28"/>
          <w:szCs w:val="28"/>
        </w:rPr>
      </w:pPr>
      <w:r w:rsidRPr="00957ABE">
        <w:rPr>
          <w:sz w:val="28"/>
          <w:szCs w:val="28"/>
        </w:rPr>
        <w:t>КРАСНОЯРСКИЙ КРАЙ</w:t>
      </w:r>
    </w:p>
    <w:p w:rsidR="004825C3" w:rsidRPr="00957ABE" w:rsidRDefault="004825C3" w:rsidP="004825C3">
      <w:pPr>
        <w:jc w:val="center"/>
        <w:rPr>
          <w:sz w:val="28"/>
          <w:szCs w:val="28"/>
        </w:rPr>
      </w:pPr>
      <w:r w:rsidRPr="00957ABE">
        <w:rPr>
          <w:sz w:val="28"/>
          <w:szCs w:val="28"/>
        </w:rPr>
        <w:t>ИДРИНСКИЙ РАЙОН</w:t>
      </w:r>
    </w:p>
    <w:p w:rsidR="004825C3" w:rsidRPr="00957ABE" w:rsidRDefault="004825C3" w:rsidP="004825C3">
      <w:pPr>
        <w:jc w:val="center"/>
        <w:rPr>
          <w:sz w:val="28"/>
          <w:szCs w:val="28"/>
        </w:rPr>
      </w:pPr>
      <w:r w:rsidRPr="00957ABE">
        <w:rPr>
          <w:sz w:val="28"/>
          <w:szCs w:val="28"/>
        </w:rPr>
        <w:t xml:space="preserve">БОЛЬШЕТЕЛЕКСКИЙ СЕЛЬСКИЙ СОВЕТ ДЕПУТАТОВ </w:t>
      </w:r>
    </w:p>
    <w:p w:rsidR="004825C3" w:rsidRPr="002441FC" w:rsidRDefault="004825C3" w:rsidP="004825C3">
      <w:pPr>
        <w:jc w:val="center"/>
        <w:rPr>
          <w:sz w:val="6"/>
          <w:szCs w:val="6"/>
        </w:rPr>
      </w:pPr>
    </w:p>
    <w:p w:rsidR="004825C3" w:rsidRPr="002441FC" w:rsidRDefault="004825C3" w:rsidP="004825C3">
      <w:pPr>
        <w:rPr>
          <w:sz w:val="6"/>
          <w:szCs w:val="6"/>
        </w:rPr>
      </w:pPr>
    </w:p>
    <w:p w:rsidR="00957ABE" w:rsidRPr="002441FC" w:rsidRDefault="00957ABE" w:rsidP="00957ABE">
      <w:pPr>
        <w:rPr>
          <w:sz w:val="6"/>
          <w:szCs w:val="6"/>
        </w:rPr>
      </w:pPr>
    </w:p>
    <w:p w:rsidR="004825C3" w:rsidRPr="002441FC" w:rsidRDefault="00957ABE" w:rsidP="00957ABE">
      <w:pPr>
        <w:tabs>
          <w:tab w:val="left" w:pos="2127"/>
        </w:tabs>
        <w:rPr>
          <w:sz w:val="6"/>
          <w:szCs w:val="6"/>
        </w:rPr>
      </w:pPr>
      <w:r>
        <w:rPr>
          <w:sz w:val="6"/>
          <w:szCs w:val="6"/>
        </w:rPr>
        <w:tab/>
      </w:r>
    </w:p>
    <w:p w:rsidR="004825C3" w:rsidRDefault="00957ABE" w:rsidP="004825C3">
      <w:pPr>
        <w:jc w:val="center"/>
        <w:rPr>
          <w:sz w:val="28"/>
        </w:rPr>
      </w:pPr>
      <w:r>
        <w:rPr>
          <w:sz w:val="28"/>
        </w:rPr>
        <w:t>РЕШЕНИЕ</w:t>
      </w:r>
      <w:r w:rsidR="000F4314">
        <w:rPr>
          <w:sz w:val="28"/>
        </w:rPr>
        <w:t xml:space="preserve">     </w:t>
      </w:r>
    </w:p>
    <w:p w:rsidR="00957ABE" w:rsidRPr="002441FC" w:rsidRDefault="00957ABE" w:rsidP="004825C3">
      <w:pPr>
        <w:jc w:val="center"/>
        <w:rPr>
          <w:sz w:val="28"/>
        </w:rPr>
      </w:pPr>
    </w:p>
    <w:p w:rsidR="004825C3" w:rsidRPr="002441FC" w:rsidRDefault="004825C3" w:rsidP="004825C3">
      <w:pPr>
        <w:jc w:val="center"/>
        <w:rPr>
          <w:sz w:val="28"/>
        </w:rPr>
      </w:pPr>
      <w:r w:rsidRPr="002441FC">
        <w:rPr>
          <w:sz w:val="28"/>
        </w:rPr>
        <w:t xml:space="preserve">  </w:t>
      </w:r>
      <w:proofErr w:type="gramStart"/>
      <w:r w:rsidR="000F4314">
        <w:rPr>
          <w:sz w:val="28"/>
        </w:rPr>
        <w:t>16.12.</w:t>
      </w:r>
      <w:r w:rsidRPr="002441FC">
        <w:rPr>
          <w:sz w:val="28"/>
        </w:rPr>
        <w:t>20</w:t>
      </w:r>
      <w:r>
        <w:rPr>
          <w:sz w:val="28"/>
        </w:rPr>
        <w:t>21</w:t>
      </w:r>
      <w:r w:rsidR="00957ABE">
        <w:rPr>
          <w:sz w:val="28"/>
        </w:rPr>
        <w:tab/>
      </w:r>
      <w:r w:rsidR="00957ABE">
        <w:rPr>
          <w:sz w:val="28"/>
        </w:rPr>
        <w:tab/>
        <w:t xml:space="preserve">                   </w:t>
      </w:r>
      <w:r w:rsidR="00624BFD">
        <w:rPr>
          <w:sz w:val="28"/>
        </w:rPr>
        <w:t xml:space="preserve">       </w:t>
      </w:r>
      <w:r w:rsidR="00957ABE">
        <w:rPr>
          <w:sz w:val="28"/>
        </w:rPr>
        <w:t xml:space="preserve"> с. Большой Телек    </w:t>
      </w:r>
      <w:r w:rsidR="00624BFD">
        <w:rPr>
          <w:sz w:val="28"/>
        </w:rPr>
        <w:t xml:space="preserve">         </w:t>
      </w:r>
      <w:r w:rsidR="000F4314">
        <w:rPr>
          <w:sz w:val="28"/>
        </w:rPr>
        <w:t xml:space="preserve">      № 6-63р</w:t>
      </w:r>
      <w:r w:rsidR="00624BFD">
        <w:rPr>
          <w:sz w:val="28"/>
        </w:rPr>
        <w:t xml:space="preserve">               </w:t>
      </w:r>
      <w:r w:rsidR="00957ABE">
        <w:rPr>
          <w:sz w:val="28"/>
        </w:rPr>
        <w:tab/>
      </w:r>
      <w:r w:rsidR="00957ABE">
        <w:rPr>
          <w:sz w:val="28"/>
        </w:rPr>
        <w:tab/>
      </w:r>
      <w:r w:rsidR="00957ABE">
        <w:rPr>
          <w:sz w:val="28"/>
        </w:rPr>
        <w:tab/>
      </w:r>
      <w:r w:rsidR="00957ABE">
        <w:rPr>
          <w:sz w:val="28"/>
        </w:rPr>
        <w:tab/>
      </w:r>
      <w:r w:rsidR="00957ABE">
        <w:rPr>
          <w:sz w:val="28"/>
        </w:rPr>
        <w:tab/>
      </w:r>
      <w:proofErr w:type="gramEnd"/>
    </w:p>
    <w:p w:rsidR="004825C3" w:rsidRPr="002441FC" w:rsidRDefault="004825C3" w:rsidP="004825C3">
      <w:pPr>
        <w:jc w:val="center"/>
        <w:rPr>
          <w:sz w:val="28"/>
          <w:szCs w:val="28"/>
        </w:rPr>
      </w:pPr>
    </w:p>
    <w:p w:rsidR="004825C3" w:rsidRPr="002441FC" w:rsidRDefault="004825C3" w:rsidP="004825C3">
      <w:pPr>
        <w:jc w:val="center"/>
        <w:rPr>
          <w:b/>
          <w:sz w:val="28"/>
        </w:rPr>
      </w:pPr>
      <w:r w:rsidRPr="002441FC">
        <w:rPr>
          <w:b/>
          <w:sz w:val="28"/>
        </w:rPr>
        <w:t xml:space="preserve">О БЮДЖЕТЕ </w:t>
      </w:r>
      <w:r>
        <w:rPr>
          <w:b/>
          <w:sz w:val="28"/>
        </w:rPr>
        <w:t xml:space="preserve">СЕЛЬСОВЕТА </w:t>
      </w:r>
      <w:r w:rsidRPr="002441FC">
        <w:rPr>
          <w:b/>
          <w:sz w:val="28"/>
        </w:rPr>
        <w:t>НА 202</w:t>
      </w:r>
      <w:r>
        <w:rPr>
          <w:b/>
          <w:sz w:val="28"/>
        </w:rPr>
        <w:t>2</w:t>
      </w:r>
      <w:r w:rsidRPr="002441FC">
        <w:rPr>
          <w:b/>
          <w:sz w:val="28"/>
        </w:rPr>
        <w:t xml:space="preserve"> ГОД </w:t>
      </w:r>
    </w:p>
    <w:p w:rsidR="004825C3" w:rsidRPr="002441FC" w:rsidRDefault="004825C3" w:rsidP="004825C3">
      <w:pPr>
        <w:jc w:val="center"/>
        <w:rPr>
          <w:b/>
          <w:sz w:val="28"/>
        </w:rPr>
      </w:pPr>
      <w:r w:rsidRPr="002441FC">
        <w:rPr>
          <w:b/>
          <w:sz w:val="28"/>
        </w:rPr>
        <w:t>И ПЛАНОВЫЙ ПЕРИОД 202</w:t>
      </w:r>
      <w:r>
        <w:rPr>
          <w:b/>
          <w:sz w:val="28"/>
        </w:rPr>
        <w:t>3</w:t>
      </w:r>
      <w:r>
        <w:rPr>
          <w:sz w:val="28"/>
          <w:szCs w:val="28"/>
        </w:rPr>
        <w:t>–</w:t>
      </w:r>
      <w:r w:rsidRPr="002441FC">
        <w:rPr>
          <w:b/>
          <w:sz w:val="28"/>
        </w:rPr>
        <w:t>202</w:t>
      </w:r>
      <w:r>
        <w:rPr>
          <w:b/>
          <w:sz w:val="28"/>
        </w:rPr>
        <w:t>4</w:t>
      </w:r>
      <w:r w:rsidRPr="002441FC">
        <w:rPr>
          <w:b/>
          <w:sz w:val="28"/>
        </w:rPr>
        <w:t xml:space="preserve"> ГОДОВ</w:t>
      </w:r>
    </w:p>
    <w:p w:rsidR="004825C3" w:rsidRPr="00A13D75" w:rsidRDefault="004825C3" w:rsidP="004825C3">
      <w:pPr>
        <w:spacing w:after="60"/>
        <w:ind w:firstLine="709"/>
        <w:jc w:val="both"/>
        <w:rPr>
          <w:b/>
          <w:sz w:val="28"/>
          <w:szCs w:val="28"/>
        </w:rPr>
      </w:pPr>
    </w:p>
    <w:p w:rsidR="004825C3" w:rsidRPr="00F50A26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50A26">
        <w:rPr>
          <w:sz w:val="28"/>
          <w:szCs w:val="28"/>
        </w:rPr>
        <w:t>Сельский Совет депутатов РЕШИЛ: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outlineLvl w:val="2"/>
      </w:pP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1. Утвердить основные характеристики бюджета </w:t>
      </w:r>
      <w:r>
        <w:rPr>
          <w:sz w:val="28"/>
          <w:szCs w:val="28"/>
        </w:rPr>
        <w:t xml:space="preserve">сельсовета </w:t>
      </w:r>
      <w:r w:rsidRPr="002441F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441FC">
        <w:rPr>
          <w:sz w:val="28"/>
          <w:szCs w:val="28"/>
        </w:rPr>
        <w:t xml:space="preserve"> </w:t>
      </w:r>
      <w:r w:rsidRPr="003740C7">
        <w:rPr>
          <w:sz w:val="28"/>
          <w:szCs w:val="28"/>
        </w:rPr>
        <w:t>год:</w:t>
      </w: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>1) про</w:t>
      </w:r>
      <w:r>
        <w:rPr>
          <w:sz w:val="28"/>
          <w:szCs w:val="28"/>
        </w:rPr>
        <w:t xml:space="preserve">гнозируемый общий объем доходов </w:t>
      </w:r>
      <w:r w:rsidRPr="003740C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 xml:space="preserve">в сумме </w:t>
      </w:r>
      <w:r w:rsidR="00071EBA">
        <w:rPr>
          <w:sz w:val="28"/>
          <w:szCs w:val="28"/>
        </w:rPr>
        <w:t>4 405</w:t>
      </w:r>
      <w:r w:rsidR="00F0449D">
        <w:rPr>
          <w:sz w:val="28"/>
          <w:szCs w:val="28"/>
        </w:rPr>
        <w:t> </w:t>
      </w:r>
      <w:r w:rsidR="00D72A4E">
        <w:rPr>
          <w:sz w:val="28"/>
          <w:szCs w:val="28"/>
        </w:rPr>
        <w:t>803</w:t>
      </w:r>
      <w:r w:rsidR="00F0449D">
        <w:rPr>
          <w:sz w:val="28"/>
          <w:szCs w:val="28"/>
        </w:rPr>
        <w:t>,00</w:t>
      </w:r>
      <w:r w:rsidRPr="003740C7">
        <w:rPr>
          <w:sz w:val="28"/>
          <w:szCs w:val="28"/>
        </w:rPr>
        <w:t xml:space="preserve"> </w:t>
      </w:r>
      <w:r w:rsidR="00D72A4E">
        <w:rPr>
          <w:sz w:val="28"/>
          <w:szCs w:val="28"/>
        </w:rPr>
        <w:t>рубля</w:t>
      </w:r>
      <w:r w:rsidRPr="003740C7">
        <w:rPr>
          <w:sz w:val="28"/>
          <w:szCs w:val="28"/>
        </w:rPr>
        <w:t>;</w:t>
      </w: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 xml:space="preserve">в сумме </w:t>
      </w:r>
      <w:r w:rsidR="00071EBA">
        <w:rPr>
          <w:sz w:val="28"/>
          <w:szCs w:val="28"/>
        </w:rPr>
        <w:t>4 405</w:t>
      </w:r>
      <w:r w:rsidR="00D72A4E">
        <w:rPr>
          <w:sz w:val="28"/>
          <w:szCs w:val="28"/>
        </w:rPr>
        <w:t> 803,00</w:t>
      </w:r>
      <w:r w:rsidR="00D72A4E" w:rsidRPr="003740C7">
        <w:rPr>
          <w:sz w:val="28"/>
          <w:szCs w:val="28"/>
        </w:rPr>
        <w:t xml:space="preserve"> </w:t>
      </w:r>
      <w:r w:rsidR="00D72A4E">
        <w:rPr>
          <w:sz w:val="28"/>
          <w:szCs w:val="28"/>
        </w:rPr>
        <w:t>рубля</w:t>
      </w:r>
      <w:r w:rsidRPr="003740C7">
        <w:rPr>
          <w:sz w:val="28"/>
          <w:szCs w:val="28"/>
        </w:rPr>
        <w:t>;</w:t>
      </w: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 xml:space="preserve">3) дефицит 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0,00</w:t>
      </w:r>
      <w:r w:rsidRPr="003740C7">
        <w:rPr>
          <w:sz w:val="28"/>
          <w:szCs w:val="28"/>
        </w:rPr>
        <w:t xml:space="preserve"> рублей;</w:t>
      </w: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 xml:space="preserve">4) </w:t>
      </w:r>
      <w:hyperlink w:anchor="P352" w:history="1">
        <w:r w:rsidRPr="003740C7">
          <w:rPr>
            <w:sz w:val="28"/>
            <w:szCs w:val="28"/>
          </w:rPr>
          <w:t>источники</w:t>
        </w:r>
      </w:hyperlink>
      <w:r w:rsidRPr="003740C7">
        <w:rPr>
          <w:sz w:val="28"/>
          <w:szCs w:val="28"/>
        </w:rPr>
        <w:t xml:space="preserve"> внутреннего финансирования дефицита бюджета </w:t>
      </w:r>
      <w:r>
        <w:rPr>
          <w:sz w:val="28"/>
          <w:szCs w:val="28"/>
        </w:rPr>
        <w:t xml:space="preserve">сельсовета </w:t>
      </w:r>
      <w:r w:rsidR="00D72A4E">
        <w:rPr>
          <w:sz w:val="28"/>
          <w:szCs w:val="28"/>
        </w:rPr>
        <w:t>в сумме 0,00 рублей согласно приложению</w:t>
      </w:r>
      <w:proofErr w:type="gramStart"/>
      <w:r w:rsidR="00D72A4E">
        <w:rPr>
          <w:sz w:val="28"/>
          <w:szCs w:val="28"/>
        </w:rPr>
        <w:t>1</w:t>
      </w:r>
      <w:proofErr w:type="gramEnd"/>
      <w:r w:rsidR="00D72A4E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3740C7">
        <w:rPr>
          <w:sz w:val="28"/>
          <w:szCs w:val="28"/>
        </w:rPr>
        <w:t>.</w:t>
      </w:r>
    </w:p>
    <w:p w:rsidR="004825C3" w:rsidRPr="003740C7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 xml:space="preserve">2. Утвердить основные характеристики 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3740C7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4</w:t>
      </w:r>
      <w:r w:rsidRPr="003740C7">
        <w:rPr>
          <w:sz w:val="28"/>
          <w:szCs w:val="28"/>
        </w:rPr>
        <w:t xml:space="preserve"> год:</w:t>
      </w:r>
    </w:p>
    <w:p w:rsidR="004825C3" w:rsidRPr="003740C7" w:rsidRDefault="004825C3" w:rsidP="00D87ED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740C7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3740C7">
        <w:rPr>
          <w:sz w:val="28"/>
          <w:szCs w:val="28"/>
        </w:rPr>
        <w:t xml:space="preserve"> год в сумме </w:t>
      </w:r>
      <w:r w:rsidR="00071EBA">
        <w:rPr>
          <w:sz w:val="28"/>
          <w:szCs w:val="28"/>
        </w:rPr>
        <w:t>4 411</w:t>
      </w:r>
      <w:r w:rsidR="00F0449D">
        <w:rPr>
          <w:sz w:val="28"/>
          <w:szCs w:val="28"/>
        </w:rPr>
        <w:t> </w:t>
      </w:r>
      <w:r w:rsidR="00D72A4E">
        <w:rPr>
          <w:sz w:val="28"/>
          <w:szCs w:val="28"/>
        </w:rPr>
        <w:t>655</w:t>
      </w:r>
      <w:r w:rsidR="00F0449D">
        <w:rPr>
          <w:sz w:val="28"/>
          <w:szCs w:val="28"/>
        </w:rPr>
        <w:t>,00</w:t>
      </w:r>
      <w:r w:rsidRPr="003740C7">
        <w:rPr>
          <w:sz w:val="28"/>
          <w:szCs w:val="28"/>
        </w:rPr>
        <w:t xml:space="preserve"> </w:t>
      </w:r>
      <w:r w:rsidR="00F0449D">
        <w:rPr>
          <w:sz w:val="28"/>
          <w:szCs w:val="28"/>
        </w:rPr>
        <w:t>рублей</w:t>
      </w:r>
      <w:r w:rsidRPr="003740C7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4</w:t>
      </w:r>
      <w:r w:rsidRPr="003740C7">
        <w:rPr>
          <w:sz w:val="28"/>
          <w:szCs w:val="28"/>
        </w:rPr>
        <w:t xml:space="preserve"> год в сумме </w:t>
      </w:r>
      <w:r w:rsidR="00071EBA">
        <w:rPr>
          <w:sz w:val="28"/>
          <w:szCs w:val="28"/>
        </w:rPr>
        <w:t>4 359</w:t>
      </w:r>
      <w:r w:rsidR="00F0449D">
        <w:rPr>
          <w:sz w:val="28"/>
          <w:szCs w:val="28"/>
        </w:rPr>
        <w:t> </w:t>
      </w:r>
      <w:r w:rsidR="00D87ED2">
        <w:rPr>
          <w:sz w:val="28"/>
          <w:szCs w:val="28"/>
        </w:rPr>
        <w:t>641</w:t>
      </w:r>
      <w:r w:rsidR="00F0449D">
        <w:rPr>
          <w:sz w:val="28"/>
          <w:szCs w:val="28"/>
        </w:rPr>
        <w:t>,00</w:t>
      </w:r>
      <w:r w:rsidR="00F0449D" w:rsidRPr="003740C7">
        <w:rPr>
          <w:sz w:val="28"/>
          <w:szCs w:val="28"/>
        </w:rPr>
        <w:t xml:space="preserve"> </w:t>
      </w:r>
      <w:r w:rsidR="00D87ED2">
        <w:rPr>
          <w:sz w:val="28"/>
          <w:szCs w:val="28"/>
        </w:rPr>
        <w:t>рубль</w:t>
      </w:r>
      <w:r w:rsidRPr="003740C7">
        <w:rPr>
          <w:sz w:val="28"/>
          <w:szCs w:val="28"/>
        </w:rPr>
        <w:t>;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740C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 xml:space="preserve">сельсовета </w:t>
      </w:r>
      <w:r w:rsidRPr="003740C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3740C7">
        <w:rPr>
          <w:sz w:val="28"/>
          <w:szCs w:val="28"/>
        </w:rPr>
        <w:t xml:space="preserve"> год в сумме </w:t>
      </w:r>
      <w:r w:rsidR="00071EBA">
        <w:rPr>
          <w:sz w:val="28"/>
          <w:szCs w:val="28"/>
        </w:rPr>
        <w:t>4 411</w:t>
      </w:r>
      <w:r w:rsidR="00D87ED2">
        <w:rPr>
          <w:sz w:val="28"/>
          <w:szCs w:val="28"/>
        </w:rPr>
        <w:t> 655,00</w:t>
      </w:r>
      <w:r w:rsidR="00D87ED2" w:rsidRPr="003740C7">
        <w:rPr>
          <w:sz w:val="28"/>
          <w:szCs w:val="28"/>
        </w:rPr>
        <w:t xml:space="preserve"> </w:t>
      </w:r>
      <w:r w:rsidR="00F0449D">
        <w:rPr>
          <w:sz w:val="28"/>
          <w:szCs w:val="28"/>
        </w:rPr>
        <w:t>рублей</w:t>
      </w:r>
      <w:r w:rsidRPr="003740C7">
        <w:rPr>
          <w:sz w:val="28"/>
          <w:szCs w:val="28"/>
        </w:rPr>
        <w:t xml:space="preserve">, в том числе условно утвержденные расходы </w:t>
      </w:r>
      <w:r>
        <w:rPr>
          <w:sz w:val="28"/>
          <w:szCs w:val="28"/>
        </w:rPr>
        <w:br/>
      </w:r>
      <w:r w:rsidRPr="003740C7">
        <w:rPr>
          <w:sz w:val="28"/>
          <w:szCs w:val="28"/>
        </w:rPr>
        <w:t xml:space="preserve">в сумме </w:t>
      </w:r>
      <w:r w:rsidR="00353E22">
        <w:rPr>
          <w:sz w:val="28"/>
          <w:szCs w:val="28"/>
        </w:rPr>
        <w:t>108 848</w:t>
      </w:r>
      <w:r w:rsidR="00F0449D">
        <w:rPr>
          <w:sz w:val="28"/>
          <w:szCs w:val="28"/>
        </w:rPr>
        <w:t>,00</w:t>
      </w:r>
      <w:r w:rsidR="00F0449D" w:rsidRPr="003740C7">
        <w:rPr>
          <w:sz w:val="28"/>
          <w:szCs w:val="28"/>
        </w:rPr>
        <w:t xml:space="preserve"> </w:t>
      </w:r>
      <w:r w:rsidR="00F0449D">
        <w:rPr>
          <w:sz w:val="28"/>
          <w:szCs w:val="28"/>
        </w:rPr>
        <w:t>рублей</w:t>
      </w:r>
      <w:r w:rsidRPr="003740C7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4</w:t>
      </w:r>
      <w:r w:rsidRPr="003740C7">
        <w:rPr>
          <w:sz w:val="28"/>
          <w:szCs w:val="28"/>
        </w:rPr>
        <w:t xml:space="preserve"> год в сумме </w:t>
      </w:r>
      <w:r w:rsidR="00071EBA">
        <w:rPr>
          <w:sz w:val="28"/>
          <w:szCs w:val="28"/>
        </w:rPr>
        <w:t>4 359</w:t>
      </w:r>
      <w:r w:rsidR="00D87ED2">
        <w:rPr>
          <w:sz w:val="28"/>
          <w:szCs w:val="28"/>
        </w:rPr>
        <w:t> 641,00</w:t>
      </w:r>
      <w:r w:rsidR="00D87ED2" w:rsidRPr="003740C7">
        <w:rPr>
          <w:sz w:val="28"/>
          <w:szCs w:val="28"/>
        </w:rPr>
        <w:t xml:space="preserve"> </w:t>
      </w:r>
      <w:r w:rsidR="00D87ED2">
        <w:rPr>
          <w:sz w:val="28"/>
          <w:szCs w:val="28"/>
        </w:rPr>
        <w:t>рубль</w:t>
      </w:r>
      <w:r w:rsidRPr="003740C7">
        <w:rPr>
          <w:sz w:val="28"/>
          <w:szCs w:val="28"/>
        </w:rPr>
        <w:t xml:space="preserve">, в том числе условно утвержденные расходы в сумме </w:t>
      </w:r>
      <w:r w:rsidR="00353E22">
        <w:rPr>
          <w:sz w:val="28"/>
          <w:szCs w:val="28"/>
        </w:rPr>
        <w:t xml:space="preserve"> 217</w:t>
      </w:r>
      <w:r w:rsidR="00F0449D">
        <w:rPr>
          <w:sz w:val="28"/>
          <w:szCs w:val="28"/>
        </w:rPr>
        <w:t xml:space="preserve"> </w:t>
      </w:r>
      <w:r w:rsidR="00353E22">
        <w:rPr>
          <w:sz w:val="28"/>
          <w:szCs w:val="28"/>
        </w:rPr>
        <w:t>874</w:t>
      </w:r>
      <w:r w:rsidR="00F0449D">
        <w:rPr>
          <w:sz w:val="28"/>
          <w:szCs w:val="28"/>
        </w:rPr>
        <w:t>,0  рублей</w:t>
      </w:r>
      <w:r w:rsidRPr="003740C7">
        <w:rPr>
          <w:sz w:val="28"/>
          <w:szCs w:val="28"/>
        </w:rPr>
        <w:t>;</w:t>
      </w:r>
      <w:proofErr w:type="gramEnd"/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3) дефицит бюджета </w:t>
      </w:r>
      <w:r>
        <w:rPr>
          <w:sz w:val="28"/>
          <w:szCs w:val="28"/>
        </w:rPr>
        <w:t xml:space="preserve">сельсовета </w:t>
      </w:r>
      <w:r w:rsidRPr="002441FC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2441F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2024 год </w:t>
      </w:r>
      <w:r w:rsidRPr="002441F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</w:t>
      </w:r>
      <w:r w:rsidRPr="002441FC">
        <w:rPr>
          <w:sz w:val="28"/>
          <w:szCs w:val="28"/>
        </w:rPr>
        <w:t xml:space="preserve"> 0,0</w:t>
      </w:r>
      <w:r>
        <w:rPr>
          <w:sz w:val="28"/>
          <w:szCs w:val="28"/>
        </w:rPr>
        <w:t xml:space="preserve"> </w:t>
      </w:r>
      <w:r w:rsidRPr="002441FC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2441FC">
        <w:rPr>
          <w:sz w:val="28"/>
          <w:szCs w:val="28"/>
        </w:rPr>
        <w:t>;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4) </w:t>
      </w:r>
      <w:hyperlink w:anchor="P352" w:history="1">
        <w:r w:rsidRPr="002441FC">
          <w:rPr>
            <w:sz w:val="28"/>
            <w:szCs w:val="28"/>
          </w:rPr>
          <w:t>источники</w:t>
        </w:r>
      </w:hyperlink>
      <w:r w:rsidRPr="002441FC">
        <w:rPr>
          <w:sz w:val="28"/>
          <w:szCs w:val="28"/>
        </w:rPr>
        <w:t xml:space="preserve"> внутреннего </w:t>
      </w:r>
      <w:proofErr w:type="gramStart"/>
      <w:r w:rsidRPr="002441FC">
        <w:rPr>
          <w:sz w:val="28"/>
          <w:szCs w:val="28"/>
        </w:rPr>
        <w:t xml:space="preserve">финансирования дефицита бюджета </w:t>
      </w:r>
      <w:r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на </w:t>
      </w:r>
      <w:r w:rsidRPr="002441FC">
        <w:rPr>
          <w:sz w:val="28"/>
          <w:szCs w:val="28"/>
        </w:rPr>
        <w:t>202</w:t>
      </w:r>
      <w:r>
        <w:rPr>
          <w:sz w:val="28"/>
          <w:szCs w:val="28"/>
        </w:rPr>
        <w:t xml:space="preserve">3 год и на </w:t>
      </w:r>
      <w:r w:rsidRPr="002441FC">
        <w:rPr>
          <w:sz w:val="28"/>
          <w:szCs w:val="28"/>
        </w:rPr>
        <w:t>202</w:t>
      </w:r>
      <w:r>
        <w:rPr>
          <w:sz w:val="28"/>
          <w:szCs w:val="28"/>
        </w:rPr>
        <w:t xml:space="preserve">4 </w:t>
      </w:r>
      <w:r w:rsidRPr="002441FC">
        <w:rPr>
          <w:sz w:val="28"/>
          <w:szCs w:val="28"/>
        </w:rPr>
        <w:t>год в сумме 0,0</w:t>
      </w:r>
      <w:r>
        <w:rPr>
          <w:sz w:val="28"/>
          <w:szCs w:val="28"/>
        </w:rPr>
        <w:t>0</w:t>
      </w:r>
      <w:r w:rsidRPr="002441FC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ежегодно </w:t>
      </w:r>
      <w:r w:rsidRPr="002441FC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приложению 1 к настоящему Решению</w:t>
      </w:r>
      <w:r w:rsidRPr="002441FC">
        <w:rPr>
          <w:sz w:val="28"/>
          <w:szCs w:val="28"/>
        </w:rPr>
        <w:t>.</w:t>
      </w:r>
    </w:p>
    <w:p w:rsidR="004825C3" w:rsidRPr="001A6663" w:rsidRDefault="002C1B64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32AAC">
        <w:rPr>
          <w:sz w:val="28"/>
          <w:szCs w:val="28"/>
        </w:rPr>
        <w:t xml:space="preserve">. </w:t>
      </w:r>
      <w:r w:rsidR="004825C3" w:rsidRPr="00736D96">
        <w:rPr>
          <w:sz w:val="28"/>
          <w:szCs w:val="28"/>
        </w:rPr>
        <w:t xml:space="preserve">Утвердить </w:t>
      </w:r>
      <w:hyperlink w:anchor="P4913" w:history="1">
        <w:r w:rsidR="004825C3" w:rsidRPr="00736D96">
          <w:rPr>
            <w:sz w:val="28"/>
            <w:szCs w:val="28"/>
          </w:rPr>
          <w:t>доходы</w:t>
        </w:r>
      </w:hyperlink>
      <w:r w:rsidR="004825C3" w:rsidRPr="00736D96">
        <w:rPr>
          <w:sz w:val="28"/>
          <w:szCs w:val="28"/>
        </w:rPr>
        <w:t xml:space="preserve"> бюджета </w:t>
      </w:r>
      <w:r w:rsidR="004825C3">
        <w:rPr>
          <w:sz w:val="28"/>
          <w:szCs w:val="28"/>
        </w:rPr>
        <w:t>сельсовета</w:t>
      </w:r>
      <w:r w:rsidR="004825C3" w:rsidRPr="00736D96">
        <w:rPr>
          <w:sz w:val="28"/>
          <w:szCs w:val="28"/>
        </w:rPr>
        <w:t xml:space="preserve"> </w:t>
      </w:r>
      <w:r w:rsidR="004825C3" w:rsidRPr="001A6663">
        <w:rPr>
          <w:sz w:val="28"/>
          <w:szCs w:val="28"/>
        </w:rPr>
        <w:t>на 202</w:t>
      </w:r>
      <w:r w:rsidR="00772FC0">
        <w:rPr>
          <w:sz w:val="28"/>
          <w:szCs w:val="28"/>
        </w:rPr>
        <w:t>2</w:t>
      </w:r>
      <w:r w:rsidR="004825C3" w:rsidRPr="001A6663">
        <w:rPr>
          <w:sz w:val="28"/>
          <w:szCs w:val="28"/>
        </w:rPr>
        <w:t xml:space="preserve"> год и плановый</w:t>
      </w:r>
      <w:r w:rsidR="004825C3" w:rsidRPr="001A6663">
        <w:rPr>
          <w:b/>
          <w:sz w:val="28"/>
          <w:szCs w:val="28"/>
        </w:rPr>
        <w:t xml:space="preserve"> </w:t>
      </w:r>
      <w:r w:rsidR="004825C3" w:rsidRPr="001A6663">
        <w:rPr>
          <w:sz w:val="28"/>
          <w:szCs w:val="28"/>
        </w:rPr>
        <w:t>период 202</w:t>
      </w:r>
      <w:r w:rsidR="00772FC0">
        <w:rPr>
          <w:sz w:val="28"/>
          <w:szCs w:val="28"/>
        </w:rPr>
        <w:t>3</w:t>
      </w:r>
      <w:r w:rsidR="004825C3" w:rsidRPr="001A6663">
        <w:rPr>
          <w:sz w:val="28"/>
          <w:szCs w:val="28"/>
        </w:rPr>
        <w:t>–202</w:t>
      </w:r>
      <w:r w:rsidR="00772FC0">
        <w:rPr>
          <w:sz w:val="28"/>
          <w:szCs w:val="28"/>
        </w:rPr>
        <w:t>4</w:t>
      </w:r>
      <w:r w:rsidR="004825C3" w:rsidRPr="001A6663">
        <w:rPr>
          <w:sz w:val="28"/>
          <w:szCs w:val="28"/>
        </w:rPr>
        <w:t xml:space="preserve"> годов </w:t>
      </w:r>
      <w:r w:rsidR="004825C3" w:rsidRPr="002441FC">
        <w:rPr>
          <w:sz w:val="28"/>
          <w:szCs w:val="28"/>
        </w:rPr>
        <w:t xml:space="preserve">согласно </w:t>
      </w:r>
      <w:r w:rsidR="00B06C00">
        <w:rPr>
          <w:sz w:val="28"/>
          <w:szCs w:val="28"/>
        </w:rPr>
        <w:t>приложению 2</w:t>
      </w:r>
      <w:r w:rsidR="004825C3">
        <w:rPr>
          <w:sz w:val="28"/>
          <w:szCs w:val="28"/>
        </w:rPr>
        <w:t xml:space="preserve"> к настоящему Решению.</w:t>
      </w:r>
    </w:p>
    <w:p w:rsidR="004825C3" w:rsidRPr="002441FC" w:rsidRDefault="004825C3" w:rsidP="004825C3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4825C3" w:rsidRPr="002441FC" w:rsidRDefault="002C1B64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25C3">
        <w:rPr>
          <w:sz w:val="28"/>
          <w:szCs w:val="28"/>
        </w:rPr>
        <w:t xml:space="preserve">. </w:t>
      </w:r>
      <w:r w:rsidR="004825C3" w:rsidRPr="002441FC">
        <w:rPr>
          <w:sz w:val="28"/>
          <w:szCs w:val="28"/>
        </w:rPr>
        <w:t>Утвердить в пределах</w:t>
      </w:r>
      <w:r w:rsidR="004825C3">
        <w:rPr>
          <w:sz w:val="28"/>
          <w:szCs w:val="28"/>
        </w:rPr>
        <w:t xml:space="preserve"> общего объема расходов</w:t>
      </w:r>
      <w:r w:rsidR="004825C3" w:rsidRPr="002441FC">
        <w:rPr>
          <w:sz w:val="28"/>
          <w:szCs w:val="28"/>
        </w:rPr>
        <w:t xml:space="preserve"> бюджета</w:t>
      </w:r>
      <w:r w:rsidR="004825C3" w:rsidRPr="001A6663">
        <w:rPr>
          <w:sz w:val="28"/>
          <w:szCs w:val="28"/>
        </w:rPr>
        <w:t xml:space="preserve"> </w:t>
      </w:r>
      <w:r w:rsidR="004825C3">
        <w:rPr>
          <w:sz w:val="28"/>
          <w:szCs w:val="28"/>
        </w:rPr>
        <w:t>сельсовета</w:t>
      </w:r>
      <w:r w:rsidR="004825C3" w:rsidRPr="002441FC">
        <w:rPr>
          <w:sz w:val="28"/>
          <w:szCs w:val="28"/>
        </w:rPr>
        <w:t xml:space="preserve">, установленного </w:t>
      </w:r>
      <w:hyperlink w:anchor="P16" w:history="1">
        <w:r w:rsidR="004825C3" w:rsidRPr="002441FC">
          <w:rPr>
            <w:sz w:val="28"/>
            <w:szCs w:val="28"/>
          </w:rPr>
          <w:t>статьей 1</w:t>
        </w:r>
      </w:hyperlink>
      <w:r w:rsidR="004825C3" w:rsidRPr="002441FC">
        <w:rPr>
          <w:sz w:val="28"/>
          <w:szCs w:val="28"/>
        </w:rPr>
        <w:t xml:space="preserve"> настоящего </w:t>
      </w:r>
      <w:r w:rsidR="004825C3">
        <w:rPr>
          <w:sz w:val="28"/>
          <w:szCs w:val="28"/>
        </w:rPr>
        <w:t>Решения</w:t>
      </w:r>
      <w:r w:rsidR="004825C3" w:rsidRPr="002441FC">
        <w:rPr>
          <w:sz w:val="28"/>
          <w:szCs w:val="28"/>
        </w:rPr>
        <w:t>: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1) </w:t>
      </w:r>
      <w:hyperlink w:anchor="P10532" w:history="1">
        <w:r w:rsidRPr="002441FC">
          <w:rPr>
            <w:sz w:val="28"/>
            <w:szCs w:val="28"/>
          </w:rPr>
          <w:t>распределение</w:t>
        </w:r>
      </w:hyperlink>
      <w:r w:rsidRPr="002441FC">
        <w:rPr>
          <w:sz w:val="28"/>
          <w:szCs w:val="28"/>
        </w:rPr>
        <w:t xml:space="preserve"> бюджетных ассигнований по разделам </w:t>
      </w:r>
      <w:r w:rsidRPr="002441FC">
        <w:rPr>
          <w:sz w:val="28"/>
          <w:szCs w:val="28"/>
        </w:rPr>
        <w:br/>
        <w:t xml:space="preserve">и подразделам бюджетной </w:t>
      </w:r>
      <w:proofErr w:type="gramStart"/>
      <w:r w:rsidRPr="002441FC">
        <w:rPr>
          <w:sz w:val="28"/>
          <w:szCs w:val="28"/>
        </w:rPr>
        <w:t>классификации расходов бюджетов Российской Федерации</w:t>
      </w:r>
      <w:proofErr w:type="gramEnd"/>
      <w:r w:rsidRPr="002441FC">
        <w:rPr>
          <w:sz w:val="28"/>
          <w:szCs w:val="28"/>
        </w:rPr>
        <w:t xml:space="preserve"> на 202</w:t>
      </w:r>
      <w:r w:rsidR="00772FC0">
        <w:rPr>
          <w:sz w:val="28"/>
          <w:szCs w:val="28"/>
        </w:rPr>
        <w:t>2</w:t>
      </w:r>
      <w:r w:rsidRPr="002441FC">
        <w:rPr>
          <w:sz w:val="28"/>
          <w:szCs w:val="28"/>
        </w:rPr>
        <w:t xml:space="preserve"> год и плановый период 202</w:t>
      </w:r>
      <w:r w:rsidR="00772FC0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2441FC">
        <w:rPr>
          <w:sz w:val="28"/>
          <w:szCs w:val="28"/>
        </w:rPr>
        <w:t>202</w:t>
      </w:r>
      <w:r w:rsidR="00772FC0">
        <w:rPr>
          <w:sz w:val="28"/>
          <w:szCs w:val="28"/>
        </w:rPr>
        <w:t>4</w:t>
      </w:r>
      <w:r w:rsidR="00B06C00">
        <w:rPr>
          <w:sz w:val="28"/>
          <w:szCs w:val="28"/>
        </w:rPr>
        <w:t xml:space="preserve"> годов согласно приложению 3</w:t>
      </w:r>
      <w:r w:rsidRPr="002441F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2441FC">
        <w:rPr>
          <w:sz w:val="28"/>
          <w:szCs w:val="28"/>
        </w:rPr>
        <w:t>;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2) ведомственную </w:t>
      </w:r>
      <w:hyperlink w:anchor="P11057" w:history="1">
        <w:r w:rsidRPr="002441FC">
          <w:rPr>
            <w:sz w:val="28"/>
            <w:szCs w:val="28"/>
          </w:rPr>
          <w:t>структуру</w:t>
        </w:r>
      </w:hyperlink>
      <w:r w:rsidRPr="002441FC">
        <w:rPr>
          <w:sz w:val="28"/>
          <w:szCs w:val="28"/>
        </w:rPr>
        <w:t xml:space="preserve"> расходов бюджета </w:t>
      </w:r>
      <w:r>
        <w:rPr>
          <w:sz w:val="28"/>
          <w:szCs w:val="28"/>
        </w:rPr>
        <w:t>сельсовета</w:t>
      </w:r>
      <w:r w:rsidRPr="002441FC">
        <w:rPr>
          <w:sz w:val="28"/>
          <w:szCs w:val="28"/>
        </w:rPr>
        <w:t xml:space="preserve"> на 202</w:t>
      </w:r>
      <w:r w:rsidR="00772FC0">
        <w:rPr>
          <w:sz w:val="28"/>
          <w:szCs w:val="28"/>
        </w:rPr>
        <w:t>2</w:t>
      </w:r>
      <w:r w:rsidRPr="002441FC">
        <w:rPr>
          <w:sz w:val="28"/>
          <w:szCs w:val="28"/>
        </w:rPr>
        <w:t xml:space="preserve"> год и плановый период 202</w:t>
      </w:r>
      <w:r w:rsidR="00772FC0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2441FC">
        <w:rPr>
          <w:sz w:val="28"/>
          <w:szCs w:val="28"/>
        </w:rPr>
        <w:t>202</w:t>
      </w:r>
      <w:r w:rsidR="00772FC0">
        <w:rPr>
          <w:sz w:val="28"/>
          <w:szCs w:val="28"/>
        </w:rPr>
        <w:t>4</w:t>
      </w:r>
      <w:r w:rsidR="00B32AAC">
        <w:rPr>
          <w:sz w:val="28"/>
          <w:szCs w:val="28"/>
        </w:rPr>
        <w:t xml:space="preserve"> </w:t>
      </w:r>
      <w:r w:rsidR="00B06C00">
        <w:rPr>
          <w:sz w:val="28"/>
          <w:szCs w:val="28"/>
        </w:rPr>
        <w:t xml:space="preserve">годов согласно приложению </w:t>
      </w:r>
      <w:r w:rsidR="00B06C00">
        <w:rPr>
          <w:sz w:val="28"/>
          <w:szCs w:val="28"/>
        </w:rPr>
        <w:br/>
        <w:t>4</w:t>
      </w:r>
      <w:r w:rsidRPr="002441F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2441FC">
        <w:rPr>
          <w:sz w:val="28"/>
          <w:szCs w:val="28"/>
        </w:rPr>
        <w:t>;</w:t>
      </w:r>
    </w:p>
    <w:p w:rsidR="004825C3" w:rsidRPr="002441FC" w:rsidRDefault="004825C3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441FC">
        <w:rPr>
          <w:sz w:val="28"/>
          <w:szCs w:val="28"/>
        </w:rPr>
        <w:lastRenderedPageBreak/>
        <w:t xml:space="preserve">3) </w:t>
      </w:r>
      <w:hyperlink w:anchor="P51925" w:history="1">
        <w:r w:rsidRPr="002441FC">
          <w:rPr>
            <w:sz w:val="28"/>
            <w:szCs w:val="28"/>
          </w:rPr>
          <w:t>распределение</w:t>
        </w:r>
      </w:hyperlink>
      <w:r w:rsidRPr="002441FC">
        <w:rPr>
          <w:sz w:val="28"/>
          <w:szCs w:val="28"/>
        </w:rPr>
        <w:t xml:space="preserve"> бюджетных ассигнований по целевым статьям (</w:t>
      </w:r>
      <w:r>
        <w:rPr>
          <w:sz w:val="28"/>
          <w:szCs w:val="28"/>
        </w:rPr>
        <w:t>муниципаль</w:t>
      </w:r>
      <w:r w:rsidRPr="002441FC">
        <w:rPr>
          <w:sz w:val="28"/>
          <w:szCs w:val="28"/>
        </w:rPr>
        <w:t xml:space="preserve">ным программам </w:t>
      </w:r>
      <w:r>
        <w:rPr>
          <w:sz w:val="28"/>
          <w:szCs w:val="28"/>
        </w:rPr>
        <w:t>Большетелекского сельсовета</w:t>
      </w:r>
      <w:r w:rsidRPr="002441FC">
        <w:rPr>
          <w:sz w:val="28"/>
          <w:szCs w:val="28"/>
        </w:rPr>
        <w:t xml:space="preserve"> и </w:t>
      </w:r>
      <w:proofErr w:type="spellStart"/>
      <w:r w:rsidRPr="002441FC">
        <w:rPr>
          <w:sz w:val="28"/>
          <w:szCs w:val="28"/>
        </w:rPr>
        <w:t>непрограммным</w:t>
      </w:r>
      <w:proofErr w:type="spellEnd"/>
      <w:r w:rsidRPr="002441FC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</w:t>
      </w:r>
      <w:proofErr w:type="gramStart"/>
      <w:r w:rsidRPr="002441FC">
        <w:rPr>
          <w:sz w:val="28"/>
          <w:szCs w:val="28"/>
        </w:rPr>
        <w:t xml:space="preserve">классификации расходов бюджета </w:t>
      </w:r>
      <w:r>
        <w:rPr>
          <w:sz w:val="28"/>
          <w:szCs w:val="28"/>
        </w:rPr>
        <w:t>сельсовета</w:t>
      </w:r>
      <w:proofErr w:type="gramEnd"/>
      <w:r w:rsidRPr="002441FC">
        <w:rPr>
          <w:sz w:val="28"/>
          <w:szCs w:val="28"/>
        </w:rPr>
        <w:t xml:space="preserve"> на 202</w:t>
      </w:r>
      <w:r w:rsidR="00772FC0">
        <w:rPr>
          <w:sz w:val="28"/>
          <w:szCs w:val="28"/>
        </w:rPr>
        <w:t>2</w:t>
      </w:r>
      <w:r w:rsidRPr="002441FC">
        <w:rPr>
          <w:sz w:val="28"/>
          <w:szCs w:val="28"/>
        </w:rPr>
        <w:t xml:space="preserve"> год и плановый период 202</w:t>
      </w:r>
      <w:r w:rsidR="00772FC0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2441FC">
        <w:rPr>
          <w:sz w:val="28"/>
          <w:szCs w:val="28"/>
        </w:rPr>
        <w:t>202</w:t>
      </w:r>
      <w:r w:rsidR="00772FC0">
        <w:rPr>
          <w:sz w:val="28"/>
          <w:szCs w:val="28"/>
        </w:rPr>
        <w:t>4</w:t>
      </w:r>
      <w:r w:rsidR="00B06C00">
        <w:rPr>
          <w:sz w:val="28"/>
          <w:szCs w:val="28"/>
        </w:rPr>
        <w:t xml:space="preserve"> годов согласно приложению 5</w:t>
      </w:r>
      <w:r w:rsidRPr="002441F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2441FC">
        <w:rPr>
          <w:sz w:val="28"/>
          <w:szCs w:val="28"/>
        </w:rPr>
        <w:t>.</w:t>
      </w:r>
    </w:p>
    <w:p w:rsidR="004825C3" w:rsidRPr="00A13D75" w:rsidRDefault="004825C3" w:rsidP="004825C3">
      <w:pPr>
        <w:pStyle w:val="ConsPlusNormal"/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5C3" w:rsidRPr="002441FC" w:rsidRDefault="002C1B64" w:rsidP="004825C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25C3" w:rsidRPr="001A6663">
        <w:rPr>
          <w:sz w:val="28"/>
          <w:szCs w:val="28"/>
        </w:rPr>
        <w:t>.</w:t>
      </w:r>
      <w:r w:rsidR="004825C3">
        <w:t xml:space="preserve"> </w:t>
      </w:r>
      <w:r w:rsidR="004825C3" w:rsidRPr="002441FC">
        <w:rPr>
          <w:sz w:val="28"/>
          <w:szCs w:val="28"/>
        </w:rPr>
        <w:t xml:space="preserve">Утвердить общий объем средств бюджета </w:t>
      </w:r>
      <w:r w:rsidR="004825C3">
        <w:rPr>
          <w:sz w:val="28"/>
          <w:szCs w:val="28"/>
        </w:rPr>
        <w:t>сельсовета</w:t>
      </w:r>
      <w:r w:rsidR="004825C3" w:rsidRPr="002441FC">
        <w:rPr>
          <w:sz w:val="28"/>
          <w:szCs w:val="28"/>
        </w:rPr>
        <w:t xml:space="preserve"> на исполнение публичных нормативных обязательств </w:t>
      </w:r>
      <w:proofErr w:type="spellStart"/>
      <w:r w:rsidR="004825C3">
        <w:rPr>
          <w:sz w:val="28"/>
          <w:szCs w:val="28"/>
        </w:rPr>
        <w:t>Большетелекскго</w:t>
      </w:r>
      <w:proofErr w:type="spellEnd"/>
      <w:r w:rsidR="004825C3">
        <w:rPr>
          <w:sz w:val="28"/>
          <w:szCs w:val="28"/>
        </w:rPr>
        <w:t xml:space="preserve"> сельсовета </w:t>
      </w:r>
      <w:r w:rsidR="00772FC0">
        <w:rPr>
          <w:sz w:val="28"/>
          <w:szCs w:val="28"/>
        </w:rPr>
        <w:t xml:space="preserve">на 2022 </w:t>
      </w:r>
      <w:r w:rsidR="004825C3" w:rsidRPr="004B73DB">
        <w:rPr>
          <w:sz w:val="28"/>
          <w:szCs w:val="28"/>
        </w:rPr>
        <w:t>год и плановый период</w:t>
      </w:r>
      <w:r w:rsidR="00772FC0">
        <w:rPr>
          <w:sz w:val="28"/>
          <w:szCs w:val="28"/>
        </w:rPr>
        <w:t xml:space="preserve"> 2023 - 2024</w:t>
      </w:r>
      <w:r w:rsidR="004825C3" w:rsidRPr="004B73DB">
        <w:rPr>
          <w:sz w:val="28"/>
          <w:szCs w:val="28"/>
        </w:rPr>
        <w:t xml:space="preserve"> годов в сумме  </w:t>
      </w:r>
      <w:r w:rsidR="00F0449D" w:rsidRPr="00F0449D">
        <w:rPr>
          <w:sz w:val="28"/>
          <w:szCs w:val="28"/>
        </w:rPr>
        <w:t>96 828</w:t>
      </w:r>
      <w:r w:rsidR="004825C3" w:rsidRPr="00F0449D">
        <w:rPr>
          <w:sz w:val="28"/>
          <w:szCs w:val="28"/>
        </w:rPr>
        <w:t>,0</w:t>
      </w:r>
      <w:r w:rsidR="00F0449D" w:rsidRPr="00F0449D">
        <w:rPr>
          <w:sz w:val="28"/>
          <w:szCs w:val="28"/>
        </w:rPr>
        <w:t>0</w:t>
      </w:r>
      <w:r w:rsidR="004825C3" w:rsidRPr="004B73DB">
        <w:rPr>
          <w:sz w:val="28"/>
          <w:szCs w:val="28"/>
        </w:rPr>
        <w:t xml:space="preserve">  рублей ежегодно</w:t>
      </w:r>
      <w:r w:rsidR="004825C3">
        <w:rPr>
          <w:sz w:val="28"/>
          <w:szCs w:val="28"/>
        </w:rPr>
        <w:t>.</w:t>
      </w:r>
    </w:p>
    <w:p w:rsidR="00337FCF" w:rsidRPr="00CE040F" w:rsidRDefault="00337FCF" w:rsidP="00434EC1">
      <w:pPr>
        <w:pStyle w:val="ConsPlusNormal"/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2FC0" w:rsidRPr="002441FC" w:rsidRDefault="002C1B64" w:rsidP="00772F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2AAC">
        <w:rPr>
          <w:sz w:val="28"/>
          <w:szCs w:val="28"/>
        </w:rPr>
        <w:t xml:space="preserve">. Установить, что Глава </w:t>
      </w:r>
      <w:r w:rsidR="00772FC0">
        <w:rPr>
          <w:sz w:val="28"/>
          <w:szCs w:val="28"/>
        </w:rPr>
        <w:t>сельсовета</w:t>
      </w:r>
      <w:r w:rsidR="00B32AAC">
        <w:rPr>
          <w:sz w:val="28"/>
          <w:szCs w:val="28"/>
        </w:rPr>
        <w:t xml:space="preserve"> вправе </w:t>
      </w:r>
      <w:r w:rsidR="00772FC0" w:rsidRPr="002441FC">
        <w:rPr>
          <w:sz w:val="28"/>
          <w:szCs w:val="28"/>
        </w:rPr>
        <w:t xml:space="preserve">в ходе исполнения настоящего </w:t>
      </w:r>
      <w:r w:rsidR="00772FC0">
        <w:rPr>
          <w:sz w:val="28"/>
          <w:szCs w:val="28"/>
        </w:rPr>
        <w:t>Решения</w:t>
      </w:r>
      <w:r w:rsidR="00772FC0" w:rsidRPr="002441FC">
        <w:rPr>
          <w:sz w:val="28"/>
          <w:szCs w:val="28"/>
        </w:rPr>
        <w:t xml:space="preserve"> вносить изменения в сводную бюджетную роспись бюджета </w:t>
      </w:r>
      <w:r w:rsidR="00772FC0">
        <w:rPr>
          <w:sz w:val="28"/>
          <w:szCs w:val="28"/>
        </w:rPr>
        <w:t>сельсовета</w:t>
      </w:r>
      <w:r w:rsidR="00772FC0" w:rsidRPr="002441FC">
        <w:rPr>
          <w:sz w:val="28"/>
          <w:szCs w:val="28"/>
        </w:rPr>
        <w:t xml:space="preserve"> на 202</w:t>
      </w:r>
      <w:r w:rsidR="00772FC0">
        <w:rPr>
          <w:sz w:val="28"/>
          <w:szCs w:val="28"/>
        </w:rPr>
        <w:t>2</w:t>
      </w:r>
      <w:r w:rsidR="00772FC0" w:rsidRPr="002441FC">
        <w:rPr>
          <w:sz w:val="28"/>
          <w:szCs w:val="28"/>
        </w:rPr>
        <w:t xml:space="preserve"> год и плановый период 202</w:t>
      </w:r>
      <w:r w:rsidR="00772FC0">
        <w:rPr>
          <w:sz w:val="28"/>
          <w:szCs w:val="28"/>
        </w:rPr>
        <w:t>3–</w:t>
      </w:r>
      <w:r w:rsidR="00772FC0" w:rsidRPr="002441FC">
        <w:rPr>
          <w:sz w:val="28"/>
          <w:szCs w:val="28"/>
        </w:rPr>
        <w:t>202</w:t>
      </w:r>
      <w:r w:rsidR="00772FC0">
        <w:rPr>
          <w:sz w:val="28"/>
          <w:szCs w:val="28"/>
        </w:rPr>
        <w:t>4</w:t>
      </w:r>
      <w:r w:rsidR="00772FC0" w:rsidRPr="002441FC">
        <w:rPr>
          <w:sz w:val="28"/>
          <w:szCs w:val="28"/>
        </w:rPr>
        <w:t xml:space="preserve"> годов без внес</w:t>
      </w:r>
      <w:r w:rsidR="00772FC0">
        <w:rPr>
          <w:sz w:val="28"/>
          <w:szCs w:val="28"/>
        </w:rPr>
        <w:t>ения изменений в настоящее Решение</w:t>
      </w:r>
      <w:r w:rsidR="00772FC0" w:rsidRPr="002441FC">
        <w:rPr>
          <w:sz w:val="28"/>
          <w:szCs w:val="28"/>
        </w:rPr>
        <w:t>:</w:t>
      </w:r>
    </w:p>
    <w:p w:rsidR="00772FC0" w:rsidRPr="000F6DEF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A96B30">
        <w:rPr>
          <w:rFonts w:ascii="Times New Roman" w:hAnsi="Times New Roman" w:cs="Times New Roman"/>
          <w:sz w:val="28"/>
        </w:rPr>
        <w:t>1)</w:t>
      </w:r>
      <w:r>
        <w:rPr>
          <w:sz w:val="28"/>
          <w:szCs w:val="28"/>
        </w:rPr>
        <w:t> </w:t>
      </w:r>
      <w:r w:rsidRPr="00A96B30">
        <w:rPr>
          <w:rFonts w:ascii="Times New Roman" w:hAnsi="Times New Roman" w:cs="Times New Roman"/>
          <w:sz w:val="28"/>
        </w:rPr>
        <w:t>на сумму</w:t>
      </w:r>
      <w:r w:rsidRPr="000F6DEF">
        <w:rPr>
          <w:rFonts w:ascii="Times New Roman" w:hAnsi="Times New Roman" w:cs="Times New Roman"/>
          <w:sz w:val="28"/>
        </w:rPr>
        <w:t xml:space="preserve"> доходов, дополнительно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</w:t>
      </w:r>
      <w:r>
        <w:rPr>
          <w:rFonts w:ascii="Times New Roman" w:hAnsi="Times New Roman" w:cs="Times New Roman"/>
          <w:sz w:val="28"/>
        </w:rPr>
        <w:t xml:space="preserve">ением доходов от сдачи в аренду имущества, </w:t>
      </w:r>
      <w:r w:rsidRPr="000F6DEF">
        <w:rPr>
          <w:rFonts w:ascii="Times New Roman" w:hAnsi="Times New Roman" w:cs="Times New Roman"/>
          <w:sz w:val="28"/>
        </w:rPr>
        <w:t xml:space="preserve">находящегося в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0F6DEF">
        <w:rPr>
          <w:rFonts w:ascii="Times New Roman" w:hAnsi="Times New Roman" w:cs="Times New Roman"/>
          <w:sz w:val="28"/>
        </w:rPr>
        <w:t xml:space="preserve">собственности и переданного в оперативное управление казенным учреждениям), осуществляемой казенными учреждениями, сверх утвержденных настоящим </w:t>
      </w:r>
      <w:r>
        <w:rPr>
          <w:rFonts w:ascii="Times New Roman" w:hAnsi="Times New Roman" w:cs="Times New Roman"/>
          <w:sz w:val="28"/>
        </w:rPr>
        <w:t>Решением</w:t>
      </w:r>
      <w:r w:rsidRPr="000F6DEF">
        <w:rPr>
          <w:rFonts w:ascii="Times New Roman" w:hAnsi="Times New Roman" w:cs="Times New Roman"/>
          <w:sz w:val="28"/>
        </w:rPr>
        <w:t xml:space="preserve"> и (или) бюджетной сметой</w:t>
      </w:r>
      <w:proofErr w:type="gramEnd"/>
      <w:r w:rsidRPr="000F6DEF">
        <w:rPr>
          <w:rFonts w:ascii="Times New Roman" w:hAnsi="Times New Roman" w:cs="Times New Roman"/>
          <w:sz w:val="28"/>
        </w:rPr>
        <w:t xml:space="preserve"> бюджетных ассигнований на обеспечение деятельности казенных учреждений и направленных на обеспечение деятельности данных учреждений в соответствии с бюджетной сметой;</w:t>
      </w:r>
    </w:p>
    <w:p w:rsidR="00772FC0" w:rsidRPr="000F6DEF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A96B30">
        <w:rPr>
          <w:rFonts w:ascii="Times New Roman" w:hAnsi="Times New Roman" w:cs="Times New Roman"/>
          <w:sz w:val="28"/>
        </w:rPr>
        <w:t>2)</w:t>
      </w:r>
      <w:r>
        <w:rPr>
          <w:sz w:val="28"/>
          <w:szCs w:val="28"/>
        </w:rPr>
        <w:t> </w:t>
      </w:r>
      <w:r w:rsidRPr="00A96B30">
        <w:rPr>
          <w:rFonts w:ascii="Times New Roman" w:hAnsi="Times New Roman" w:cs="Times New Roman"/>
          <w:sz w:val="28"/>
        </w:rPr>
        <w:t xml:space="preserve">на сумму остатков средств, полученных от платных услуг, оказываемых </w:t>
      </w:r>
      <w:r w:rsidRPr="000F6DEF">
        <w:rPr>
          <w:rFonts w:ascii="Times New Roman" w:hAnsi="Times New Roman" w:cs="Times New Roman"/>
          <w:sz w:val="28"/>
        </w:rPr>
        <w:t>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</w:t>
      </w:r>
      <w:r>
        <w:rPr>
          <w:rFonts w:ascii="Times New Roman" w:hAnsi="Times New Roman" w:cs="Times New Roman"/>
          <w:sz w:val="28"/>
        </w:rPr>
        <w:t xml:space="preserve">ением доходов от сдачи в аренду имущества, </w:t>
      </w:r>
      <w:r w:rsidRPr="000F6DEF">
        <w:rPr>
          <w:rFonts w:ascii="Times New Roman" w:hAnsi="Times New Roman" w:cs="Times New Roman"/>
          <w:sz w:val="28"/>
        </w:rPr>
        <w:t xml:space="preserve">находящегося в </w:t>
      </w:r>
      <w:r>
        <w:rPr>
          <w:rFonts w:ascii="Times New Roman" w:hAnsi="Times New Roman" w:cs="Times New Roman"/>
          <w:sz w:val="28"/>
        </w:rPr>
        <w:t>муниципальной</w:t>
      </w:r>
      <w:r w:rsidRPr="000F6DEF">
        <w:rPr>
          <w:rFonts w:ascii="Times New Roman" w:hAnsi="Times New Roman" w:cs="Times New Roman"/>
          <w:sz w:val="28"/>
        </w:rPr>
        <w:t xml:space="preserve"> собственности и переданного в оперативное управление казенным учреждениям), осуществляемой казенными учреждениям</w:t>
      </w:r>
      <w:r>
        <w:rPr>
          <w:rFonts w:ascii="Times New Roman" w:hAnsi="Times New Roman" w:cs="Times New Roman"/>
          <w:sz w:val="28"/>
        </w:rPr>
        <w:t>и, по состоянию на 1 января 2022</w:t>
      </w:r>
      <w:r w:rsidRPr="000F6DEF">
        <w:rPr>
          <w:rFonts w:ascii="Times New Roman" w:hAnsi="Times New Roman" w:cs="Times New Roman"/>
          <w:sz w:val="28"/>
        </w:rPr>
        <w:t xml:space="preserve"> года, которые направляютс</w:t>
      </w:r>
      <w:r>
        <w:rPr>
          <w:rFonts w:ascii="Times New Roman" w:hAnsi="Times New Roman" w:cs="Times New Roman"/>
          <w:sz w:val="28"/>
        </w:rPr>
        <w:t>я</w:t>
      </w:r>
      <w:proofErr w:type="gramEnd"/>
      <w:r>
        <w:rPr>
          <w:rFonts w:ascii="Times New Roman" w:hAnsi="Times New Roman" w:cs="Times New Roman"/>
          <w:sz w:val="28"/>
        </w:rPr>
        <w:t xml:space="preserve"> на обеспечение деятельности данных </w:t>
      </w:r>
      <w:r w:rsidRPr="000F6DEF">
        <w:rPr>
          <w:rFonts w:ascii="Times New Roman" w:hAnsi="Times New Roman" w:cs="Times New Roman"/>
          <w:sz w:val="28"/>
        </w:rPr>
        <w:t>учреждений в соответствии с бюджетной сметой;</w:t>
      </w:r>
    </w:p>
    <w:p w:rsidR="00772FC0" w:rsidRPr="00121199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121199">
        <w:rPr>
          <w:rFonts w:ascii="Times New Roman" w:hAnsi="Times New Roman" w:cs="Times New Roman"/>
          <w:sz w:val="28"/>
        </w:rPr>
        <w:t>3)</w:t>
      </w:r>
      <w:r>
        <w:rPr>
          <w:sz w:val="28"/>
          <w:szCs w:val="28"/>
        </w:rPr>
        <w:t> </w:t>
      </w:r>
      <w:r w:rsidRPr="00121199">
        <w:rPr>
          <w:rFonts w:ascii="Times New Roman" w:hAnsi="Times New Roman" w:cs="Times New Roman"/>
          <w:sz w:val="28"/>
        </w:rPr>
        <w:t xml:space="preserve">в случаях образования, переименования, реорганизации, ликвидации органов </w:t>
      </w:r>
      <w:r>
        <w:rPr>
          <w:rFonts w:ascii="Times New Roman" w:hAnsi="Times New Roman" w:cs="Times New Roman"/>
          <w:sz w:val="28"/>
        </w:rPr>
        <w:t>муниципаль</w:t>
      </w:r>
      <w:r w:rsidRPr="00121199">
        <w:rPr>
          <w:rFonts w:ascii="Times New Roman" w:hAnsi="Times New Roman" w:cs="Times New Roman"/>
          <w:sz w:val="28"/>
        </w:rPr>
        <w:t xml:space="preserve">ной власти,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>
        <w:rPr>
          <w:rFonts w:ascii="Times New Roman" w:hAnsi="Times New Roman" w:cs="Times New Roman"/>
          <w:sz w:val="28"/>
        </w:rPr>
        <w:t>Решением</w:t>
      </w:r>
      <w:r w:rsidRPr="00121199">
        <w:rPr>
          <w:rFonts w:ascii="Times New Roman" w:hAnsi="Times New Roman" w:cs="Times New Roman"/>
          <w:sz w:val="28"/>
        </w:rPr>
        <w:t xml:space="preserve"> на обеспечение деятельности соответствующих органов </w:t>
      </w:r>
      <w:r>
        <w:rPr>
          <w:rFonts w:ascii="Times New Roman" w:hAnsi="Times New Roman" w:cs="Times New Roman"/>
          <w:sz w:val="28"/>
        </w:rPr>
        <w:t>муниципаль</w:t>
      </w:r>
      <w:r w:rsidRPr="00121199">
        <w:rPr>
          <w:rFonts w:ascii="Times New Roman" w:hAnsi="Times New Roman" w:cs="Times New Roman"/>
          <w:sz w:val="28"/>
        </w:rPr>
        <w:t>ной</w:t>
      </w:r>
      <w:r>
        <w:rPr>
          <w:rFonts w:ascii="Times New Roman" w:hAnsi="Times New Roman" w:cs="Times New Roman"/>
          <w:sz w:val="28"/>
        </w:rPr>
        <w:t xml:space="preserve"> власти</w:t>
      </w:r>
      <w:r w:rsidRPr="00121199">
        <w:rPr>
          <w:rFonts w:ascii="Times New Roman" w:hAnsi="Times New Roman" w:cs="Times New Roman"/>
          <w:sz w:val="28"/>
        </w:rPr>
        <w:t>;</w:t>
      </w:r>
      <w:proofErr w:type="gramEnd"/>
    </w:p>
    <w:p w:rsidR="00772FC0" w:rsidRPr="00121199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4</w:t>
      </w:r>
      <w:r w:rsidRPr="00121199">
        <w:rPr>
          <w:rFonts w:ascii="Times New Roman" w:hAnsi="Times New Roman" w:cs="Times New Roman"/>
          <w:sz w:val="28"/>
        </w:rPr>
        <w:t>)</w:t>
      </w:r>
      <w:r>
        <w:rPr>
          <w:sz w:val="28"/>
          <w:szCs w:val="28"/>
        </w:rPr>
        <w:t> </w:t>
      </w:r>
      <w:r w:rsidRPr="00121199">
        <w:rPr>
          <w:rFonts w:ascii="Times New Roman" w:hAnsi="Times New Roman" w:cs="Times New Roman"/>
          <w:sz w:val="28"/>
        </w:rPr>
        <w:t xml:space="preserve">в случаях переименования, реорганизации, ликвидации, создания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121199">
        <w:rPr>
          <w:rFonts w:ascii="Times New Roman" w:hAnsi="Times New Roman" w:cs="Times New Roman"/>
          <w:sz w:val="28"/>
        </w:rPr>
        <w:t xml:space="preserve"> учреждений, перераспределения объема оказываемых </w:t>
      </w:r>
      <w:r>
        <w:rPr>
          <w:rFonts w:ascii="Times New Roman" w:hAnsi="Times New Roman" w:cs="Times New Roman"/>
          <w:sz w:val="28"/>
        </w:rPr>
        <w:t>муниципаль</w:t>
      </w:r>
      <w:r w:rsidRPr="00121199">
        <w:rPr>
          <w:rFonts w:ascii="Times New Roman" w:hAnsi="Times New Roman" w:cs="Times New Roman"/>
          <w:sz w:val="28"/>
        </w:rPr>
        <w:t xml:space="preserve">ных услуг, выполняемых работ и (или) исполняемых </w:t>
      </w:r>
      <w:r>
        <w:rPr>
          <w:rFonts w:ascii="Times New Roman" w:hAnsi="Times New Roman" w:cs="Times New Roman"/>
          <w:sz w:val="28"/>
        </w:rPr>
        <w:t>муниципаль</w:t>
      </w:r>
      <w:r w:rsidRPr="00121199">
        <w:rPr>
          <w:rFonts w:ascii="Times New Roman" w:hAnsi="Times New Roman" w:cs="Times New Roman"/>
          <w:sz w:val="28"/>
        </w:rPr>
        <w:t xml:space="preserve">ных функций и численности, а также в случаях осуществления </w:t>
      </w:r>
      <w:r w:rsidRPr="00121199">
        <w:rPr>
          <w:rFonts w:ascii="Times New Roman" w:hAnsi="Times New Roman" w:cs="Times New Roman"/>
          <w:sz w:val="28"/>
        </w:rPr>
        <w:lastRenderedPageBreak/>
        <w:t xml:space="preserve">расходов на выплаты работникам при их увольнении </w:t>
      </w:r>
      <w:r>
        <w:rPr>
          <w:rFonts w:ascii="Times New Roman" w:hAnsi="Times New Roman" w:cs="Times New Roman"/>
          <w:sz w:val="28"/>
        </w:rPr>
        <w:br/>
      </w:r>
      <w:r w:rsidRPr="00121199">
        <w:rPr>
          <w:rFonts w:ascii="Times New Roman" w:hAnsi="Times New Roman" w:cs="Times New Roman"/>
          <w:sz w:val="28"/>
        </w:rPr>
        <w:t xml:space="preserve">в соответствии с действующим законодательством в пределах общего объема средств, предусмотренных настоящим </w:t>
      </w:r>
      <w:r>
        <w:rPr>
          <w:rFonts w:ascii="Times New Roman" w:hAnsi="Times New Roman" w:cs="Times New Roman"/>
          <w:sz w:val="28"/>
        </w:rPr>
        <w:t>Решением</w:t>
      </w:r>
      <w:r w:rsidRPr="00121199">
        <w:rPr>
          <w:rFonts w:ascii="Times New Roman" w:hAnsi="Times New Roman" w:cs="Times New Roman"/>
          <w:sz w:val="28"/>
        </w:rPr>
        <w:t xml:space="preserve"> на обеспечение деятельности </w:t>
      </w:r>
      <w:r>
        <w:rPr>
          <w:rFonts w:ascii="Times New Roman" w:hAnsi="Times New Roman" w:cs="Times New Roman"/>
          <w:sz w:val="28"/>
        </w:rPr>
        <w:t>муниципальных</w:t>
      </w:r>
      <w:r w:rsidRPr="00121199">
        <w:rPr>
          <w:rFonts w:ascii="Times New Roman" w:hAnsi="Times New Roman" w:cs="Times New Roman"/>
          <w:sz w:val="28"/>
        </w:rPr>
        <w:t xml:space="preserve"> учреждений;</w:t>
      </w:r>
      <w:proofErr w:type="gramEnd"/>
    </w:p>
    <w:p w:rsidR="00772FC0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5</w:t>
      </w:r>
      <w:r w:rsidRPr="001542A8">
        <w:rPr>
          <w:rFonts w:ascii="Times New Roman" w:hAnsi="Times New Roman" w:cs="Times New Roman"/>
          <w:sz w:val="28"/>
        </w:rPr>
        <w:t>)</w:t>
      </w:r>
      <w:r w:rsidRPr="001542A8">
        <w:rPr>
          <w:sz w:val="28"/>
          <w:szCs w:val="28"/>
        </w:rPr>
        <w:t> </w:t>
      </w:r>
      <w:r w:rsidRPr="00BB234D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>
        <w:rPr>
          <w:rFonts w:ascii="Times New Roman" w:hAnsi="Times New Roman" w:cs="Times New Roman"/>
          <w:sz w:val="28"/>
        </w:rPr>
        <w:br/>
      </w:r>
      <w:r w:rsidRPr="00BB234D">
        <w:rPr>
          <w:rFonts w:ascii="Times New Roman" w:hAnsi="Times New Roman" w:cs="Times New Roman"/>
          <w:sz w:val="28"/>
        </w:rPr>
        <w:t xml:space="preserve">из бюджетов </w:t>
      </w:r>
      <w:r>
        <w:rPr>
          <w:rFonts w:ascii="Times New Roman" w:hAnsi="Times New Roman" w:cs="Times New Roman"/>
          <w:sz w:val="28"/>
        </w:rPr>
        <w:t>других уровней</w:t>
      </w:r>
      <w:r w:rsidRPr="00BB234D">
        <w:rPr>
          <w:rFonts w:ascii="Times New Roman" w:hAnsi="Times New Roman" w:cs="Times New Roman"/>
          <w:sz w:val="28"/>
        </w:rPr>
        <w:t xml:space="preserve"> на осуществление отдельных целевых расходов на основании федеральных </w:t>
      </w:r>
      <w:r>
        <w:rPr>
          <w:rFonts w:ascii="Times New Roman" w:hAnsi="Times New Roman" w:cs="Times New Roman"/>
          <w:sz w:val="28"/>
        </w:rPr>
        <w:t xml:space="preserve">и региональных </w:t>
      </w:r>
      <w:r w:rsidRPr="00BB234D">
        <w:rPr>
          <w:rFonts w:ascii="Times New Roman" w:hAnsi="Times New Roman" w:cs="Times New Roman"/>
          <w:sz w:val="28"/>
        </w:rPr>
        <w:t xml:space="preserve">законов и (или) правовых </w:t>
      </w:r>
      <w:r w:rsidRPr="00464E1D">
        <w:rPr>
          <w:rFonts w:ascii="Times New Roman" w:hAnsi="Times New Roman" w:cs="Times New Roman"/>
          <w:sz w:val="28"/>
        </w:rPr>
        <w:t>актов Президента Российской Федерации и Правительства Российской Федерации</w:t>
      </w:r>
      <w:r>
        <w:rPr>
          <w:rFonts w:ascii="Times New Roman" w:hAnsi="Times New Roman" w:cs="Times New Roman"/>
          <w:sz w:val="28"/>
        </w:rPr>
        <w:t>, Губернатора Красноярского края и Правительства Красноярского края, а также</w:t>
      </w:r>
      <w:r w:rsidRPr="00464E1D">
        <w:rPr>
          <w:rFonts w:ascii="Times New Roman" w:hAnsi="Times New Roman" w:cs="Times New Roman"/>
          <w:sz w:val="28"/>
        </w:rPr>
        <w:t xml:space="preserve"> соглашений, заключенных с главными р</w:t>
      </w:r>
      <w:r>
        <w:rPr>
          <w:rFonts w:ascii="Times New Roman" w:hAnsi="Times New Roman" w:cs="Times New Roman"/>
          <w:sz w:val="28"/>
        </w:rPr>
        <w:t>аспорядителями средств краевого бюджета</w:t>
      </w:r>
      <w:r w:rsidRPr="00464E1D">
        <w:rPr>
          <w:rFonts w:ascii="Times New Roman" w:hAnsi="Times New Roman" w:cs="Times New Roman"/>
          <w:sz w:val="28"/>
        </w:rPr>
        <w:t xml:space="preserve">, </w:t>
      </w:r>
      <w:r w:rsidRPr="00D60E1C">
        <w:rPr>
          <w:rFonts w:ascii="Times New Roman" w:hAnsi="Times New Roman" w:cs="Times New Roman"/>
          <w:sz w:val="28"/>
        </w:rPr>
        <w:t>а также в случае сокращения (возврата при отсутствии потребности) указанных</w:t>
      </w:r>
      <w:proofErr w:type="gramEnd"/>
      <w:r w:rsidRPr="00D60E1C">
        <w:rPr>
          <w:rFonts w:ascii="Times New Roman" w:hAnsi="Times New Roman" w:cs="Times New Roman"/>
          <w:sz w:val="28"/>
        </w:rPr>
        <w:t xml:space="preserve"> межбюджетных трансфертов</w:t>
      </w:r>
      <w:r>
        <w:rPr>
          <w:rFonts w:ascii="Times New Roman" w:hAnsi="Times New Roman" w:cs="Times New Roman"/>
          <w:sz w:val="28"/>
        </w:rPr>
        <w:t>;</w:t>
      </w:r>
    </w:p>
    <w:p w:rsidR="00772FC0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1A1402">
        <w:rPr>
          <w:rFonts w:ascii="Times New Roman" w:hAnsi="Times New Roman" w:cs="Times New Roman"/>
          <w:sz w:val="28"/>
        </w:rPr>
        <w:t>)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</w:rPr>
        <w:t xml:space="preserve">в случае </w:t>
      </w:r>
      <w:proofErr w:type="gramStart"/>
      <w:r>
        <w:rPr>
          <w:rFonts w:ascii="Times New Roman" w:hAnsi="Times New Roman" w:cs="Times New Roman"/>
          <w:sz w:val="28"/>
        </w:rPr>
        <w:t>уменьшения суммы средств межбюджетных трансфертов</w:t>
      </w:r>
      <w:proofErr w:type="gramEnd"/>
      <w:r>
        <w:rPr>
          <w:rFonts w:ascii="Times New Roman" w:hAnsi="Times New Roman" w:cs="Times New Roman"/>
          <w:sz w:val="28"/>
        </w:rPr>
        <w:t xml:space="preserve"> из районного бюджета;</w:t>
      </w:r>
    </w:p>
    <w:p w:rsidR="00772FC0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1A1402">
        <w:rPr>
          <w:rFonts w:ascii="Times New Roman" w:hAnsi="Times New Roman" w:cs="Times New Roman"/>
          <w:sz w:val="28"/>
        </w:rPr>
        <w:t>)</w:t>
      </w:r>
      <w:r>
        <w:rPr>
          <w:sz w:val="28"/>
          <w:szCs w:val="28"/>
        </w:rPr>
        <w:t> </w:t>
      </w:r>
      <w:r w:rsidRPr="001A1402">
        <w:rPr>
          <w:rFonts w:ascii="Times New Roman" w:hAnsi="Times New Roman" w:cs="Times New Roman"/>
          <w:sz w:val="28"/>
        </w:rPr>
        <w:t>на сумму не использованных по состоянию на</w:t>
      </w:r>
      <w:r w:rsidR="00D8216E">
        <w:rPr>
          <w:rFonts w:ascii="Times New Roman" w:hAnsi="Times New Roman" w:cs="Times New Roman"/>
          <w:sz w:val="28"/>
        </w:rPr>
        <w:t xml:space="preserve"> 1 января 2022</w:t>
      </w:r>
      <w:r w:rsidRPr="001A1402">
        <w:rPr>
          <w:rFonts w:ascii="Times New Roman" w:hAnsi="Times New Roman" w:cs="Times New Roman"/>
          <w:sz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 w:rsidR="00D8216E">
        <w:rPr>
          <w:rFonts w:ascii="Times New Roman" w:hAnsi="Times New Roman" w:cs="Times New Roman"/>
          <w:sz w:val="28"/>
        </w:rPr>
        <w:t>ние, которые направляются в 2022</w:t>
      </w:r>
      <w:r w:rsidRPr="001A1402">
        <w:rPr>
          <w:rFonts w:ascii="Times New Roman" w:hAnsi="Times New Roman" w:cs="Times New Roman"/>
          <w:sz w:val="28"/>
        </w:rPr>
        <w:t xml:space="preserve"> году </w:t>
      </w:r>
      <w:proofErr w:type="gramStart"/>
      <w:r w:rsidRPr="001A1402">
        <w:rPr>
          <w:rFonts w:ascii="Times New Roman" w:hAnsi="Times New Roman" w:cs="Times New Roman"/>
          <w:sz w:val="28"/>
        </w:rPr>
        <w:t>на те</w:t>
      </w:r>
      <w:proofErr w:type="gramEnd"/>
      <w:r w:rsidRPr="001A1402">
        <w:rPr>
          <w:rFonts w:ascii="Times New Roman" w:hAnsi="Times New Roman" w:cs="Times New Roman"/>
          <w:sz w:val="28"/>
        </w:rPr>
        <w:t xml:space="preserve"> же цели;</w:t>
      </w:r>
    </w:p>
    <w:p w:rsidR="00772FC0" w:rsidRPr="001542A8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1542A8">
        <w:rPr>
          <w:rFonts w:ascii="Times New Roman" w:hAnsi="Times New Roman" w:cs="Times New Roman"/>
          <w:sz w:val="28"/>
        </w:rPr>
        <w:t>)</w:t>
      </w:r>
      <w:r w:rsidRPr="001542A8">
        <w:rPr>
          <w:sz w:val="28"/>
          <w:szCs w:val="28"/>
        </w:rPr>
        <w:t> </w:t>
      </w:r>
      <w:r w:rsidRPr="001542A8">
        <w:rPr>
          <w:rFonts w:ascii="Times New Roman" w:hAnsi="Times New Roman" w:cs="Times New Roman"/>
          <w:sz w:val="28"/>
        </w:rPr>
        <w:t xml:space="preserve">в пределах общего объема средств, предусмотренных настоящим </w:t>
      </w:r>
      <w:r>
        <w:rPr>
          <w:rFonts w:ascii="Times New Roman" w:hAnsi="Times New Roman" w:cs="Times New Roman"/>
          <w:sz w:val="28"/>
        </w:rPr>
        <w:t>Решением</w:t>
      </w:r>
      <w:r w:rsidRPr="001542A8">
        <w:rPr>
          <w:rFonts w:ascii="Times New Roman" w:hAnsi="Times New Roman" w:cs="Times New Roman"/>
          <w:sz w:val="28"/>
        </w:rPr>
        <w:t xml:space="preserve"> для финансирования мероприятий в рамках одной </w:t>
      </w:r>
      <w:r>
        <w:rPr>
          <w:rFonts w:ascii="Times New Roman" w:hAnsi="Times New Roman" w:cs="Times New Roman"/>
          <w:sz w:val="28"/>
        </w:rPr>
        <w:t>муниципальной</w:t>
      </w:r>
      <w:r w:rsidRPr="001542A8">
        <w:rPr>
          <w:rFonts w:ascii="Times New Roman" w:hAnsi="Times New Roman" w:cs="Times New Roman"/>
          <w:sz w:val="28"/>
        </w:rPr>
        <w:t xml:space="preserve"> программы </w:t>
      </w:r>
      <w:r>
        <w:rPr>
          <w:rFonts w:ascii="Times New Roman" w:hAnsi="Times New Roman" w:cs="Times New Roman"/>
          <w:sz w:val="28"/>
        </w:rPr>
        <w:t>Большетелекского сельсовета</w:t>
      </w:r>
      <w:r w:rsidRPr="001542A8">
        <w:rPr>
          <w:rFonts w:ascii="Times New Roman" w:hAnsi="Times New Roman" w:cs="Times New Roman"/>
          <w:sz w:val="28"/>
        </w:rPr>
        <w:t>, после внесения изменений в указанную программу в установленном порядке;</w:t>
      </w:r>
    </w:p>
    <w:p w:rsidR="00772FC0" w:rsidRPr="00D52A6E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D52A6E">
        <w:rPr>
          <w:rFonts w:ascii="Times New Roman" w:hAnsi="Times New Roman" w:cs="Times New Roman"/>
          <w:sz w:val="28"/>
        </w:rPr>
        <w:t>)</w:t>
      </w:r>
      <w:r>
        <w:rPr>
          <w:sz w:val="28"/>
          <w:szCs w:val="28"/>
        </w:rPr>
        <w:t> </w:t>
      </w:r>
      <w:r w:rsidRPr="00D52A6E">
        <w:rPr>
          <w:rFonts w:ascii="Times New Roman" w:hAnsi="Times New Roman" w:cs="Times New Roman"/>
          <w:sz w:val="28"/>
        </w:rPr>
        <w:t xml:space="preserve">в случае исполнения исполнительных документов </w:t>
      </w:r>
      <w:r>
        <w:rPr>
          <w:rFonts w:ascii="Times New Roman" w:hAnsi="Times New Roman" w:cs="Times New Roman"/>
          <w:sz w:val="28"/>
        </w:rPr>
        <w:br/>
      </w:r>
      <w:r w:rsidRPr="00D52A6E">
        <w:rPr>
          <w:rFonts w:ascii="Times New Roman" w:hAnsi="Times New Roman" w:cs="Times New Roman"/>
          <w:sz w:val="28"/>
        </w:rPr>
        <w:t xml:space="preserve">(за исключением судебных актов) и решений налоговых органов </w:t>
      </w:r>
      <w:r>
        <w:rPr>
          <w:rFonts w:ascii="Times New Roman" w:hAnsi="Times New Roman" w:cs="Times New Roman"/>
          <w:sz w:val="28"/>
        </w:rPr>
        <w:br/>
      </w:r>
      <w:r w:rsidRPr="00D52A6E">
        <w:rPr>
          <w:rFonts w:ascii="Times New Roman" w:hAnsi="Times New Roman" w:cs="Times New Roman"/>
          <w:sz w:val="28"/>
        </w:rPr>
        <w:t>о взыскании налога, сбора, страхового взноса, пеней и штрафов, предусматривающих обращение взыскания на средства бюджета</w:t>
      </w:r>
      <w:r>
        <w:rPr>
          <w:rFonts w:ascii="Times New Roman" w:hAnsi="Times New Roman" w:cs="Times New Roman"/>
          <w:sz w:val="28"/>
        </w:rPr>
        <w:t xml:space="preserve"> сельсовета</w:t>
      </w:r>
      <w:r w:rsidRPr="00D52A6E">
        <w:rPr>
          <w:rFonts w:ascii="Times New Roman" w:hAnsi="Times New Roman" w:cs="Times New Roman"/>
          <w:sz w:val="28"/>
        </w:rPr>
        <w:t>, в пределах общего объема средств, предусмотренных главному распорядителю средств бюджета</w:t>
      </w:r>
      <w:r>
        <w:rPr>
          <w:rFonts w:ascii="Times New Roman" w:hAnsi="Times New Roman" w:cs="Times New Roman"/>
          <w:sz w:val="28"/>
        </w:rPr>
        <w:t xml:space="preserve"> сельсовета</w:t>
      </w:r>
      <w:r w:rsidRPr="00D52A6E">
        <w:rPr>
          <w:rFonts w:ascii="Times New Roman" w:hAnsi="Times New Roman" w:cs="Times New Roman"/>
          <w:sz w:val="28"/>
        </w:rPr>
        <w:t>;</w:t>
      </w:r>
    </w:p>
    <w:p w:rsidR="00D76312" w:rsidRDefault="00772FC0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10</w:t>
      </w:r>
      <w:r w:rsidRPr="00D52A6E">
        <w:rPr>
          <w:rFonts w:ascii="Times New Roman" w:hAnsi="Times New Roman" w:cs="Times New Roman"/>
          <w:sz w:val="28"/>
        </w:rPr>
        <w:t>)</w:t>
      </w:r>
      <w:r>
        <w:rPr>
          <w:sz w:val="28"/>
          <w:szCs w:val="28"/>
        </w:rPr>
        <w:t> </w:t>
      </w:r>
      <w:r w:rsidRPr="00D52A6E">
        <w:rPr>
          <w:rFonts w:ascii="Times New Roman" w:hAnsi="Times New Roman" w:cs="Times New Roman"/>
          <w:sz w:val="28"/>
        </w:rPr>
        <w:t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  <w:proofErr w:type="gramEnd"/>
    </w:p>
    <w:p w:rsidR="00772FC0" w:rsidRPr="00D76312" w:rsidRDefault="00D76312" w:rsidP="00772F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6312">
        <w:rPr>
          <w:rFonts w:ascii="Times New Roman" w:hAnsi="Times New Roman" w:cs="Times New Roman"/>
          <w:sz w:val="28"/>
          <w:szCs w:val="28"/>
        </w:rPr>
        <w:t>11)</w:t>
      </w:r>
      <w:r w:rsidRPr="00D76312">
        <w:rPr>
          <w:rFonts w:ascii="Times New Roman" w:hAnsi="Times New Roman" w:cs="Times New Roman"/>
          <w:color w:val="000000"/>
          <w:sz w:val="28"/>
          <w:szCs w:val="28"/>
        </w:rPr>
        <w:t xml:space="preserve">  на сумму средств межбюджетных трансфертов, передаваемых из краевого бюджета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краевых законов, нормативно правовых актов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уведомлений главных распорядителей средств краевого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72FC0" w:rsidRPr="00D76312" w:rsidRDefault="00772FC0" w:rsidP="00990318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216E" w:rsidRDefault="002C1B64" w:rsidP="00D8216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216E">
        <w:rPr>
          <w:rFonts w:ascii="Times New Roman" w:hAnsi="Times New Roman" w:cs="Times New Roman"/>
          <w:sz w:val="28"/>
          <w:szCs w:val="28"/>
        </w:rPr>
        <w:t xml:space="preserve">. 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</w:t>
      </w:r>
      <w:r w:rsidR="00D8216E">
        <w:rPr>
          <w:rFonts w:ascii="Times New Roman" w:hAnsi="Times New Roman" w:cs="Times New Roman"/>
          <w:sz w:val="28"/>
          <w:szCs w:val="28"/>
        </w:rPr>
        <w:t>муниципаль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ные должности </w:t>
      </w:r>
      <w:r w:rsidR="00D8216E">
        <w:rPr>
          <w:rFonts w:ascii="Times New Roman" w:hAnsi="Times New Roman" w:cs="Times New Roman"/>
          <w:sz w:val="28"/>
          <w:szCs w:val="28"/>
        </w:rPr>
        <w:t>Большетелекского сельсовета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, размеры окладов </w:t>
      </w:r>
      <w:r w:rsidR="00D8216E">
        <w:rPr>
          <w:rFonts w:ascii="Times New Roman" w:hAnsi="Times New Roman" w:cs="Times New Roman"/>
          <w:sz w:val="28"/>
          <w:szCs w:val="28"/>
        </w:rPr>
        <w:t xml:space="preserve">денежного содержания 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по должностям </w:t>
      </w:r>
      <w:r w:rsidR="00D8216E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 </w:t>
      </w:r>
      <w:r w:rsidR="00D8216E">
        <w:rPr>
          <w:rFonts w:ascii="Times New Roman" w:hAnsi="Times New Roman" w:cs="Times New Roman"/>
          <w:sz w:val="28"/>
          <w:szCs w:val="28"/>
        </w:rPr>
        <w:t>Большетелекского сельсовета</w:t>
      </w:r>
      <w:r w:rsidR="00D8216E" w:rsidRPr="00071808">
        <w:rPr>
          <w:rFonts w:ascii="Times New Roman" w:hAnsi="Times New Roman" w:cs="Times New Roman"/>
          <w:sz w:val="28"/>
          <w:szCs w:val="28"/>
        </w:rPr>
        <w:t xml:space="preserve"> </w:t>
      </w:r>
      <w:r w:rsidR="00D8216E">
        <w:rPr>
          <w:rFonts w:ascii="Times New Roman" w:hAnsi="Times New Roman" w:cs="Times New Roman"/>
          <w:sz w:val="28"/>
          <w:szCs w:val="28"/>
        </w:rPr>
        <w:t>увеличиваются (индексируются</w:t>
      </w:r>
      <w:r w:rsidR="00D8216E" w:rsidRPr="00A16491">
        <w:rPr>
          <w:rFonts w:ascii="Times New Roman" w:hAnsi="Times New Roman" w:cs="Times New Roman"/>
          <w:sz w:val="28"/>
          <w:szCs w:val="28"/>
        </w:rPr>
        <w:t>)</w:t>
      </w:r>
      <w:r w:rsidR="00D8216E">
        <w:rPr>
          <w:rFonts w:ascii="Times New Roman" w:hAnsi="Times New Roman" w:cs="Times New Roman"/>
          <w:sz w:val="28"/>
          <w:szCs w:val="28"/>
        </w:rPr>
        <w:t>:</w:t>
      </w:r>
    </w:p>
    <w:p w:rsidR="00D8216E" w:rsidRPr="00CE040F" w:rsidRDefault="00D8216E" w:rsidP="00D8216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lastRenderedPageBreak/>
        <w:t>в 2022 году на 4 процента с 1 октября 2022 года;</w:t>
      </w:r>
    </w:p>
    <w:p w:rsidR="00D8216E" w:rsidRPr="00CE040F" w:rsidRDefault="00D8216E" w:rsidP="00D8216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t>в плановом периоде 2023–2024 годов на коэффициент, равный 1.</w:t>
      </w:r>
    </w:p>
    <w:p w:rsidR="00D8216E" w:rsidRPr="00A13D75" w:rsidRDefault="00D8216E" w:rsidP="00D8216E">
      <w:pPr>
        <w:pStyle w:val="ConsPlusNormal"/>
        <w:ind w:firstLine="0"/>
        <w:jc w:val="both"/>
        <w:outlineLvl w:val="2"/>
        <w:rPr>
          <w:rFonts w:ascii="Times New Roman" w:hAnsi="Times New Roman" w:cs="Times New Roman"/>
        </w:rPr>
      </w:pPr>
    </w:p>
    <w:p w:rsidR="00615677" w:rsidRDefault="002C1B64" w:rsidP="00D8216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216E">
        <w:rPr>
          <w:rFonts w:ascii="Times New Roman" w:hAnsi="Times New Roman" w:cs="Times New Roman"/>
          <w:sz w:val="28"/>
          <w:szCs w:val="28"/>
        </w:rPr>
        <w:t xml:space="preserve">. </w:t>
      </w:r>
      <w:r w:rsidR="00D8216E" w:rsidRPr="002D19BD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D8216E">
        <w:rPr>
          <w:rFonts w:ascii="Times New Roman" w:hAnsi="Times New Roman" w:cs="Times New Roman"/>
          <w:sz w:val="28"/>
          <w:szCs w:val="28"/>
        </w:rPr>
        <w:t>муниципальных</w:t>
      </w:r>
      <w:r w:rsidR="00D8216E" w:rsidRPr="002D19BD">
        <w:rPr>
          <w:rFonts w:ascii="Times New Roman" w:hAnsi="Times New Roman" w:cs="Times New Roman"/>
          <w:sz w:val="28"/>
          <w:szCs w:val="28"/>
        </w:rPr>
        <w:t xml:space="preserve"> учреждений увеличивается (индексируется)</w:t>
      </w:r>
      <w:r w:rsidR="00615677">
        <w:rPr>
          <w:rFonts w:ascii="Times New Roman" w:hAnsi="Times New Roman" w:cs="Times New Roman"/>
          <w:sz w:val="28"/>
          <w:szCs w:val="28"/>
        </w:rPr>
        <w:t>:</w:t>
      </w:r>
    </w:p>
    <w:p w:rsidR="00615677" w:rsidRPr="00CE040F" w:rsidRDefault="00615677" w:rsidP="0061567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t>в 2022 году на 4 процента с 1 октября 2022 года;</w:t>
      </w:r>
    </w:p>
    <w:p w:rsidR="00615677" w:rsidRPr="00CE040F" w:rsidRDefault="00615677" w:rsidP="0061567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t>в плановом периоде 2023–2024 годов на коэффициент, равный 1.</w:t>
      </w:r>
    </w:p>
    <w:p w:rsidR="00D8216E" w:rsidRPr="00A13D75" w:rsidRDefault="00D8216E" w:rsidP="00D8216E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8216E" w:rsidRPr="003763E5" w:rsidRDefault="002C1B64" w:rsidP="00D82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216E" w:rsidRPr="003763E5">
        <w:rPr>
          <w:sz w:val="28"/>
          <w:szCs w:val="28"/>
        </w:rPr>
        <w:t>. </w:t>
      </w:r>
      <w:proofErr w:type="gramStart"/>
      <w:r w:rsidR="00D8216E" w:rsidRPr="003763E5">
        <w:rPr>
          <w:sz w:val="28"/>
          <w:szCs w:val="28"/>
        </w:rPr>
        <w:t>Установить, что не использованн</w:t>
      </w:r>
      <w:r w:rsidR="00615677">
        <w:rPr>
          <w:sz w:val="28"/>
          <w:szCs w:val="28"/>
        </w:rPr>
        <w:t>ые по состоянию на 1 января 2022</w:t>
      </w:r>
      <w:r w:rsidR="00D8216E" w:rsidRPr="003763E5">
        <w:rPr>
          <w:sz w:val="28"/>
          <w:szCs w:val="28"/>
        </w:rPr>
        <w:t xml:space="preserve"> года остатки межбюджетных трансф</w:t>
      </w:r>
      <w:r w:rsidR="00D8216E">
        <w:rPr>
          <w:sz w:val="28"/>
          <w:szCs w:val="28"/>
        </w:rPr>
        <w:t xml:space="preserve">ертов, предоставленных бюджету сельсовета </w:t>
      </w:r>
      <w:r w:rsidR="00D8216E" w:rsidRPr="003763E5">
        <w:rPr>
          <w:sz w:val="28"/>
          <w:szCs w:val="28"/>
        </w:rPr>
        <w:t xml:space="preserve">за счет средств федерального бюджета </w:t>
      </w:r>
      <w:r w:rsidR="00D8216E">
        <w:rPr>
          <w:sz w:val="28"/>
          <w:szCs w:val="28"/>
        </w:rPr>
        <w:br/>
      </w:r>
      <w:r w:rsidR="00D8216E" w:rsidRPr="003763E5">
        <w:rPr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краевой бюджет </w:t>
      </w:r>
      <w:r w:rsidR="00D8216E">
        <w:rPr>
          <w:sz w:val="28"/>
          <w:szCs w:val="28"/>
        </w:rPr>
        <w:br/>
        <w:t>в течение первых 5</w:t>
      </w:r>
      <w:r w:rsidR="00615677">
        <w:rPr>
          <w:sz w:val="28"/>
          <w:szCs w:val="28"/>
        </w:rPr>
        <w:t xml:space="preserve"> рабочих дней 2022</w:t>
      </w:r>
      <w:r w:rsidR="00D8216E" w:rsidRPr="003763E5">
        <w:rPr>
          <w:sz w:val="28"/>
          <w:szCs w:val="28"/>
        </w:rPr>
        <w:t xml:space="preserve"> года.</w:t>
      </w:r>
      <w:proofErr w:type="gramEnd"/>
    </w:p>
    <w:p w:rsidR="00D8216E" w:rsidRPr="003763E5" w:rsidRDefault="00D8216E" w:rsidP="00D82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C1B64">
        <w:rPr>
          <w:sz w:val="28"/>
          <w:szCs w:val="28"/>
        </w:rPr>
        <w:t>0</w:t>
      </w:r>
      <w:r w:rsidRPr="003763E5">
        <w:rPr>
          <w:sz w:val="28"/>
          <w:szCs w:val="28"/>
        </w:rPr>
        <w:t>. </w:t>
      </w:r>
      <w:proofErr w:type="gramStart"/>
      <w:r w:rsidRPr="003763E5">
        <w:rPr>
          <w:sz w:val="28"/>
          <w:szCs w:val="28"/>
        </w:rPr>
        <w:t xml:space="preserve">Остатки средств бюджета </w:t>
      </w:r>
      <w:r>
        <w:rPr>
          <w:sz w:val="28"/>
          <w:szCs w:val="28"/>
        </w:rPr>
        <w:t xml:space="preserve">сельсовета </w:t>
      </w:r>
      <w:r w:rsidR="00615677">
        <w:rPr>
          <w:sz w:val="28"/>
          <w:szCs w:val="28"/>
        </w:rPr>
        <w:t>на 1 января 2022</w:t>
      </w:r>
      <w:r w:rsidRPr="003763E5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</w:t>
      </w:r>
      <w:r>
        <w:rPr>
          <w:sz w:val="28"/>
          <w:szCs w:val="28"/>
        </w:rPr>
        <w:t xml:space="preserve">сельсовета </w:t>
      </w:r>
      <w:r w:rsidR="00615677">
        <w:rPr>
          <w:sz w:val="28"/>
          <w:szCs w:val="28"/>
        </w:rPr>
        <w:t>в 2022</w:t>
      </w:r>
      <w:r w:rsidRPr="003763E5">
        <w:rPr>
          <w:sz w:val="28"/>
          <w:szCs w:val="28"/>
        </w:rPr>
        <w:t xml:space="preserve"> году, а также на увеличение бюджетных ассигнований на оплату заключенных от имени</w:t>
      </w:r>
      <w:proofErr w:type="gramEnd"/>
      <w:r w:rsidRPr="003763E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Большетелекского сельсовета муниципальных</w:t>
      </w:r>
      <w:r w:rsidRPr="003763E5">
        <w:rPr>
          <w:sz w:val="28"/>
          <w:szCs w:val="28"/>
        </w:rPr>
        <w:t xml:space="preserve"> контрактов на поставку товаров, выполнение работ, оказание услуг (за исключением </w:t>
      </w:r>
      <w:r>
        <w:rPr>
          <w:sz w:val="28"/>
          <w:szCs w:val="28"/>
        </w:rPr>
        <w:t>муниципаль</w:t>
      </w:r>
      <w:r w:rsidRPr="003763E5">
        <w:rPr>
          <w:sz w:val="28"/>
          <w:szCs w:val="28"/>
        </w:rPr>
        <w:t xml:space="preserve">ных контрактов, предусматривающих осуществление капитальных вложений в объекты </w:t>
      </w:r>
      <w:r>
        <w:rPr>
          <w:sz w:val="28"/>
          <w:szCs w:val="28"/>
        </w:rPr>
        <w:t xml:space="preserve">муниципальной собственности), </w:t>
      </w:r>
      <w:r w:rsidRPr="003763E5">
        <w:rPr>
          <w:sz w:val="28"/>
          <w:szCs w:val="28"/>
        </w:rPr>
        <w:t>подлежавших в соответствии с</w:t>
      </w:r>
      <w:r>
        <w:rPr>
          <w:sz w:val="28"/>
          <w:szCs w:val="28"/>
        </w:rPr>
        <w:t xml:space="preserve"> условиями этих муниципальных контрактов </w:t>
      </w:r>
      <w:r w:rsidRPr="003763E5">
        <w:rPr>
          <w:sz w:val="28"/>
          <w:szCs w:val="28"/>
        </w:rPr>
        <w:t>оплате в отчетном финансовом году, в объеме,</w:t>
      </w:r>
      <w:r>
        <w:rPr>
          <w:sz w:val="28"/>
          <w:szCs w:val="28"/>
        </w:rPr>
        <w:t xml:space="preserve"> </w:t>
      </w:r>
      <w:r w:rsidRPr="003763E5">
        <w:rPr>
          <w:sz w:val="28"/>
          <w:szCs w:val="28"/>
        </w:rPr>
        <w:t>не превышающем сумму остатка неиспользованных бюджетных ассигнований на указанные цели, в случае осуществления</w:t>
      </w:r>
      <w:r w:rsidR="00615677">
        <w:rPr>
          <w:sz w:val="28"/>
          <w:szCs w:val="28"/>
        </w:rPr>
        <w:t xml:space="preserve"> заказчиком до 1 февраля 2022</w:t>
      </w:r>
      <w:r w:rsidRPr="003763E5">
        <w:rPr>
          <w:sz w:val="28"/>
          <w:szCs w:val="28"/>
        </w:rPr>
        <w:t xml:space="preserve"> года приемки поставленного товара</w:t>
      </w:r>
      <w:proofErr w:type="gramEnd"/>
      <w:r w:rsidRPr="003763E5">
        <w:rPr>
          <w:sz w:val="28"/>
          <w:szCs w:val="28"/>
        </w:rPr>
        <w:t xml:space="preserve">, выполненной работы (ее результатов), оказанной услуги, а также отдельных этапов поставки товара, выполнения работы, оказания услуги по данным </w:t>
      </w:r>
      <w:r>
        <w:rPr>
          <w:sz w:val="28"/>
          <w:szCs w:val="28"/>
        </w:rPr>
        <w:t>муниципальн</w:t>
      </w:r>
      <w:r w:rsidRPr="003763E5">
        <w:rPr>
          <w:sz w:val="28"/>
          <w:szCs w:val="28"/>
        </w:rPr>
        <w:t>ым контрактам</w:t>
      </w:r>
      <w:r>
        <w:rPr>
          <w:sz w:val="28"/>
          <w:szCs w:val="28"/>
        </w:rPr>
        <w:t xml:space="preserve"> </w:t>
      </w:r>
      <w:r w:rsidRPr="003763E5">
        <w:rPr>
          <w:sz w:val="28"/>
          <w:szCs w:val="28"/>
        </w:rPr>
        <w:t>в установленном законодательством порядке.</w:t>
      </w:r>
    </w:p>
    <w:p w:rsidR="00D8216E" w:rsidRPr="003763E5" w:rsidRDefault="00D8216E" w:rsidP="00D82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763E5">
        <w:rPr>
          <w:sz w:val="28"/>
          <w:szCs w:val="28"/>
        </w:rPr>
        <w:t xml:space="preserve">Внесение изменений в сводную бюджетную роспись бюджета </w:t>
      </w:r>
      <w:r>
        <w:rPr>
          <w:sz w:val="28"/>
          <w:szCs w:val="28"/>
        </w:rPr>
        <w:t xml:space="preserve">сельсовета </w:t>
      </w:r>
      <w:r w:rsidR="00615677">
        <w:rPr>
          <w:sz w:val="28"/>
          <w:szCs w:val="28"/>
        </w:rPr>
        <w:t>по расходам на 2022</w:t>
      </w:r>
      <w:r w:rsidRPr="003763E5">
        <w:rPr>
          <w:sz w:val="28"/>
          <w:szCs w:val="28"/>
        </w:rPr>
        <w:t xml:space="preserve"> год в части увеличения б</w:t>
      </w:r>
      <w:r w:rsidR="00615677">
        <w:rPr>
          <w:sz w:val="28"/>
          <w:szCs w:val="28"/>
        </w:rPr>
        <w:t xml:space="preserve">юджетных ассигнований на оплату заключенных </w:t>
      </w:r>
      <w:r>
        <w:rPr>
          <w:sz w:val="28"/>
          <w:szCs w:val="28"/>
        </w:rPr>
        <w:t>муниципаль</w:t>
      </w:r>
      <w:r w:rsidR="00615677">
        <w:rPr>
          <w:sz w:val="28"/>
          <w:szCs w:val="28"/>
        </w:rPr>
        <w:t xml:space="preserve">ных </w:t>
      </w:r>
      <w:r w:rsidRPr="003763E5">
        <w:rPr>
          <w:sz w:val="28"/>
          <w:szCs w:val="28"/>
        </w:rPr>
        <w:t xml:space="preserve">контрактов на поставку товаров, выполнение работ, оказание услуг по основаниям, изложенным в </w:t>
      </w:r>
      <w:hyperlink w:anchor="Par0" w:history="1">
        <w:r w:rsidRPr="003763E5">
          <w:rPr>
            <w:sz w:val="28"/>
            <w:szCs w:val="28"/>
          </w:rPr>
          <w:t>абзаце первом</w:t>
        </w:r>
      </w:hyperlink>
      <w:r w:rsidR="00615677">
        <w:rPr>
          <w:sz w:val="28"/>
          <w:szCs w:val="28"/>
        </w:rPr>
        <w:t xml:space="preserve"> настоящего пункта, </w:t>
      </w:r>
      <w:r w:rsidRPr="003763E5">
        <w:rPr>
          <w:sz w:val="28"/>
          <w:szCs w:val="28"/>
        </w:rPr>
        <w:t>осуществляется на основании предложений, п</w:t>
      </w:r>
      <w:r w:rsidR="00615677">
        <w:rPr>
          <w:sz w:val="28"/>
          <w:szCs w:val="28"/>
        </w:rPr>
        <w:t>редставленных до 10 февраля 2022</w:t>
      </w:r>
      <w:r w:rsidRPr="003763E5">
        <w:rPr>
          <w:sz w:val="28"/>
          <w:szCs w:val="28"/>
        </w:rPr>
        <w:t xml:space="preserve"> года главными распорядителями средств бюджета </w:t>
      </w:r>
      <w:r>
        <w:rPr>
          <w:sz w:val="28"/>
          <w:szCs w:val="28"/>
        </w:rPr>
        <w:t xml:space="preserve">сельсовета </w:t>
      </w:r>
      <w:r w:rsidRPr="003763E5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администрацию сельсовета</w:t>
      </w:r>
      <w:r w:rsidRPr="003763E5">
        <w:rPr>
          <w:sz w:val="28"/>
          <w:szCs w:val="28"/>
        </w:rPr>
        <w:t>.</w:t>
      </w:r>
      <w:proofErr w:type="gramEnd"/>
    </w:p>
    <w:p w:rsidR="00D8216E" w:rsidRPr="003763E5" w:rsidRDefault="00D8216E" w:rsidP="00D821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C1B64">
        <w:rPr>
          <w:sz w:val="28"/>
          <w:szCs w:val="28"/>
        </w:rPr>
        <w:t>1</w:t>
      </w:r>
      <w:r w:rsidRPr="003763E5">
        <w:rPr>
          <w:sz w:val="28"/>
          <w:szCs w:val="28"/>
        </w:rPr>
        <w:t>. Установить, что погашение кредиторской задолженности, сложившейся по принятым в предыдущие годы фактически произведенным, но не оплаченн</w:t>
      </w:r>
      <w:r w:rsidR="00615677">
        <w:rPr>
          <w:sz w:val="28"/>
          <w:szCs w:val="28"/>
        </w:rPr>
        <w:t>ым по состоянию на 1 января 2022</w:t>
      </w:r>
      <w:r w:rsidRPr="003763E5">
        <w:rPr>
          <w:sz w:val="28"/>
          <w:szCs w:val="28"/>
        </w:rPr>
        <w:t xml:space="preserve"> года обязательствам (за исключением обязательств по </w:t>
      </w:r>
      <w:r>
        <w:rPr>
          <w:sz w:val="28"/>
          <w:szCs w:val="28"/>
        </w:rPr>
        <w:t>муниципаль</w:t>
      </w:r>
      <w:r w:rsidRPr="003763E5">
        <w:rPr>
          <w:sz w:val="28"/>
          <w:szCs w:val="28"/>
        </w:rPr>
        <w:t xml:space="preserve">ным контрактам, предусмотренных в </w:t>
      </w:r>
      <w:hyperlink r:id="rId8" w:history="1">
        <w:r w:rsidRPr="003763E5">
          <w:rPr>
            <w:sz w:val="28"/>
            <w:szCs w:val="28"/>
          </w:rPr>
          <w:t>пункте 2</w:t>
        </w:r>
      </w:hyperlink>
      <w:r w:rsidRPr="003763E5">
        <w:rPr>
          <w:sz w:val="28"/>
          <w:szCs w:val="28"/>
        </w:rPr>
        <w:t xml:space="preserve"> настоящей статьи), производится главными распорядителями средств </w:t>
      </w:r>
      <w:r w:rsidRPr="003763E5">
        <w:rPr>
          <w:sz w:val="28"/>
          <w:szCs w:val="28"/>
        </w:rPr>
        <w:lastRenderedPageBreak/>
        <w:t xml:space="preserve">бюджета </w:t>
      </w:r>
      <w:proofErr w:type="gramStart"/>
      <w:r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</w:t>
      </w:r>
      <w:r w:rsidRPr="003763E5">
        <w:rPr>
          <w:sz w:val="28"/>
          <w:szCs w:val="28"/>
        </w:rPr>
        <w:t>за счет утвержденных и</w:t>
      </w:r>
      <w:r w:rsidR="00615677">
        <w:rPr>
          <w:sz w:val="28"/>
          <w:szCs w:val="28"/>
        </w:rPr>
        <w:t>м бюджетных ассигнований на 2022</w:t>
      </w:r>
      <w:r w:rsidRPr="003763E5">
        <w:rPr>
          <w:sz w:val="28"/>
          <w:szCs w:val="28"/>
        </w:rPr>
        <w:t xml:space="preserve"> год.</w:t>
      </w:r>
    </w:p>
    <w:p w:rsidR="00E70ECD" w:rsidRPr="00A13D75" w:rsidRDefault="00E70ECD" w:rsidP="00734A1F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</w:p>
    <w:p w:rsidR="00615677" w:rsidRPr="009E32B6" w:rsidRDefault="002C1B64" w:rsidP="00EE58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15677" w:rsidRPr="0094369A">
        <w:rPr>
          <w:sz w:val="28"/>
          <w:szCs w:val="28"/>
        </w:rPr>
        <w:t>. Утвердить</w:t>
      </w:r>
      <w:r w:rsidR="00615677" w:rsidRPr="009E32B6">
        <w:rPr>
          <w:sz w:val="28"/>
          <w:szCs w:val="28"/>
        </w:rPr>
        <w:t xml:space="preserve"> в составе доходов бюджета</w:t>
      </w:r>
      <w:r w:rsidR="00615677">
        <w:rPr>
          <w:sz w:val="28"/>
          <w:szCs w:val="28"/>
        </w:rPr>
        <w:t xml:space="preserve"> сельсовета</w:t>
      </w:r>
      <w:r w:rsidR="00615677" w:rsidRPr="009E32B6">
        <w:rPr>
          <w:sz w:val="28"/>
          <w:szCs w:val="28"/>
        </w:rPr>
        <w:t>:</w:t>
      </w:r>
    </w:p>
    <w:p w:rsidR="00615677" w:rsidRPr="00B123A5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3A5">
        <w:rPr>
          <w:sz w:val="28"/>
          <w:szCs w:val="28"/>
        </w:rPr>
        <w:t>1) дотации на выравнивание бюджетной обеспеченности поселений из регионального фонда финанс</w:t>
      </w:r>
      <w:r w:rsidR="00EE5837">
        <w:rPr>
          <w:sz w:val="28"/>
          <w:szCs w:val="28"/>
        </w:rPr>
        <w:t>овой поддержки поселений на 2022</w:t>
      </w:r>
      <w:r w:rsidRPr="00B123A5">
        <w:rPr>
          <w:sz w:val="28"/>
          <w:szCs w:val="28"/>
        </w:rPr>
        <w:t xml:space="preserve"> год </w:t>
      </w:r>
      <w:r w:rsidRPr="00B123A5">
        <w:rPr>
          <w:sz w:val="28"/>
          <w:szCs w:val="28"/>
        </w:rPr>
        <w:br/>
        <w:t xml:space="preserve">в сумме   </w:t>
      </w:r>
      <w:r w:rsidR="0094369A">
        <w:rPr>
          <w:sz w:val="28"/>
          <w:szCs w:val="28"/>
        </w:rPr>
        <w:t>566 399</w:t>
      </w:r>
      <w:r w:rsidRPr="00B123A5">
        <w:rPr>
          <w:sz w:val="28"/>
          <w:szCs w:val="28"/>
        </w:rPr>
        <w:t>,</w:t>
      </w:r>
      <w:r w:rsidR="0094369A">
        <w:rPr>
          <w:sz w:val="28"/>
          <w:szCs w:val="28"/>
        </w:rPr>
        <w:t>0</w:t>
      </w:r>
      <w:r w:rsidRPr="00B123A5">
        <w:rPr>
          <w:sz w:val="28"/>
          <w:szCs w:val="28"/>
        </w:rPr>
        <w:t xml:space="preserve">0 </w:t>
      </w:r>
      <w:r w:rsidR="00EE5837">
        <w:rPr>
          <w:sz w:val="28"/>
          <w:szCs w:val="28"/>
        </w:rPr>
        <w:t>рублей    и плановый период 2023 - 2024</w:t>
      </w:r>
      <w:r w:rsidR="0094369A">
        <w:rPr>
          <w:sz w:val="28"/>
          <w:szCs w:val="28"/>
        </w:rPr>
        <w:t xml:space="preserve"> годов в сумме  453</w:t>
      </w:r>
      <w:r w:rsidRPr="00B123A5">
        <w:rPr>
          <w:sz w:val="28"/>
          <w:szCs w:val="28"/>
        </w:rPr>
        <w:t xml:space="preserve"> </w:t>
      </w:r>
      <w:r w:rsidR="0094369A">
        <w:rPr>
          <w:sz w:val="28"/>
          <w:szCs w:val="28"/>
        </w:rPr>
        <w:t>120</w:t>
      </w:r>
      <w:r>
        <w:rPr>
          <w:sz w:val="28"/>
          <w:szCs w:val="28"/>
        </w:rPr>
        <w:t>,</w:t>
      </w:r>
      <w:r w:rsidR="0094369A">
        <w:rPr>
          <w:sz w:val="28"/>
          <w:szCs w:val="28"/>
        </w:rPr>
        <w:t>00 рублей</w:t>
      </w:r>
      <w:r w:rsidRPr="00B123A5">
        <w:rPr>
          <w:sz w:val="28"/>
          <w:szCs w:val="28"/>
        </w:rPr>
        <w:t xml:space="preserve"> ежегодно;</w:t>
      </w:r>
    </w:p>
    <w:p w:rsidR="00615677" w:rsidRPr="00B123A5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3A5">
        <w:rPr>
          <w:sz w:val="28"/>
          <w:szCs w:val="28"/>
        </w:rPr>
        <w:t>2) дотаций на выравнивание бюджетной обеспе</w:t>
      </w:r>
      <w:r w:rsidR="00EE5837">
        <w:rPr>
          <w:sz w:val="28"/>
          <w:szCs w:val="28"/>
        </w:rPr>
        <w:t>ченности поселений из районного фонда финансовой поддержки на 2022 год и плановый период 2023 - 202</w:t>
      </w:r>
      <w:r w:rsidR="0094369A">
        <w:rPr>
          <w:sz w:val="28"/>
          <w:szCs w:val="28"/>
        </w:rPr>
        <w:t>4</w:t>
      </w:r>
      <w:r w:rsidRPr="00B123A5">
        <w:rPr>
          <w:sz w:val="28"/>
          <w:szCs w:val="28"/>
        </w:rPr>
        <w:t xml:space="preserve"> годов в сумме </w:t>
      </w:r>
      <w:r w:rsidR="00D87ED2">
        <w:rPr>
          <w:sz w:val="28"/>
          <w:szCs w:val="28"/>
        </w:rPr>
        <w:t>1 013</w:t>
      </w:r>
      <w:r w:rsidR="0094369A">
        <w:rPr>
          <w:sz w:val="28"/>
          <w:szCs w:val="28"/>
        </w:rPr>
        <w:t xml:space="preserve"> </w:t>
      </w:r>
      <w:r w:rsidR="00D87ED2">
        <w:rPr>
          <w:sz w:val="28"/>
          <w:szCs w:val="28"/>
        </w:rPr>
        <w:t>164</w:t>
      </w:r>
      <w:r w:rsidRPr="00B123A5">
        <w:rPr>
          <w:sz w:val="28"/>
          <w:szCs w:val="28"/>
        </w:rPr>
        <w:t>,</w:t>
      </w:r>
      <w:r w:rsidR="0094369A">
        <w:rPr>
          <w:sz w:val="28"/>
          <w:szCs w:val="28"/>
        </w:rPr>
        <w:t>0</w:t>
      </w:r>
      <w:r w:rsidRPr="00B123A5">
        <w:rPr>
          <w:sz w:val="28"/>
          <w:szCs w:val="28"/>
        </w:rPr>
        <w:t>0 рубл</w:t>
      </w:r>
      <w:r w:rsidR="00D87ED2">
        <w:rPr>
          <w:sz w:val="28"/>
          <w:szCs w:val="28"/>
        </w:rPr>
        <w:t>я</w:t>
      </w:r>
      <w:r w:rsidRPr="00B123A5">
        <w:rPr>
          <w:sz w:val="28"/>
          <w:szCs w:val="28"/>
        </w:rPr>
        <w:t xml:space="preserve"> ежегодно;</w:t>
      </w:r>
    </w:p>
    <w:p w:rsidR="00615677" w:rsidRPr="00B123A5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3A5">
        <w:rPr>
          <w:sz w:val="28"/>
          <w:szCs w:val="28"/>
        </w:rPr>
        <w:t xml:space="preserve"> 3) прочие межбюджетные трансферты, передаваемые бюджетам сельских поселений на поддержку мер по обеспечению сба</w:t>
      </w:r>
      <w:r w:rsidR="00EE5837">
        <w:rPr>
          <w:sz w:val="28"/>
          <w:szCs w:val="28"/>
        </w:rPr>
        <w:t>лансированности бюджетов на 2022</w:t>
      </w:r>
      <w:r w:rsidRPr="00B123A5">
        <w:rPr>
          <w:sz w:val="28"/>
          <w:szCs w:val="28"/>
        </w:rPr>
        <w:t xml:space="preserve"> год в сумме </w:t>
      </w:r>
      <w:r w:rsidR="00D87ED2">
        <w:rPr>
          <w:sz w:val="28"/>
          <w:szCs w:val="28"/>
        </w:rPr>
        <w:t>2 254</w:t>
      </w:r>
      <w:r w:rsidR="0094369A">
        <w:rPr>
          <w:sz w:val="28"/>
          <w:szCs w:val="28"/>
        </w:rPr>
        <w:t xml:space="preserve"> 0</w:t>
      </w:r>
      <w:r w:rsidR="00D87ED2">
        <w:rPr>
          <w:sz w:val="28"/>
          <w:szCs w:val="28"/>
        </w:rPr>
        <w:t>05</w:t>
      </w:r>
      <w:r w:rsidRPr="00B123A5">
        <w:rPr>
          <w:sz w:val="28"/>
          <w:szCs w:val="28"/>
        </w:rPr>
        <w:t>,</w:t>
      </w:r>
      <w:r w:rsidR="0094369A">
        <w:rPr>
          <w:sz w:val="28"/>
          <w:szCs w:val="28"/>
        </w:rPr>
        <w:t>0</w:t>
      </w:r>
      <w:r w:rsidRPr="00B123A5">
        <w:rPr>
          <w:sz w:val="28"/>
          <w:szCs w:val="28"/>
        </w:rPr>
        <w:t>0 рублей</w:t>
      </w:r>
      <w:r w:rsidR="00EE5837">
        <w:rPr>
          <w:sz w:val="28"/>
          <w:szCs w:val="28"/>
        </w:rPr>
        <w:t>, на  2023</w:t>
      </w:r>
      <w:r w:rsidR="00D87ED2">
        <w:rPr>
          <w:sz w:val="28"/>
          <w:szCs w:val="28"/>
        </w:rPr>
        <w:t> год в сумме 2 352</w:t>
      </w:r>
      <w:r w:rsidRPr="00B123A5">
        <w:rPr>
          <w:sz w:val="28"/>
          <w:szCs w:val="28"/>
        </w:rPr>
        <w:t xml:space="preserve"> </w:t>
      </w:r>
      <w:r w:rsidR="00D87ED2">
        <w:rPr>
          <w:sz w:val="28"/>
          <w:szCs w:val="28"/>
        </w:rPr>
        <w:t>137</w:t>
      </w:r>
      <w:r w:rsidR="00EE5837">
        <w:rPr>
          <w:sz w:val="28"/>
          <w:szCs w:val="28"/>
        </w:rPr>
        <w:t>,</w:t>
      </w:r>
      <w:r w:rsidR="0094369A">
        <w:rPr>
          <w:sz w:val="28"/>
          <w:szCs w:val="28"/>
        </w:rPr>
        <w:t>0</w:t>
      </w:r>
      <w:r w:rsidR="00EE5837">
        <w:rPr>
          <w:sz w:val="28"/>
          <w:szCs w:val="28"/>
        </w:rPr>
        <w:t>0 рубл</w:t>
      </w:r>
      <w:r w:rsidR="00D87ED2">
        <w:rPr>
          <w:sz w:val="28"/>
          <w:szCs w:val="28"/>
        </w:rPr>
        <w:t>ей</w:t>
      </w:r>
      <w:r w:rsidR="00EE5837">
        <w:rPr>
          <w:sz w:val="28"/>
          <w:szCs w:val="28"/>
        </w:rPr>
        <w:t>,  на  2024</w:t>
      </w:r>
      <w:r w:rsidR="00D87ED2">
        <w:rPr>
          <w:sz w:val="28"/>
          <w:szCs w:val="28"/>
        </w:rPr>
        <w:t xml:space="preserve"> год в сумме 2 336</w:t>
      </w:r>
      <w:r w:rsidRPr="00B123A5">
        <w:rPr>
          <w:sz w:val="28"/>
          <w:szCs w:val="28"/>
        </w:rPr>
        <w:t xml:space="preserve"> </w:t>
      </w:r>
      <w:r w:rsidR="00D87ED2">
        <w:rPr>
          <w:sz w:val="28"/>
          <w:szCs w:val="28"/>
        </w:rPr>
        <w:t>188</w:t>
      </w:r>
      <w:r w:rsidRPr="00B123A5">
        <w:rPr>
          <w:sz w:val="28"/>
          <w:szCs w:val="28"/>
        </w:rPr>
        <w:t>,0</w:t>
      </w:r>
      <w:r w:rsidR="0094369A">
        <w:rPr>
          <w:sz w:val="28"/>
          <w:szCs w:val="28"/>
        </w:rPr>
        <w:t>0</w:t>
      </w:r>
      <w:r w:rsidR="00D87ED2">
        <w:rPr>
          <w:sz w:val="28"/>
          <w:szCs w:val="28"/>
        </w:rPr>
        <w:t xml:space="preserve"> рублей</w:t>
      </w:r>
      <w:r w:rsidRPr="00B123A5">
        <w:rPr>
          <w:sz w:val="28"/>
          <w:szCs w:val="28"/>
        </w:rPr>
        <w:t>;</w:t>
      </w:r>
    </w:p>
    <w:p w:rsidR="0094369A" w:rsidRDefault="0094369A" w:rsidP="009436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5677" w:rsidRPr="00B123A5">
        <w:rPr>
          <w:sz w:val="28"/>
          <w:szCs w:val="28"/>
        </w:rPr>
        <w:t>) субвенций бюджетам поселений на осуществление государственных полномочий по первичному воинскому учету на территориях, где отсутств</w:t>
      </w:r>
      <w:r w:rsidR="00EE5837">
        <w:rPr>
          <w:sz w:val="28"/>
          <w:szCs w:val="28"/>
        </w:rPr>
        <w:t>уют военные комиссариаты на 2022</w:t>
      </w:r>
      <w:r>
        <w:rPr>
          <w:sz w:val="28"/>
          <w:szCs w:val="28"/>
        </w:rPr>
        <w:t xml:space="preserve"> год в сумме 52 788</w:t>
      </w:r>
      <w:r w:rsidR="00615677" w:rsidRPr="00B123A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615677" w:rsidRPr="00B123A5">
        <w:rPr>
          <w:sz w:val="28"/>
          <w:szCs w:val="28"/>
        </w:rPr>
        <w:t>0 рубл</w:t>
      </w:r>
      <w:r>
        <w:rPr>
          <w:sz w:val="28"/>
          <w:szCs w:val="28"/>
        </w:rPr>
        <w:t>ей, на 2023 год в сумме 55 591</w:t>
      </w:r>
      <w:r w:rsidR="00EE583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EE583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615677" w:rsidRPr="00B123A5">
        <w:rPr>
          <w:sz w:val="28"/>
          <w:szCs w:val="28"/>
        </w:rPr>
        <w:t>ру</w:t>
      </w:r>
      <w:r>
        <w:rPr>
          <w:sz w:val="28"/>
          <w:szCs w:val="28"/>
        </w:rPr>
        <w:t>бль;</w:t>
      </w:r>
      <w:r w:rsidR="00EE5837">
        <w:rPr>
          <w:sz w:val="28"/>
          <w:szCs w:val="28"/>
        </w:rPr>
        <w:t xml:space="preserve"> </w:t>
      </w:r>
    </w:p>
    <w:p w:rsidR="00615677" w:rsidRPr="009E32B6" w:rsidRDefault="0094369A" w:rsidP="009436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15677" w:rsidRPr="00B123A5">
        <w:rPr>
          <w:sz w:val="28"/>
          <w:szCs w:val="28"/>
        </w:rPr>
        <w:t xml:space="preserve">) </w:t>
      </w:r>
      <w:r w:rsidRPr="00B123A5">
        <w:rPr>
          <w:sz w:val="28"/>
          <w:szCs w:val="28"/>
        </w:rPr>
        <w:t>субвенций бюджетам поселений на</w:t>
      </w:r>
      <w:r>
        <w:rPr>
          <w:sz w:val="28"/>
          <w:szCs w:val="28"/>
        </w:rPr>
        <w:t xml:space="preserve"> выполнение передаваемых</w:t>
      </w:r>
      <w:r w:rsidR="00615677" w:rsidRPr="00B123A5">
        <w:rPr>
          <w:sz w:val="28"/>
          <w:szCs w:val="28"/>
        </w:rPr>
        <w:t xml:space="preserve"> </w:t>
      </w:r>
      <w:r w:rsidR="002A3209">
        <w:rPr>
          <w:sz w:val="28"/>
          <w:szCs w:val="28"/>
        </w:rPr>
        <w:t>полномочий</w:t>
      </w:r>
      <w:r w:rsidR="00615677" w:rsidRPr="00B123A5">
        <w:rPr>
          <w:sz w:val="28"/>
          <w:szCs w:val="28"/>
        </w:rPr>
        <w:t xml:space="preserve"> по созданию и обеспечению деятельности административных</w:t>
      </w:r>
      <w:r w:rsidR="002A3209">
        <w:rPr>
          <w:sz w:val="28"/>
          <w:szCs w:val="28"/>
        </w:rPr>
        <w:t xml:space="preserve"> комиссий</w:t>
      </w:r>
      <w:r w:rsidR="00EE5837">
        <w:rPr>
          <w:sz w:val="28"/>
          <w:szCs w:val="28"/>
        </w:rPr>
        <w:t xml:space="preserve"> на 2022 год и плановый период 2023-2024</w:t>
      </w:r>
      <w:r w:rsidR="002A3209">
        <w:rPr>
          <w:sz w:val="28"/>
          <w:szCs w:val="28"/>
        </w:rPr>
        <w:t xml:space="preserve"> годов в сумме  2 178</w:t>
      </w:r>
      <w:r w:rsidR="00615677" w:rsidRPr="00B123A5">
        <w:rPr>
          <w:sz w:val="28"/>
          <w:szCs w:val="28"/>
        </w:rPr>
        <w:t>,</w:t>
      </w:r>
      <w:r w:rsidR="002A3209">
        <w:rPr>
          <w:sz w:val="28"/>
          <w:szCs w:val="28"/>
        </w:rPr>
        <w:t>00 рублей</w:t>
      </w:r>
      <w:r w:rsidR="00D87ED2">
        <w:rPr>
          <w:sz w:val="28"/>
          <w:szCs w:val="28"/>
        </w:rPr>
        <w:t xml:space="preserve">  ежегодно;</w:t>
      </w:r>
    </w:p>
    <w:p w:rsidR="00D87ED2" w:rsidRDefault="00D87ED2" w:rsidP="00D87E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123A5">
        <w:rPr>
          <w:sz w:val="28"/>
          <w:szCs w:val="28"/>
        </w:rPr>
        <w:t xml:space="preserve">) прочие межбюджетные трансферты, передаваемые бюджетам сельских поселений на </w:t>
      </w:r>
      <w:r>
        <w:rPr>
          <w:sz w:val="28"/>
          <w:szCs w:val="28"/>
        </w:rPr>
        <w:t>содержание</w:t>
      </w:r>
      <w:r w:rsidRPr="00B123A5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</w:t>
      </w:r>
      <w:r>
        <w:rPr>
          <w:sz w:val="28"/>
          <w:szCs w:val="28"/>
        </w:rPr>
        <w:t>Идринского района</w:t>
      </w:r>
      <w:r w:rsidR="0045723E">
        <w:rPr>
          <w:sz w:val="28"/>
          <w:szCs w:val="28"/>
        </w:rPr>
        <w:t xml:space="preserve"> на </w:t>
      </w:r>
      <w:r>
        <w:rPr>
          <w:sz w:val="28"/>
          <w:szCs w:val="28"/>
        </w:rPr>
        <w:t>2022 и плановый период 2023 - 2024</w:t>
      </w:r>
      <w:r w:rsidRPr="00B123A5">
        <w:rPr>
          <w:sz w:val="28"/>
          <w:szCs w:val="28"/>
        </w:rPr>
        <w:t xml:space="preserve"> годов в сумме </w:t>
      </w:r>
      <w:r w:rsidR="00071EBA">
        <w:rPr>
          <w:sz w:val="28"/>
          <w:szCs w:val="28"/>
        </w:rPr>
        <w:t>22</w:t>
      </w:r>
      <w:r w:rsidR="0045723E">
        <w:rPr>
          <w:sz w:val="28"/>
          <w:szCs w:val="28"/>
        </w:rPr>
        <w:t> 316,00</w:t>
      </w:r>
      <w:r w:rsidRPr="00B123A5">
        <w:rPr>
          <w:sz w:val="28"/>
          <w:szCs w:val="28"/>
        </w:rPr>
        <w:t xml:space="preserve"> рубл</w:t>
      </w:r>
      <w:r w:rsidR="0045723E">
        <w:rPr>
          <w:sz w:val="28"/>
          <w:szCs w:val="28"/>
        </w:rPr>
        <w:t>ей</w:t>
      </w:r>
      <w:r w:rsidRPr="00B123A5">
        <w:rPr>
          <w:sz w:val="28"/>
          <w:szCs w:val="28"/>
        </w:rPr>
        <w:t xml:space="preserve"> ежегодно</w:t>
      </w:r>
      <w:r w:rsidR="000C386D">
        <w:rPr>
          <w:sz w:val="28"/>
          <w:szCs w:val="28"/>
        </w:rPr>
        <w:t>.</w:t>
      </w:r>
    </w:p>
    <w:p w:rsidR="00615677" w:rsidRDefault="00615677" w:rsidP="00615677">
      <w:pPr>
        <w:ind w:firstLine="709"/>
        <w:jc w:val="both"/>
        <w:rPr>
          <w:sz w:val="28"/>
          <w:szCs w:val="28"/>
        </w:rPr>
      </w:pPr>
    </w:p>
    <w:p w:rsidR="00B32AAC" w:rsidRPr="00B72CA5" w:rsidRDefault="002C1B64" w:rsidP="00B32A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32AAC" w:rsidRPr="0045723E">
        <w:rPr>
          <w:sz w:val="28"/>
          <w:szCs w:val="28"/>
        </w:rPr>
        <w:t>.</w:t>
      </w:r>
      <w:r w:rsidR="00B32AAC" w:rsidRPr="002864DB">
        <w:rPr>
          <w:sz w:val="28"/>
          <w:szCs w:val="28"/>
        </w:rPr>
        <w:t xml:space="preserve"> Утвердить объем бюджетных ассигнований дорожного фонда </w:t>
      </w:r>
      <w:r w:rsidR="00B32AAC">
        <w:rPr>
          <w:sz w:val="28"/>
          <w:szCs w:val="28"/>
        </w:rPr>
        <w:t>Большетелекского сельсовета</w:t>
      </w:r>
      <w:r w:rsidR="00B32AAC" w:rsidRPr="002864DB">
        <w:rPr>
          <w:sz w:val="28"/>
          <w:szCs w:val="28"/>
        </w:rPr>
        <w:t xml:space="preserve"> на 20</w:t>
      </w:r>
      <w:r w:rsidR="00B32AAC">
        <w:rPr>
          <w:sz w:val="28"/>
          <w:szCs w:val="28"/>
        </w:rPr>
        <w:t xml:space="preserve">22 год в сумме </w:t>
      </w:r>
      <w:r w:rsidR="000D6D59">
        <w:rPr>
          <w:sz w:val="28"/>
          <w:szCs w:val="28"/>
        </w:rPr>
        <w:t>151</w:t>
      </w:r>
      <w:r w:rsidR="0045723E">
        <w:rPr>
          <w:sz w:val="28"/>
          <w:szCs w:val="28"/>
        </w:rPr>
        <w:t xml:space="preserve"> </w:t>
      </w:r>
      <w:r w:rsidR="000D6D59">
        <w:rPr>
          <w:sz w:val="28"/>
          <w:szCs w:val="28"/>
        </w:rPr>
        <w:t>320</w:t>
      </w:r>
      <w:r w:rsidR="00B32AAC" w:rsidRPr="00B72CA5">
        <w:rPr>
          <w:sz w:val="28"/>
          <w:szCs w:val="28"/>
        </w:rPr>
        <w:t>,0</w:t>
      </w:r>
      <w:r w:rsidR="00B32AAC">
        <w:rPr>
          <w:sz w:val="28"/>
          <w:szCs w:val="28"/>
        </w:rPr>
        <w:t>0</w:t>
      </w:r>
      <w:r w:rsidR="00B32AAC" w:rsidRPr="00B72CA5">
        <w:rPr>
          <w:sz w:val="28"/>
          <w:szCs w:val="28"/>
        </w:rPr>
        <w:t xml:space="preserve"> </w:t>
      </w:r>
      <w:r w:rsidR="00B32AAC">
        <w:rPr>
          <w:sz w:val="28"/>
          <w:szCs w:val="28"/>
        </w:rPr>
        <w:t xml:space="preserve"> рублей, на 2023</w:t>
      </w:r>
      <w:r w:rsidR="00B32AAC" w:rsidRPr="00B72CA5">
        <w:rPr>
          <w:sz w:val="28"/>
          <w:szCs w:val="28"/>
        </w:rPr>
        <w:t xml:space="preserve"> год в сумме </w:t>
      </w:r>
      <w:r w:rsidR="000D6D59">
        <w:rPr>
          <w:sz w:val="28"/>
          <w:szCs w:val="28"/>
        </w:rPr>
        <w:t>154</w:t>
      </w:r>
      <w:r w:rsidR="0045723E">
        <w:rPr>
          <w:sz w:val="28"/>
          <w:szCs w:val="28"/>
        </w:rPr>
        <w:t xml:space="preserve"> </w:t>
      </w:r>
      <w:r w:rsidR="000D6D59">
        <w:rPr>
          <w:sz w:val="28"/>
          <w:szCs w:val="28"/>
        </w:rPr>
        <w:t>369</w:t>
      </w:r>
      <w:r w:rsidR="00B32AAC" w:rsidRPr="00B72CA5">
        <w:rPr>
          <w:sz w:val="28"/>
          <w:szCs w:val="28"/>
        </w:rPr>
        <w:t>,0</w:t>
      </w:r>
      <w:r w:rsidR="00B32AAC">
        <w:rPr>
          <w:sz w:val="28"/>
          <w:szCs w:val="28"/>
        </w:rPr>
        <w:t>0</w:t>
      </w:r>
      <w:r w:rsidR="00B32AAC" w:rsidRPr="00B72CA5">
        <w:rPr>
          <w:sz w:val="28"/>
          <w:szCs w:val="28"/>
        </w:rPr>
        <w:t xml:space="preserve"> </w:t>
      </w:r>
      <w:r w:rsidR="00B32AAC">
        <w:rPr>
          <w:sz w:val="28"/>
          <w:szCs w:val="28"/>
        </w:rPr>
        <w:t xml:space="preserve"> рублей, на 2024</w:t>
      </w:r>
      <w:r w:rsidR="00B32AAC" w:rsidRPr="00B72CA5">
        <w:rPr>
          <w:sz w:val="28"/>
          <w:szCs w:val="28"/>
        </w:rPr>
        <w:t xml:space="preserve"> год в сумме </w:t>
      </w:r>
      <w:r w:rsidR="00071EBA">
        <w:rPr>
          <w:sz w:val="28"/>
          <w:szCs w:val="28"/>
        </w:rPr>
        <w:t>157</w:t>
      </w:r>
      <w:r w:rsidR="000D6D59">
        <w:rPr>
          <w:sz w:val="28"/>
          <w:szCs w:val="28"/>
        </w:rPr>
        <w:t xml:space="preserve"> 946</w:t>
      </w:r>
      <w:r w:rsidR="00B32AAC" w:rsidRPr="00B72CA5">
        <w:rPr>
          <w:sz w:val="28"/>
          <w:szCs w:val="28"/>
        </w:rPr>
        <w:t>,0</w:t>
      </w:r>
      <w:r w:rsidR="00B32AAC">
        <w:rPr>
          <w:sz w:val="28"/>
          <w:szCs w:val="28"/>
        </w:rPr>
        <w:t>0</w:t>
      </w:r>
      <w:r w:rsidR="0045723E">
        <w:rPr>
          <w:sz w:val="28"/>
          <w:szCs w:val="28"/>
        </w:rPr>
        <w:t xml:space="preserve"> рубля</w:t>
      </w:r>
      <w:r w:rsidR="00B32AAC" w:rsidRPr="00B72CA5">
        <w:rPr>
          <w:sz w:val="28"/>
          <w:szCs w:val="28"/>
        </w:rPr>
        <w:t>.</w:t>
      </w:r>
    </w:p>
    <w:p w:rsidR="00B32AAC" w:rsidRDefault="00B32AAC" w:rsidP="00EE5837">
      <w:pPr>
        <w:ind w:firstLine="709"/>
        <w:jc w:val="both"/>
        <w:rPr>
          <w:sz w:val="28"/>
          <w:szCs w:val="28"/>
        </w:rPr>
      </w:pPr>
    </w:p>
    <w:p w:rsidR="00615677" w:rsidRPr="00EE5837" w:rsidRDefault="00615677" w:rsidP="00EE5837">
      <w:pPr>
        <w:ind w:firstLine="709"/>
        <w:jc w:val="both"/>
        <w:rPr>
          <w:sz w:val="28"/>
          <w:szCs w:val="28"/>
        </w:rPr>
      </w:pPr>
      <w:r w:rsidRPr="002864DB">
        <w:rPr>
          <w:sz w:val="28"/>
          <w:szCs w:val="28"/>
        </w:rPr>
        <w:t>1</w:t>
      </w:r>
      <w:r w:rsidR="002C1B64">
        <w:rPr>
          <w:sz w:val="28"/>
          <w:szCs w:val="28"/>
        </w:rPr>
        <w:t>4</w:t>
      </w:r>
      <w:r w:rsidR="00EE5837">
        <w:rPr>
          <w:sz w:val="28"/>
          <w:szCs w:val="28"/>
        </w:rPr>
        <w:t>.</w:t>
      </w:r>
      <w:r>
        <w:rPr>
          <w:sz w:val="28"/>
        </w:rPr>
        <w:t xml:space="preserve"> </w:t>
      </w:r>
      <w:r w:rsidRPr="003B2331">
        <w:rPr>
          <w:sz w:val="28"/>
        </w:rPr>
        <w:t xml:space="preserve">Установить, что в расходной части бюджета </w:t>
      </w:r>
      <w:r>
        <w:rPr>
          <w:sz w:val="28"/>
        </w:rPr>
        <w:t xml:space="preserve">сельсовета </w:t>
      </w:r>
      <w:r w:rsidRPr="003B2331">
        <w:rPr>
          <w:sz w:val="28"/>
        </w:rPr>
        <w:t xml:space="preserve">предусматривается резервный фонд </w:t>
      </w:r>
      <w:r>
        <w:rPr>
          <w:sz w:val="28"/>
        </w:rPr>
        <w:t>Администрации Большетелекского сельсовета</w:t>
      </w:r>
      <w:r w:rsidRPr="003B2331">
        <w:rPr>
          <w:sz w:val="28"/>
        </w:rPr>
        <w:t xml:space="preserve"> на 202</w:t>
      </w:r>
      <w:r w:rsidR="00EE5837">
        <w:rPr>
          <w:sz w:val="28"/>
        </w:rPr>
        <w:t>2</w:t>
      </w:r>
      <w:r w:rsidRPr="003B2331">
        <w:rPr>
          <w:sz w:val="28"/>
        </w:rPr>
        <w:t xml:space="preserve"> год и плановый период </w:t>
      </w:r>
      <w:r w:rsidRPr="003F1D3B">
        <w:rPr>
          <w:sz w:val="28"/>
        </w:rPr>
        <w:t>202</w:t>
      </w:r>
      <w:r w:rsidR="00EE5837">
        <w:rPr>
          <w:sz w:val="28"/>
        </w:rPr>
        <w:t>3</w:t>
      </w:r>
      <w:r w:rsidRPr="003F1D3B">
        <w:rPr>
          <w:rFonts w:eastAsia="Calibri"/>
          <w:bCs/>
          <w:sz w:val="27"/>
          <w:szCs w:val="27"/>
        </w:rPr>
        <w:t>–</w:t>
      </w:r>
      <w:r w:rsidRPr="003F1D3B">
        <w:rPr>
          <w:sz w:val="28"/>
        </w:rPr>
        <w:t>202</w:t>
      </w:r>
      <w:r w:rsidR="00EE5837">
        <w:rPr>
          <w:sz w:val="28"/>
        </w:rPr>
        <w:t>4</w:t>
      </w:r>
      <w:r w:rsidR="002A3209">
        <w:rPr>
          <w:sz w:val="28"/>
        </w:rPr>
        <w:t xml:space="preserve"> годов в сумме 12</w:t>
      </w:r>
      <w:r>
        <w:rPr>
          <w:sz w:val="28"/>
        </w:rPr>
        <w:t> </w:t>
      </w:r>
      <w:r w:rsidRPr="003B2331">
        <w:rPr>
          <w:sz w:val="28"/>
        </w:rPr>
        <w:t>00</w:t>
      </w:r>
      <w:r>
        <w:rPr>
          <w:sz w:val="28"/>
        </w:rPr>
        <w:t>0,00</w:t>
      </w:r>
      <w:r w:rsidRPr="003B2331">
        <w:rPr>
          <w:sz w:val="28"/>
        </w:rPr>
        <w:t xml:space="preserve"> рублей ежегодно.</w:t>
      </w:r>
    </w:p>
    <w:p w:rsidR="00615677" w:rsidRPr="002D19BD" w:rsidRDefault="00615677" w:rsidP="0061567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</w:p>
    <w:p w:rsidR="00615677" w:rsidRPr="006944EA" w:rsidRDefault="002C1B64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15677" w:rsidRPr="006944EA">
        <w:rPr>
          <w:sz w:val="28"/>
          <w:szCs w:val="28"/>
        </w:rPr>
        <w:t xml:space="preserve">. </w:t>
      </w:r>
      <w:r w:rsidR="00EE5837">
        <w:rPr>
          <w:sz w:val="28"/>
          <w:szCs w:val="28"/>
        </w:rPr>
        <w:t xml:space="preserve">Направить в 2022 </w:t>
      </w:r>
      <w:r w:rsidR="00615677" w:rsidRPr="006944EA">
        <w:rPr>
          <w:sz w:val="28"/>
          <w:szCs w:val="28"/>
        </w:rPr>
        <w:t>году и плановом периоде 20</w:t>
      </w:r>
      <w:r w:rsidR="00EE5837">
        <w:rPr>
          <w:sz w:val="28"/>
          <w:szCs w:val="28"/>
        </w:rPr>
        <w:t>23</w:t>
      </w:r>
      <w:r w:rsidR="00615677" w:rsidRPr="006944EA">
        <w:rPr>
          <w:sz w:val="28"/>
          <w:szCs w:val="28"/>
        </w:rPr>
        <w:t> - 202</w:t>
      </w:r>
      <w:r w:rsidR="00EE5837">
        <w:rPr>
          <w:sz w:val="28"/>
          <w:szCs w:val="28"/>
        </w:rPr>
        <w:t>4</w:t>
      </w:r>
      <w:r w:rsidR="00615677" w:rsidRPr="006944EA">
        <w:rPr>
          <w:sz w:val="28"/>
          <w:szCs w:val="28"/>
        </w:rPr>
        <w:t xml:space="preserve"> годов средства бюджета сельсовета на дополнительное финансовое обеспечение переданных Администрацией Большетелекского сельсовета Администрации Идринского района части полномочий:</w:t>
      </w:r>
    </w:p>
    <w:p w:rsidR="00615677" w:rsidRPr="006944EA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4EA">
        <w:rPr>
          <w:sz w:val="28"/>
          <w:szCs w:val="28"/>
        </w:rPr>
        <w:t xml:space="preserve">а) по организации исполнения и </w:t>
      </w:r>
      <w:proofErr w:type="gramStart"/>
      <w:r w:rsidRPr="006944EA">
        <w:rPr>
          <w:sz w:val="28"/>
          <w:szCs w:val="28"/>
        </w:rPr>
        <w:t>контролю за</w:t>
      </w:r>
      <w:proofErr w:type="gramEnd"/>
      <w:r w:rsidRPr="006944EA">
        <w:rPr>
          <w:sz w:val="28"/>
          <w:szCs w:val="28"/>
        </w:rPr>
        <w:t xml:space="preserve"> исполнением бюджета сельсовета  в  </w:t>
      </w:r>
      <w:r w:rsidR="00140110">
        <w:rPr>
          <w:sz w:val="28"/>
          <w:szCs w:val="28"/>
        </w:rPr>
        <w:t>2022</w:t>
      </w:r>
      <w:r w:rsidRPr="006944EA">
        <w:rPr>
          <w:sz w:val="28"/>
          <w:szCs w:val="28"/>
        </w:rPr>
        <w:t xml:space="preserve"> году и плановом периоде 20</w:t>
      </w:r>
      <w:r w:rsidR="00140110">
        <w:rPr>
          <w:sz w:val="28"/>
          <w:szCs w:val="28"/>
        </w:rPr>
        <w:t>23</w:t>
      </w:r>
      <w:r w:rsidRPr="006944EA">
        <w:rPr>
          <w:sz w:val="28"/>
          <w:szCs w:val="28"/>
        </w:rPr>
        <w:t> - 202</w:t>
      </w:r>
      <w:r w:rsidR="00140110">
        <w:rPr>
          <w:sz w:val="28"/>
          <w:szCs w:val="28"/>
        </w:rPr>
        <w:t>4</w:t>
      </w:r>
      <w:r w:rsidRPr="006944EA">
        <w:rPr>
          <w:sz w:val="28"/>
          <w:szCs w:val="28"/>
        </w:rPr>
        <w:t xml:space="preserve"> годов в сумме </w:t>
      </w:r>
      <w:r w:rsidR="002A3209">
        <w:rPr>
          <w:sz w:val="28"/>
          <w:szCs w:val="28"/>
        </w:rPr>
        <w:t>33</w:t>
      </w:r>
      <w:r>
        <w:rPr>
          <w:sz w:val="28"/>
          <w:szCs w:val="28"/>
        </w:rPr>
        <w:t> </w:t>
      </w:r>
      <w:r w:rsidR="002A3209">
        <w:rPr>
          <w:sz w:val="28"/>
          <w:szCs w:val="28"/>
        </w:rPr>
        <w:t>422,0 рубля</w:t>
      </w:r>
      <w:r w:rsidRPr="006944EA">
        <w:rPr>
          <w:sz w:val="28"/>
          <w:szCs w:val="28"/>
        </w:rPr>
        <w:t xml:space="preserve"> ежегодно;</w:t>
      </w:r>
    </w:p>
    <w:p w:rsidR="00615677" w:rsidRPr="006944EA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944EA">
        <w:rPr>
          <w:sz w:val="28"/>
          <w:szCs w:val="28"/>
        </w:rPr>
        <w:lastRenderedPageBreak/>
        <w:t>б) на осуществление полномочий по созданию условий для организации досуга и обеспечения жителей поселения услугами организации культуры</w:t>
      </w:r>
      <w:r w:rsidR="00140110">
        <w:rPr>
          <w:sz w:val="28"/>
          <w:szCs w:val="28"/>
        </w:rPr>
        <w:t xml:space="preserve"> в 2022</w:t>
      </w:r>
      <w:r w:rsidRPr="006944EA">
        <w:rPr>
          <w:sz w:val="28"/>
          <w:szCs w:val="28"/>
        </w:rPr>
        <w:t xml:space="preserve"> году и плановом периоде 20</w:t>
      </w:r>
      <w:r w:rsidR="00140110">
        <w:rPr>
          <w:sz w:val="28"/>
          <w:szCs w:val="28"/>
        </w:rPr>
        <w:t xml:space="preserve">23 </w:t>
      </w:r>
      <w:r w:rsidRPr="006944EA">
        <w:rPr>
          <w:sz w:val="28"/>
          <w:szCs w:val="28"/>
        </w:rPr>
        <w:t>- 202</w:t>
      </w:r>
      <w:r w:rsidR="00140110">
        <w:rPr>
          <w:sz w:val="28"/>
          <w:szCs w:val="28"/>
        </w:rPr>
        <w:t>4</w:t>
      </w:r>
      <w:r w:rsidRPr="006944EA">
        <w:rPr>
          <w:sz w:val="28"/>
          <w:szCs w:val="28"/>
        </w:rPr>
        <w:t xml:space="preserve"> годов в сумме </w:t>
      </w:r>
      <w:r w:rsidRPr="00B72CA5">
        <w:rPr>
          <w:sz w:val="28"/>
          <w:szCs w:val="28"/>
        </w:rPr>
        <w:t>1 054 089,0</w:t>
      </w:r>
      <w:r w:rsidRPr="006944EA">
        <w:rPr>
          <w:sz w:val="28"/>
          <w:szCs w:val="28"/>
        </w:rPr>
        <w:t xml:space="preserve"> рублей ежегодно;</w:t>
      </w:r>
      <w:proofErr w:type="gramEnd"/>
    </w:p>
    <w:p w:rsidR="00615677" w:rsidRPr="006944EA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4EA">
        <w:rPr>
          <w:sz w:val="28"/>
          <w:szCs w:val="28"/>
        </w:rPr>
        <w:t>в) на осуществление внешнего муниципального финан</w:t>
      </w:r>
      <w:r w:rsidR="00140110">
        <w:rPr>
          <w:sz w:val="28"/>
          <w:szCs w:val="28"/>
        </w:rPr>
        <w:t>сового контроля в 2022 году и плановом периоде 2023 - 2024</w:t>
      </w:r>
      <w:r w:rsidRPr="006944EA">
        <w:rPr>
          <w:sz w:val="28"/>
          <w:szCs w:val="28"/>
        </w:rPr>
        <w:t xml:space="preserve"> годов в сумме </w:t>
      </w:r>
      <w:r w:rsidR="002A3209">
        <w:rPr>
          <w:sz w:val="28"/>
          <w:szCs w:val="28"/>
        </w:rPr>
        <w:t>3 060</w:t>
      </w:r>
      <w:r w:rsidRPr="00B72CA5">
        <w:rPr>
          <w:sz w:val="28"/>
          <w:szCs w:val="28"/>
        </w:rPr>
        <w:t>,</w:t>
      </w:r>
      <w:r w:rsidR="002A3209">
        <w:rPr>
          <w:sz w:val="28"/>
          <w:szCs w:val="28"/>
        </w:rPr>
        <w:t>0</w:t>
      </w:r>
      <w:r w:rsidRPr="00B72CA5">
        <w:rPr>
          <w:sz w:val="28"/>
          <w:szCs w:val="28"/>
        </w:rPr>
        <w:t>0</w:t>
      </w:r>
      <w:r w:rsidRPr="006944EA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.</w:t>
      </w:r>
    </w:p>
    <w:p w:rsidR="00615677" w:rsidRPr="006944EA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4EA">
        <w:rPr>
          <w:sz w:val="28"/>
          <w:szCs w:val="28"/>
        </w:rPr>
        <w:t>Утвердить методику и расчеты распределения межбюджетных т</w:t>
      </w:r>
      <w:r w:rsidR="00990318">
        <w:rPr>
          <w:sz w:val="28"/>
          <w:szCs w:val="28"/>
        </w:rPr>
        <w:t>рансфертов согласно приложению 6</w:t>
      </w:r>
      <w:r w:rsidRPr="006944EA">
        <w:rPr>
          <w:sz w:val="28"/>
          <w:szCs w:val="28"/>
        </w:rPr>
        <w:t xml:space="preserve"> к настоящему Решению.</w:t>
      </w:r>
    </w:p>
    <w:p w:rsidR="00615677" w:rsidRPr="002D19BD" w:rsidRDefault="00615677" w:rsidP="00615677">
      <w:pPr>
        <w:autoSpaceDE w:val="0"/>
        <w:autoSpaceDN w:val="0"/>
        <w:adjustRightInd w:val="0"/>
        <w:jc w:val="both"/>
        <w:rPr>
          <w:highlight w:val="yellow"/>
        </w:rPr>
      </w:pPr>
    </w:p>
    <w:p w:rsidR="00615677" w:rsidRPr="00C917DC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7DC">
        <w:rPr>
          <w:sz w:val="28"/>
          <w:szCs w:val="28"/>
        </w:rPr>
        <w:t>1</w:t>
      </w:r>
      <w:r w:rsidR="002C1B64">
        <w:rPr>
          <w:sz w:val="28"/>
          <w:szCs w:val="28"/>
        </w:rPr>
        <w:t>6</w:t>
      </w:r>
      <w:r w:rsidRPr="00C917DC">
        <w:rPr>
          <w:sz w:val="28"/>
          <w:szCs w:val="28"/>
        </w:rPr>
        <w:t xml:space="preserve">. Установить верхний предел </w:t>
      </w:r>
      <w:r>
        <w:rPr>
          <w:sz w:val="28"/>
          <w:szCs w:val="28"/>
        </w:rPr>
        <w:t>муниципаль</w:t>
      </w:r>
      <w:r w:rsidRPr="00C917DC">
        <w:rPr>
          <w:sz w:val="28"/>
          <w:szCs w:val="28"/>
        </w:rPr>
        <w:t xml:space="preserve">ного внутреннего долга </w:t>
      </w:r>
      <w:r>
        <w:rPr>
          <w:sz w:val="28"/>
          <w:szCs w:val="28"/>
        </w:rPr>
        <w:t>Большетелекского сельсовета</w:t>
      </w:r>
      <w:r w:rsidRPr="00C917DC">
        <w:rPr>
          <w:sz w:val="28"/>
          <w:szCs w:val="28"/>
        </w:rPr>
        <w:t>:</w:t>
      </w:r>
    </w:p>
    <w:p w:rsidR="00615677" w:rsidRPr="000457DA" w:rsidRDefault="00615677" w:rsidP="00615677">
      <w:pPr>
        <w:ind w:firstLine="709"/>
        <w:jc w:val="both"/>
        <w:rPr>
          <w:sz w:val="28"/>
          <w:szCs w:val="28"/>
        </w:rPr>
      </w:pPr>
      <w:r w:rsidRPr="00C917DC">
        <w:rPr>
          <w:sz w:val="28"/>
          <w:szCs w:val="28"/>
        </w:rPr>
        <w:t>на 1 января 202</w:t>
      </w:r>
      <w:r w:rsidR="00140110">
        <w:rPr>
          <w:sz w:val="28"/>
          <w:szCs w:val="28"/>
        </w:rPr>
        <w:t>3</w:t>
      </w:r>
      <w:r w:rsidRPr="00C917DC">
        <w:rPr>
          <w:sz w:val="28"/>
          <w:szCs w:val="28"/>
        </w:rPr>
        <w:t xml:space="preserve"> года в сумме </w:t>
      </w:r>
      <w:r>
        <w:rPr>
          <w:sz w:val="28"/>
          <w:szCs w:val="28"/>
        </w:rPr>
        <w:t>0</w:t>
      </w:r>
      <w:r w:rsidRPr="000457DA">
        <w:rPr>
          <w:sz w:val="28"/>
          <w:szCs w:val="28"/>
        </w:rPr>
        <w:t>,0</w:t>
      </w:r>
      <w:r w:rsidRPr="00C917DC">
        <w:rPr>
          <w:sz w:val="28"/>
          <w:szCs w:val="28"/>
        </w:rPr>
        <w:t xml:space="preserve"> рублей, в том числе по </w:t>
      </w:r>
      <w:r>
        <w:rPr>
          <w:sz w:val="28"/>
          <w:szCs w:val="28"/>
        </w:rPr>
        <w:t>муниципаль</w:t>
      </w:r>
      <w:r w:rsidRPr="00C917DC">
        <w:rPr>
          <w:sz w:val="28"/>
          <w:szCs w:val="28"/>
        </w:rPr>
        <w:t xml:space="preserve">ным гарантиям </w:t>
      </w:r>
      <w:r>
        <w:rPr>
          <w:sz w:val="28"/>
          <w:szCs w:val="28"/>
        </w:rPr>
        <w:t xml:space="preserve">Большетелекского сельсовета 0,0 </w:t>
      </w:r>
      <w:r w:rsidRPr="00C917DC">
        <w:rPr>
          <w:sz w:val="28"/>
          <w:szCs w:val="28"/>
        </w:rPr>
        <w:t>рублей;</w:t>
      </w:r>
    </w:p>
    <w:p w:rsidR="00615677" w:rsidRPr="000457DA" w:rsidRDefault="00615677" w:rsidP="00615677">
      <w:pPr>
        <w:ind w:firstLine="709"/>
        <w:jc w:val="both"/>
        <w:rPr>
          <w:sz w:val="28"/>
          <w:szCs w:val="28"/>
        </w:rPr>
      </w:pPr>
      <w:r w:rsidRPr="00C917DC">
        <w:rPr>
          <w:sz w:val="28"/>
          <w:szCs w:val="28"/>
        </w:rPr>
        <w:t>на 1 января 202</w:t>
      </w:r>
      <w:r w:rsidR="00140110">
        <w:rPr>
          <w:sz w:val="28"/>
          <w:szCs w:val="28"/>
        </w:rPr>
        <w:t>4</w:t>
      </w:r>
      <w:r w:rsidRPr="00C917DC">
        <w:rPr>
          <w:sz w:val="28"/>
          <w:szCs w:val="28"/>
        </w:rPr>
        <w:t xml:space="preserve"> года в сумме </w:t>
      </w:r>
      <w:r>
        <w:rPr>
          <w:sz w:val="28"/>
          <w:szCs w:val="28"/>
        </w:rPr>
        <w:t>0,0</w:t>
      </w:r>
      <w:r w:rsidRPr="00C917DC">
        <w:rPr>
          <w:sz w:val="28"/>
          <w:szCs w:val="28"/>
        </w:rPr>
        <w:t xml:space="preserve"> рублей, в том числе по </w:t>
      </w:r>
      <w:r>
        <w:rPr>
          <w:sz w:val="28"/>
          <w:szCs w:val="28"/>
        </w:rPr>
        <w:t>муниципаль</w:t>
      </w:r>
      <w:r w:rsidRPr="00C917DC">
        <w:rPr>
          <w:sz w:val="28"/>
          <w:szCs w:val="28"/>
        </w:rPr>
        <w:t xml:space="preserve">ным гарантиям </w:t>
      </w:r>
      <w:r>
        <w:rPr>
          <w:sz w:val="28"/>
          <w:szCs w:val="28"/>
        </w:rPr>
        <w:t xml:space="preserve">Большетелекского сельсовета 0,0 </w:t>
      </w:r>
      <w:r w:rsidRPr="00C917DC">
        <w:rPr>
          <w:sz w:val="28"/>
          <w:szCs w:val="28"/>
        </w:rPr>
        <w:t>рублей;</w:t>
      </w:r>
    </w:p>
    <w:p w:rsidR="00615677" w:rsidRPr="000457DA" w:rsidRDefault="00615677" w:rsidP="00615677">
      <w:pPr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C917DC">
        <w:rPr>
          <w:sz w:val="28"/>
          <w:szCs w:val="28"/>
        </w:rPr>
        <w:t>на 1 января 202</w:t>
      </w:r>
      <w:r w:rsidR="00140110">
        <w:rPr>
          <w:sz w:val="28"/>
          <w:szCs w:val="28"/>
        </w:rPr>
        <w:t>5</w:t>
      </w:r>
      <w:r w:rsidRPr="00C917DC">
        <w:rPr>
          <w:sz w:val="28"/>
          <w:szCs w:val="28"/>
        </w:rPr>
        <w:t xml:space="preserve"> года в сумме </w:t>
      </w:r>
      <w:r>
        <w:rPr>
          <w:sz w:val="28"/>
          <w:szCs w:val="28"/>
        </w:rPr>
        <w:t xml:space="preserve"> 0,0 </w:t>
      </w:r>
      <w:r w:rsidRPr="00C917DC">
        <w:rPr>
          <w:sz w:val="28"/>
          <w:szCs w:val="28"/>
        </w:rPr>
        <w:t xml:space="preserve">рублей, в том числе </w:t>
      </w:r>
      <w:r>
        <w:rPr>
          <w:sz w:val="28"/>
          <w:szCs w:val="28"/>
        </w:rPr>
        <w:t>муниципаль</w:t>
      </w:r>
      <w:r w:rsidRPr="00C917DC">
        <w:rPr>
          <w:sz w:val="28"/>
          <w:szCs w:val="28"/>
        </w:rPr>
        <w:t xml:space="preserve">ным гарантиям </w:t>
      </w:r>
      <w:r>
        <w:rPr>
          <w:sz w:val="28"/>
          <w:szCs w:val="28"/>
        </w:rPr>
        <w:t xml:space="preserve">Большетелекского сельсовета 0,0 </w:t>
      </w:r>
      <w:r w:rsidRPr="00C917DC">
        <w:rPr>
          <w:sz w:val="28"/>
          <w:szCs w:val="28"/>
        </w:rPr>
        <w:t>рублей.</w:t>
      </w:r>
    </w:p>
    <w:p w:rsidR="00615677" w:rsidRPr="00B35A26" w:rsidRDefault="002C1B64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615677" w:rsidRPr="00B35A26">
        <w:rPr>
          <w:sz w:val="28"/>
          <w:szCs w:val="28"/>
        </w:rPr>
        <w:t>. Установить предельный объем муниципального долга Большетелекского сельсовета в сумме:</w:t>
      </w:r>
    </w:p>
    <w:p w:rsidR="00615677" w:rsidRPr="00B35A26" w:rsidRDefault="0045723E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247 477</w:t>
      </w:r>
      <w:r w:rsidR="009F29DA">
        <w:rPr>
          <w:sz w:val="28"/>
          <w:szCs w:val="28"/>
        </w:rPr>
        <w:t>,00</w:t>
      </w:r>
      <w:r w:rsidR="00615677" w:rsidRPr="00B35A26">
        <w:rPr>
          <w:sz w:val="28"/>
          <w:szCs w:val="28"/>
        </w:rPr>
        <w:t xml:space="preserve">  рублей</w:t>
      </w:r>
      <w:r w:rsidR="00140110">
        <w:rPr>
          <w:sz w:val="28"/>
          <w:szCs w:val="28"/>
        </w:rPr>
        <w:t xml:space="preserve"> на 2022</w:t>
      </w:r>
      <w:r w:rsidR="00615677" w:rsidRPr="00B35A26">
        <w:rPr>
          <w:sz w:val="28"/>
          <w:szCs w:val="28"/>
        </w:rPr>
        <w:t> год;</w:t>
      </w:r>
    </w:p>
    <w:p w:rsidR="00615677" w:rsidRPr="00B35A26" w:rsidRDefault="0045723E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256 575</w:t>
      </w:r>
      <w:r w:rsidR="00140110">
        <w:rPr>
          <w:sz w:val="28"/>
          <w:szCs w:val="28"/>
        </w:rPr>
        <w:t>,0</w:t>
      </w:r>
      <w:r w:rsidR="009F29DA">
        <w:rPr>
          <w:sz w:val="28"/>
          <w:szCs w:val="28"/>
        </w:rPr>
        <w:t>0</w:t>
      </w:r>
      <w:r w:rsidR="0014011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140110">
        <w:rPr>
          <w:sz w:val="28"/>
          <w:szCs w:val="28"/>
        </w:rPr>
        <w:t xml:space="preserve"> на 2023</w:t>
      </w:r>
      <w:r w:rsidR="00615677" w:rsidRPr="00B35A26">
        <w:rPr>
          <w:sz w:val="28"/>
          <w:szCs w:val="28"/>
        </w:rPr>
        <w:t> год;</w:t>
      </w:r>
    </w:p>
    <w:p w:rsidR="00615677" w:rsidRPr="00D53B9A" w:rsidRDefault="0045723E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266 338</w:t>
      </w:r>
      <w:r w:rsidR="00140110">
        <w:rPr>
          <w:sz w:val="28"/>
          <w:szCs w:val="28"/>
        </w:rPr>
        <w:t>,</w:t>
      </w:r>
      <w:r w:rsidR="009F29DA">
        <w:rPr>
          <w:sz w:val="28"/>
          <w:szCs w:val="28"/>
        </w:rPr>
        <w:t>0</w:t>
      </w:r>
      <w:r w:rsidR="00140110">
        <w:rPr>
          <w:sz w:val="28"/>
          <w:szCs w:val="28"/>
        </w:rPr>
        <w:t>0 рублей на 2024</w:t>
      </w:r>
      <w:r w:rsidR="00615677" w:rsidRPr="00B35A26">
        <w:rPr>
          <w:sz w:val="28"/>
          <w:szCs w:val="28"/>
        </w:rPr>
        <w:t> год.</w:t>
      </w:r>
    </w:p>
    <w:p w:rsidR="00615677" w:rsidRPr="00A91344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1344">
        <w:rPr>
          <w:sz w:val="28"/>
          <w:szCs w:val="28"/>
        </w:rPr>
        <w:t>Установить, что в 20</w:t>
      </w:r>
      <w:r w:rsidR="00140110">
        <w:rPr>
          <w:sz w:val="28"/>
          <w:szCs w:val="28"/>
        </w:rPr>
        <w:t>22</w:t>
      </w:r>
      <w:r w:rsidRPr="00A91344">
        <w:rPr>
          <w:sz w:val="28"/>
          <w:szCs w:val="28"/>
        </w:rPr>
        <w:t xml:space="preserve"> году и плановом периоде 202</w:t>
      </w:r>
      <w:r w:rsidR="00140110">
        <w:rPr>
          <w:sz w:val="28"/>
          <w:szCs w:val="28"/>
        </w:rPr>
        <w:t xml:space="preserve">3 </w:t>
      </w:r>
      <w:r w:rsidRPr="002B27CD">
        <w:rPr>
          <w:rFonts w:eastAsia="Calibri"/>
          <w:bCs/>
          <w:sz w:val="28"/>
          <w:szCs w:val="28"/>
          <w:lang w:eastAsia="en-US"/>
        </w:rPr>
        <w:t>–</w:t>
      </w:r>
      <w:r w:rsidR="00140110">
        <w:rPr>
          <w:rFonts w:eastAsia="Calibri"/>
          <w:bCs/>
          <w:sz w:val="28"/>
          <w:szCs w:val="28"/>
          <w:lang w:eastAsia="en-US"/>
        </w:rPr>
        <w:t xml:space="preserve"> </w:t>
      </w:r>
      <w:r w:rsidRPr="00A91344">
        <w:rPr>
          <w:sz w:val="28"/>
          <w:szCs w:val="28"/>
        </w:rPr>
        <w:t>202</w:t>
      </w:r>
      <w:r w:rsidR="00140110">
        <w:rPr>
          <w:sz w:val="28"/>
          <w:szCs w:val="28"/>
        </w:rPr>
        <w:t>4</w:t>
      </w:r>
      <w:r w:rsidRPr="00A91344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A91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муниципальные гарантии Большетелекского сельсовета </w:t>
      </w:r>
      <w:r w:rsidRPr="00A91344">
        <w:rPr>
          <w:sz w:val="28"/>
          <w:szCs w:val="28"/>
        </w:rPr>
        <w:t>не предоставляются.</w:t>
      </w:r>
    </w:p>
    <w:p w:rsidR="00615677" w:rsidRPr="00C917DC" w:rsidRDefault="00615677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917DC">
        <w:rPr>
          <w:sz w:val="28"/>
          <w:szCs w:val="28"/>
        </w:rPr>
        <w:t>юджетны</w:t>
      </w:r>
      <w:r>
        <w:rPr>
          <w:sz w:val="28"/>
          <w:szCs w:val="28"/>
        </w:rPr>
        <w:t>е</w:t>
      </w:r>
      <w:r w:rsidRPr="00C917DC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Pr="00C917DC">
        <w:rPr>
          <w:sz w:val="28"/>
          <w:szCs w:val="28"/>
        </w:rPr>
        <w:t xml:space="preserve"> на исполнение </w:t>
      </w:r>
      <w:r>
        <w:rPr>
          <w:sz w:val="28"/>
          <w:szCs w:val="28"/>
        </w:rPr>
        <w:t>муниципаль</w:t>
      </w:r>
      <w:r w:rsidRPr="00C917DC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 xml:space="preserve">Большетелекского сельсовета </w:t>
      </w:r>
      <w:r w:rsidRPr="00C917DC">
        <w:rPr>
          <w:sz w:val="28"/>
          <w:szCs w:val="28"/>
        </w:rPr>
        <w:t>по возможным гарантийным случаям на 202</w:t>
      </w:r>
      <w:r w:rsidR="00140110">
        <w:rPr>
          <w:sz w:val="28"/>
          <w:szCs w:val="28"/>
        </w:rPr>
        <w:t>2 год и плановый период 2023</w:t>
      </w:r>
      <w:r w:rsidRPr="002B27CD">
        <w:rPr>
          <w:rFonts w:eastAsia="Calibri"/>
          <w:bCs/>
          <w:sz w:val="28"/>
          <w:szCs w:val="28"/>
          <w:lang w:eastAsia="en-US"/>
        </w:rPr>
        <w:t>–</w:t>
      </w:r>
      <w:r w:rsidRPr="00C917DC">
        <w:rPr>
          <w:sz w:val="28"/>
          <w:szCs w:val="28"/>
        </w:rPr>
        <w:t>202</w:t>
      </w:r>
      <w:r w:rsidR="00140110">
        <w:rPr>
          <w:sz w:val="28"/>
          <w:szCs w:val="28"/>
        </w:rPr>
        <w:t>4</w:t>
      </w:r>
      <w:r w:rsidRPr="00C917DC">
        <w:rPr>
          <w:sz w:val="28"/>
          <w:szCs w:val="28"/>
        </w:rPr>
        <w:t xml:space="preserve"> годов не предусмотрен</w:t>
      </w:r>
      <w:r>
        <w:rPr>
          <w:sz w:val="28"/>
          <w:szCs w:val="28"/>
        </w:rPr>
        <w:t>ы</w:t>
      </w:r>
      <w:r w:rsidRPr="00C917DC">
        <w:rPr>
          <w:sz w:val="28"/>
          <w:szCs w:val="28"/>
        </w:rPr>
        <w:t>.</w:t>
      </w:r>
    </w:p>
    <w:p w:rsidR="00615677" w:rsidRDefault="00615677" w:rsidP="0061567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15677" w:rsidRPr="00794DAC" w:rsidRDefault="002C1B64" w:rsidP="006156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615677">
        <w:rPr>
          <w:sz w:val="28"/>
          <w:szCs w:val="28"/>
        </w:rPr>
        <w:t>. Настоящее Решение</w:t>
      </w:r>
      <w:r w:rsidR="00615677" w:rsidRPr="00794DAC">
        <w:rPr>
          <w:sz w:val="28"/>
          <w:szCs w:val="28"/>
        </w:rPr>
        <w:t xml:space="preserve"> вступает в силу с 1 января 202</w:t>
      </w:r>
      <w:r w:rsidR="00EE5837">
        <w:rPr>
          <w:sz w:val="28"/>
          <w:szCs w:val="28"/>
        </w:rPr>
        <w:t>2</w:t>
      </w:r>
      <w:r w:rsidR="00615677" w:rsidRPr="00794DAC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615677" w:rsidRPr="002D19BD" w:rsidRDefault="00615677" w:rsidP="00615677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615677" w:rsidRPr="002D19BD" w:rsidRDefault="00615677" w:rsidP="00615677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615677" w:rsidRPr="002D19BD" w:rsidRDefault="00615677" w:rsidP="00615677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615677" w:rsidRDefault="00615677" w:rsidP="00615677">
      <w:pPr>
        <w:pStyle w:val="a6"/>
        <w:tabs>
          <w:tab w:val="left" w:pos="-2127"/>
        </w:tabs>
        <w:rPr>
          <w:szCs w:val="28"/>
        </w:rPr>
      </w:pPr>
      <w:r>
        <w:rPr>
          <w:szCs w:val="28"/>
        </w:rPr>
        <w:t>Глава сельсовет</w:t>
      </w:r>
      <w:r w:rsidR="00140110">
        <w:rPr>
          <w:szCs w:val="28"/>
        </w:rPr>
        <w:t>а</w:t>
      </w:r>
      <w:r>
        <w:rPr>
          <w:szCs w:val="28"/>
        </w:rPr>
        <w:t xml:space="preserve">, </w:t>
      </w:r>
    </w:p>
    <w:p w:rsidR="00615677" w:rsidRPr="00355789" w:rsidRDefault="00957ABE" w:rsidP="00615677">
      <w:pPr>
        <w:pStyle w:val="a6"/>
        <w:tabs>
          <w:tab w:val="left" w:pos="-2127"/>
        </w:tabs>
        <w:rPr>
          <w:szCs w:val="28"/>
        </w:rPr>
      </w:pPr>
      <w:r>
        <w:rPr>
          <w:szCs w:val="28"/>
        </w:rPr>
        <w:t>П</w:t>
      </w:r>
      <w:r w:rsidR="00615677">
        <w:rPr>
          <w:szCs w:val="28"/>
        </w:rPr>
        <w:t>редседатель сельского Совета депутатов                             А.</w:t>
      </w:r>
      <w:r w:rsidR="00140110">
        <w:rPr>
          <w:szCs w:val="28"/>
        </w:rPr>
        <w:t xml:space="preserve"> </w:t>
      </w:r>
      <w:r w:rsidR="00615677">
        <w:rPr>
          <w:szCs w:val="28"/>
        </w:rPr>
        <w:t>Ю. Игнатье</w:t>
      </w:r>
      <w:r>
        <w:rPr>
          <w:szCs w:val="28"/>
        </w:rPr>
        <w:t>в</w:t>
      </w:r>
    </w:p>
    <w:p w:rsidR="00F83B36" w:rsidRDefault="00F83B36" w:rsidP="009B2064">
      <w:pPr>
        <w:tabs>
          <w:tab w:val="left" w:pos="-2127"/>
          <w:tab w:val="num" w:pos="1276"/>
        </w:tabs>
        <w:ind w:firstLine="709"/>
        <w:jc w:val="both"/>
        <w:rPr>
          <w:b/>
          <w:sz w:val="28"/>
          <w:szCs w:val="28"/>
        </w:rPr>
      </w:pPr>
    </w:p>
    <w:p w:rsidR="00407474" w:rsidRDefault="00407474" w:rsidP="002B27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407474" w:rsidRDefault="00407474" w:rsidP="002B27C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C83635" w:rsidRPr="00C83635" w:rsidRDefault="00C83635" w:rsidP="0086385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D7CC3" w:rsidRPr="00C917DC" w:rsidRDefault="001D7CC3" w:rsidP="001D7C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110" w:rsidRDefault="00140110" w:rsidP="00F14161">
      <w:pPr>
        <w:ind w:firstLine="709"/>
        <w:jc w:val="both"/>
        <w:rPr>
          <w:sz w:val="28"/>
          <w:szCs w:val="28"/>
        </w:rPr>
      </w:pPr>
    </w:p>
    <w:p w:rsidR="00337FCF" w:rsidRDefault="00337FCF" w:rsidP="00F141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110" w:rsidRPr="002D19BD" w:rsidRDefault="00140110" w:rsidP="00F141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FF5AAA" w:rsidRDefault="00FF5AAA" w:rsidP="00517B47">
      <w:pPr>
        <w:pStyle w:val="a6"/>
        <w:tabs>
          <w:tab w:val="left" w:pos="-2127"/>
        </w:tabs>
        <w:rPr>
          <w:szCs w:val="28"/>
        </w:rPr>
      </w:pPr>
    </w:p>
    <w:p w:rsidR="00140110" w:rsidRPr="00355789" w:rsidRDefault="00140110" w:rsidP="00517B47">
      <w:pPr>
        <w:pStyle w:val="a6"/>
        <w:tabs>
          <w:tab w:val="left" w:pos="-2127"/>
        </w:tabs>
        <w:rPr>
          <w:szCs w:val="28"/>
        </w:rPr>
      </w:pPr>
    </w:p>
    <w:sectPr w:rsidR="00140110" w:rsidRPr="00355789" w:rsidSect="00957ABE">
      <w:headerReference w:type="even" r:id="rId9"/>
      <w:headerReference w:type="default" r:id="rId10"/>
      <w:type w:val="continuous"/>
      <w:pgSz w:w="11906" w:h="16838"/>
      <w:pgMar w:top="0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6C9" w:rsidRDefault="00E536C9">
      <w:r>
        <w:separator/>
      </w:r>
    </w:p>
  </w:endnote>
  <w:endnote w:type="continuationSeparator" w:id="0">
    <w:p w:rsidR="00E536C9" w:rsidRDefault="00E53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6C9" w:rsidRDefault="00E536C9">
      <w:r>
        <w:separator/>
      </w:r>
    </w:p>
  </w:footnote>
  <w:footnote w:type="continuationSeparator" w:id="0">
    <w:p w:rsidR="00E536C9" w:rsidRDefault="00E53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3E" w:rsidRDefault="005B00B4" w:rsidP="009C4A3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B38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B383E" w:rsidRDefault="003B383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3E" w:rsidRDefault="005B00B4">
    <w:pPr>
      <w:pStyle w:val="a8"/>
      <w:jc w:val="right"/>
    </w:pPr>
    <w:fldSimple w:instr=" PAGE   \* MERGEFORMAT ">
      <w:r w:rsidR="000F4314">
        <w:rPr>
          <w:noProof/>
        </w:rPr>
        <w:t>2</w:t>
      </w:r>
    </w:fldSimple>
  </w:p>
  <w:p w:rsidR="003B383E" w:rsidRDefault="003B383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A14A77"/>
    <w:multiLevelType w:val="hybridMultilevel"/>
    <w:tmpl w:val="E744B732"/>
    <w:lvl w:ilvl="0" w:tplc="59EC2F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C64F66"/>
    <w:multiLevelType w:val="hybridMultilevel"/>
    <w:tmpl w:val="2B804BC4"/>
    <w:lvl w:ilvl="0" w:tplc="F12A70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4EB718F"/>
    <w:multiLevelType w:val="hybridMultilevel"/>
    <w:tmpl w:val="0CE890CA"/>
    <w:lvl w:ilvl="0" w:tplc="557CF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206DFE"/>
    <w:multiLevelType w:val="hybridMultilevel"/>
    <w:tmpl w:val="BA2CE350"/>
    <w:lvl w:ilvl="0" w:tplc="F9D64112">
      <w:start w:val="1"/>
      <w:numFmt w:val="decimal"/>
      <w:lvlText w:val="%1."/>
      <w:lvlJc w:val="left"/>
      <w:pPr>
        <w:ind w:left="3447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398442F6"/>
    <w:multiLevelType w:val="hybridMultilevel"/>
    <w:tmpl w:val="F57881E6"/>
    <w:lvl w:ilvl="0" w:tplc="D94E2BC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ED53F21"/>
    <w:multiLevelType w:val="hybridMultilevel"/>
    <w:tmpl w:val="39469992"/>
    <w:lvl w:ilvl="0" w:tplc="C44C504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017FE4"/>
    <w:multiLevelType w:val="hybridMultilevel"/>
    <w:tmpl w:val="E46828EE"/>
    <w:lvl w:ilvl="0" w:tplc="8C8438D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5B267C01"/>
    <w:multiLevelType w:val="hybridMultilevel"/>
    <w:tmpl w:val="EC147378"/>
    <w:lvl w:ilvl="0" w:tplc="C0867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0C67BA"/>
    <w:multiLevelType w:val="hybridMultilevel"/>
    <w:tmpl w:val="40CAF1AC"/>
    <w:lvl w:ilvl="0" w:tplc="97C4B2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6C320D47"/>
    <w:multiLevelType w:val="hybridMultilevel"/>
    <w:tmpl w:val="1E2E3DC2"/>
    <w:lvl w:ilvl="0" w:tplc="5BCE4C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4"/>
  </w:num>
  <w:num w:numId="5">
    <w:abstractNumId w:val="10"/>
  </w:num>
  <w:num w:numId="6">
    <w:abstractNumId w:val="6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 w:numId="15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TrueTypeFonts/>
  <w:saveSubsetFonts/>
  <w:hideGrammaticalErrors/>
  <w:activeWritingStyle w:appName="MSWord" w:lang="ru-RU" w:vendorID="1" w:dllVersion="512" w:checkStyle="0"/>
  <w:proofState w:spelling="clean" w:grammar="clean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20F"/>
    <w:rsid w:val="000008BC"/>
    <w:rsid w:val="000014B7"/>
    <w:rsid w:val="000017F2"/>
    <w:rsid w:val="00001E86"/>
    <w:rsid w:val="00001F76"/>
    <w:rsid w:val="0000204D"/>
    <w:rsid w:val="00002436"/>
    <w:rsid w:val="0000298C"/>
    <w:rsid w:val="00002E34"/>
    <w:rsid w:val="00004276"/>
    <w:rsid w:val="00004293"/>
    <w:rsid w:val="0000528C"/>
    <w:rsid w:val="000059E5"/>
    <w:rsid w:val="00005F4C"/>
    <w:rsid w:val="00006121"/>
    <w:rsid w:val="000062D4"/>
    <w:rsid w:val="0000673E"/>
    <w:rsid w:val="00006741"/>
    <w:rsid w:val="00006C9E"/>
    <w:rsid w:val="00006D97"/>
    <w:rsid w:val="00007C50"/>
    <w:rsid w:val="000100A6"/>
    <w:rsid w:val="00010154"/>
    <w:rsid w:val="00010668"/>
    <w:rsid w:val="0001082E"/>
    <w:rsid w:val="00010D08"/>
    <w:rsid w:val="00010E77"/>
    <w:rsid w:val="00011545"/>
    <w:rsid w:val="00011CE6"/>
    <w:rsid w:val="00011D6E"/>
    <w:rsid w:val="00011DAE"/>
    <w:rsid w:val="00011E9A"/>
    <w:rsid w:val="00012462"/>
    <w:rsid w:val="00012D55"/>
    <w:rsid w:val="00012F0B"/>
    <w:rsid w:val="000134D6"/>
    <w:rsid w:val="000137A8"/>
    <w:rsid w:val="00013816"/>
    <w:rsid w:val="0001396B"/>
    <w:rsid w:val="00013CA2"/>
    <w:rsid w:val="00014B4A"/>
    <w:rsid w:val="00014D65"/>
    <w:rsid w:val="00014FFE"/>
    <w:rsid w:val="00015213"/>
    <w:rsid w:val="0001523F"/>
    <w:rsid w:val="0001557B"/>
    <w:rsid w:val="000157B2"/>
    <w:rsid w:val="00015BEC"/>
    <w:rsid w:val="00015C4A"/>
    <w:rsid w:val="00015C75"/>
    <w:rsid w:val="00015EA7"/>
    <w:rsid w:val="0001686C"/>
    <w:rsid w:val="00016B64"/>
    <w:rsid w:val="0001737E"/>
    <w:rsid w:val="0001763D"/>
    <w:rsid w:val="00017BB0"/>
    <w:rsid w:val="00020089"/>
    <w:rsid w:val="00020990"/>
    <w:rsid w:val="000212E1"/>
    <w:rsid w:val="0002133E"/>
    <w:rsid w:val="00021430"/>
    <w:rsid w:val="00021B9F"/>
    <w:rsid w:val="00021E9F"/>
    <w:rsid w:val="000226D0"/>
    <w:rsid w:val="00022915"/>
    <w:rsid w:val="00022BCD"/>
    <w:rsid w:val="00023406"/>
    <w:rsid w:val="00023CD6"/>
    <w:rsid w:val="0002416B"/>
    <w:rsid w:val="00024228"/>
    <w:rsid w:val="00024629"/>
    <w:rsid w:val="00024C0A"/>
    <w:rsid w:val="00025030"/>
    <w:rsid w:val="0002512E"/>
    <w:rsid w:val="000252B7"/>
    <w:rsid w:val="0002572A"/>
    <w:rsid w:val="00025779"/>
    <w:rsid w:val="000265A9"/>
    <w:rsid w:val="00026C93"/>
    <w:rsid w:val="000272A3"/>
    <w:rsid w:val="000272E6"/>
    <w:rsid w:val="000275A3"/>
    <w:rsid w:val="00027F90"/>
    <w:rsid w:val="00030059"/>
    <w:rsid w:val="00030534"/>
    <w:rsid w:val="00031B0C"/>
    <w:rsid w:val="00032071"/>
    <w:rsid w:val="00032222"/>
    <w:rsid w:val="000341B4"/>
    <w:rsid w:val="00034608"/>
    <w:rsid w:val="0003472D"/>
    <w:rsid w:val="0003480E"/>
    <w:rsid w:val="000356BB"/>
    <w:rsid w:val="00035EAF"/>
    <w:rsid w:val="00036CD3"/>
    <w:rsid w:val="00036FA2"/>
    <w:rsid w:val="00037540"/>
    <w:rsid w:val="000401C8"/>
    <w:rsid w:val="000403E6"/>
    <w:rsid w:val="00040DE2"/>
    <w:rsid w:val="0004100D"/>
    <w:rsid w:val="000410A7"/>
    <w:rsid w:val="000414CE"/>
    <w:rsid w:val="00041B0E"/>
    <w:rsid w:val="0004323B"/>
    <w:rsid w:val="00043E59"/>
    <w:rsid w:val="000446D4"/>
    <w:rsid w:val="00044C38"/>
    <w:rsid w:val="0004620D"/>
    <w:rsid w:val="0004647C"/>
    <w:rsid w:val="000466C9"/>
    <w:rsid w:val="00046978"/>
    <w:rsid w:val="00046990"/>
    <w:rsid w:val="00046C16"/>
    <w:rsid w:val="00046EA9"/>
    <w:rsid w:val="000477AC"/>
    <w:rsid w:val="000502D0"/>
    <w:rsid w:val="0005050C"/>
    <w:rsid w:val="000506AB"/>
    <w:rsid w:val="00050A45"/>
    <w:rsid w:val="00050E3A"/>
    <w:rsid w:val="000516AB"/>
    <w:rsid w:val="0005209E"/>
    <w:rsid w:val="00052E5F"/>
    <w:rsid w:val="0005340A"/>
    <w:rsid w:val="00053C88"/>
    <w:rsid w:val="0005401C"/>
    <w:rsid w:val="000546EF"/>
    <w:rsid w:val="000546F1"/>
    <w:rsid w:val="00054A1C"/>
    <w:rsid w:val="00054B2A"/>
    <w:rsid w:val="0005525D"/>
    <w:rsid w:val="000556A5"/>
    <w:rsid w:val="00055FDF"/>
    <w:rsid w:val="0005649F"/>
    <w:rsid w:val="000565BD"/>
    <w:rsid w:val="000566CD"/>
    <w:rsid w:val="00056B7A"/>
    <w:rsid w:val="00056FB0"/>
    <w:rsid w:val="000607DD"/>
    <w:rsid w:val="00061005"/>
    <w:rsid w:val="00061105"/>
    <w:rsid w:val="00061195"/>
    <w:rsid w:val="0006123A"/>
    <w:rsid w:val="00061296"/>
    <w:rsid w:val="000614BA"/>
    <w:rsid w:val="00061DC6"/>
    <w:rsid w:val="00061E7B"/>
    <w:rsid w:val="00062286"/>
    <w:rsid w:val="00062513"/>
    <w:rsid w:val="00062ACC"/>
    <w:rsid w:val="00063164"/>
    <w:rsid w:val="00063344"/>
    <w:rsid w:val="00063FE2"/>
    <w:rsid w:val="000640E4"/>
    <w:rsid w:val="000642F4"/>
    <w:rsid w:val="000644E4"/>
    <w:rsid w:val="00064B47"/>
    <w:rsid w:val="00064D2B"/>
    <w:rsid w:val="000659FB"/>
    <w:rsid w:val="00065B63"/>
    <w:rsid w:val="00066557"/>
    <w:rsid w:val="00066911"/>
    <w:rsid w:val="000669D0"/>
    <w:rsid w:val="00066FCC"/>
    <w:rsid w:val="00067058"/>
    <w:rsid w:val="00067AC2"/>
    <w:rsid w:val="00067B9A"/>
    <w:rsid w:val="000707DB"/>
    <w:rsid w:val="000709E3"/>
    <w:rsid w:val="000710BC"/>
    <w:rsid w:val="000711C3"/>
    <w:rsid w:val="00071E0D"/>
    <w:rsid w:val="00071EBA"/>
    <w:rsid w:val="0007249C"/>
    <w:rsid w:val="000726B8"/>
    <w:rsid w:val="000734AD"/>
    <w:rsid w:val="00073626"/>
    <w:rsid w:val="00073A55"/>
    <w:rsid w:val="00073C5E"/>
    <w:rsid w:val="000741D9"/>
    <w:rsid w:val="00074449"/>
    <w:rsid w:val="00074BD1"/>
    <w:rsid w:val="000765CA"/>
    <w:rsid w:val="00076D4F"/>
    <w:rsid w:val="0007783A"/>
    <w:rsid w:val="00077D91"/>
    <w:rsid w:val="000800AA"/>
    <w:rsid w:val="0008057A"/>
    <w:rsid w:val="00080A77"/>
    <w:rsid w:val="00081022"/>
    <w:rsid w:val="0008104B"/>
    <w:rsid w:val="0008123E"/>
    <w:rsid w:val="00081446"/>
    <w:rsid w:val="00081B44"/>
    <w:rsid w:val="00081C4C"/>
    <w:rsid w:val="00081D8B"/>
    <w:rsid w:val="0008263F"/>
    <w:rsid w:val="00082751"/>
    <w:rsid w:val="00082775"/>
    <w:rsid w:val="000827E0"/>
    <w:rsid w:val="0008285F"/>
    <w:rsid w:val="000831E4"/>
    <w:rsid w:val="0008326C"/>
    <w:rsid w:val="000834F5"/>
    <w:rsid w:val="00083638"/>
    <w:rsid w:val="0008377A"/>
    <w:rsid w:val="0008394F"/>
    <w:rsid w:val="00083DDA"/>
    <w:rsid w:val="00084964"/>
    <w:rsid w:val="00084C17"/>
    <w:rsid w:val="0008523D"/>
    <w:rsid w:val="0008539B"/>
    <w:rsid w:val="00085AC3"/>
    <w:rsid w:val="000862D2"/>
    <w:rsid w:val="00086B2B"/>
    <w:rsid w:val="00086E26"/>
    <w:rsid w:val="000873D4"/>
    <w:rsid w:val="0008792E"/>
    <w:rsid w:val="00090339"/>
    <w:rsid w:val="000905EA"/>
    <w:rsid w:val="00090907"/>
    <w:rsid w:val="000909DF"/>
    <w:rsid w:val="00090E40"/>
    <w:rsid w:val="000913AA"/>
    <w:rsid w:val="000922D7"/>
    <w:rsid w:val="00092343"/>
    <w:rsid w:val="0009266F"/>
    <w:rsid w:val="000932E4"/>
    <w:rsid w:val="00093A09"/>
    <w:rsid w:val="00093F2F"/>
    <w:rsid w:val="00093F37"/>
    <w:rsid w:val="00094A21"/>
    <w:rsid w:val="00094A3A"/>
    <w:rsid w:val="00094A54"/>
    <w:rsid w:val="00094C3B"/>
    <w:rsid w:val="00094D33"/>
    <w:rsid w:val="00094EB8"/>
    <w:rsid w:val="000950CF"/>
    <w:rsid w:val="00095951"/>
    <w:rsid w:val="000959F3"/>
    <w:rsid w:val="000960B0"/>
    <w:rsid w:val="0009651C"/>
    <w:rsid w:val="000970EF"/>
    <w:rsid w:val="000976F6"/>
    <w:rsid w:val="0009783B"/>
    <w:rsid w:val="0009785A"/>
    <w:rsid w:val="000A014C"/>
    <w:rsid w:val="000A1F5C"/>
    <w:rsid w:val="000A1FB9"/>
    <w:rsid w:val="000A22F7"/>
    <w:rsid w:val="000A2929"/>
    <w:rsid w:val="000A2B31"/>
    <w:rsid w:val="000A2D19"/>
    <w:rsid w:val="000A2F21"/>
    <w:rsid w:val="000A30A6"/>
    <w:rsid w:val="000A35D9"/>
    <w:rsid w:val="000A368E"/>
    <w:rsid w:val="000A41BB"/>
    <w:rsid w:val="000A4371"/>
    <w:rsid w:val="000A46D6"/>
    <w:rsid w:val="000A4C1C"/>
    <w:rsid w:val="000A4CDB"/>
    <w:rsid w:val="000A4EAD"/>
    <w:rsid w:val="000A5D5D"/>
    <w:rsid w:val="000A665B"/>
    <w:rsid w:val="000A77A4"/>
    <w:rsid w:val="000A77B2"/>
    <w:rsid w:val="000A7D62"/>
    <w:rsid w:val="000B0221"/>
    <w:rsid w:val="000B0ABE"/>
    <w:rsid w:val="000B1159"/>
    <w:rsid w:val="000B1D24"/>
    <w:rsid w:val="000B21DB"/>
    <w:rsid w:val="000B2920"/>
    <w:rsid w:val="000B2F06"/>
    <w:rsid w:val="000B3065"/>
    <w:rsid w:val="000B38E0"/>
    <w:rsid w:val="000B3931"/>
    <w:rsid w:val="000B3D37"/>
    <w:rsid w:val="000B45C3"/>
    <w:rsid w:val="000B46E4"/>
    <w:rsid w:val="000B4933"/>
    <w:rsid w:val="000B4BE5"/>
    <w:rsid w:val="000B51F5"/>
    <w:rsid w:val="000B5EA5"/>
    <w:rsid w:val="000B60E2"/>
    <w:rsid w:val="000B6B65"/>
    <w:rsid w:val="000B7EAC"/>
    <w:rsid w:val="000B7F4B"/>
    <w:rsid w:val="000C021C"/>
    <w:rsid w:val="000C02C6"/>
    <w:rsid w:val="000C031A"/>
    <w:rsid w:val="000C038F"/>
    <w:rsid w:val="000C05B9"/>
    <w:rsid w:val="000C07AF"/>
    <w:rsid w:val="000C0A60"/>
    <w:rsid w:val="000C195B"/>
    <w:rsid w:val="000C1DF1"/>
    <w:rsid w:val="000C2403"/>
    <w:rsid w:val="000C2C9A"/>
    <w:rsid w:val="000C31B4"/>
    <w:rsid w:val="000C386D"/>
    <w:rsid w:val="000C413B"/>
    <w:rsid w:val="000C4385"/>
    <w:rsid w:val="000C4413"/>
    <w:rsid w:val="000C48CC"/>
    <w:rsid w:val="000C4EE5"/>
    <w:rsid w:val="000C5272"/>
    <w:rsid w:val="000C538E"/>
    <w:rsid w:val="000C5528"/>
    <w:rsid w:val="000C56DE"/>
    <w:rsid w:val="000C5DDE"/>
    <w:rsid w:val="000C68D3"/>
    <w:rsid w:val="000C6E32"/>
    <w:rsid w:val="000C7210"/>
    <w:rsid w:val="000C7AE0"/>
    <w:rsid w:val="000D001E"/>
    <w:rsid w:val="000D029C"/>
    <w:rsid w:val="000D0583"/>
    <w:rsid w:val="000D0624"/>
    <w:rsid w:val="000D0EAA"/>
    <w:rsid w:val="000D0F91"/>
    <w:rsid w:val="000D1201"/>
    <w:rsid w:val="000D1DE8"/>
    <w:rsid w:val="000D2446"/>
    <w:rsid w:val="000D254B"/>
    <w:rsid w:val="000D352A"/>
    <w:rsid w:val="000D3B0C"/>
    <w:rsid w:val="000D3CA5"/>
    <w:rsid w:val="000D41F9"/>
    <w:rsid w:val="000D4874"/>
    <w:rsid w:val="000D4A36"/>
    <w:rsid w:val="000D4D90"/>
    <w:rsid w:val="000D5076"/>
    <w:rsid w:val="000D5083"/>
    <w:rsid w:val="000D525A"/>
    <w:rsid w:val="000D56B2"/>
    <w:rsid w:val="000D59FB"/>
    <w:rsid w:val="000D5E18"/>
    <w:rsid w:val="000D601A"/>
    <w:rsid w:val="000D632C"/>
    <w:rsid w:val="000D6541"/>
    <w:rsid w:val="000D66BA"/>
    <w:rsid w:val="000D6D59"/>
    <w:rsid w:val="000D719E"/>
    <w:rsid w:val="000D730B"/>
    <w:rsid w:val="000D7DA1"/>
    <w:rsid w:val="000D7EAA"/>
    <w:rsid w:val="000E0254"/>
    <w:rsid w:val="000E0AF0"/>
    <w:rsid w:val="000E1A05"/>
    <w:rsid w:val="000E1B14"/>
    <w:rsid w:val="000E3150"/>
    <w:rsid w:val="000E373D"/>
    <w:rsid w:val="000E38D1"/>
    <w:rsid w:val="000E3BC7"/>
    <w:rsid w:val="000E4B1E"/>
    <w:rsid w:val="000E4F5D"/>
    <w:rsid w:val="000E5561"/>
    <w:rsid w:val="000E692B"/>
    <w:rsid w:val="000E7AD2"/>
    <w:rsid w:val="000F06AB"/>
    <w:rsid w:val="000F0A01"/>
    <w:rsid w:val="000F0DEE"/>
    <w:rsid w:val="000F0FAE"/>
    <w:rsid w:val="000F1160"/>
    <w:rsid w:val="000F1468"/>
    <w:rsid w:val="000F1832"/>
    <w:rsid w:val="000F1D4A"/>
    <w:rsid w:val="000F1DC0"/>
    <w:rsid w:val="000F357B"/>
    <w:rsid w:val="000F3810"/>
    <w:rsid w:val="000F4314"/>
    <w:rsid w:val="000F515C"/>
    <w:rsid w:val="000F66E6"/>
    <w:rsid w:val="000F6B2D"/>
    <w:rsid w:val="000F77D6"/>
    <w:rsid w:val="000F78A5"/>
    <w:rsid w:val="000F7E1B"/>
    <w:rsid w:val="001001A8"/>
    <w:rsid w:val="001008DD"/>
    <w:rsid w:val="00100AFF"/>
    <w:rsid w:val="001023FF"/>
    <w:rsid w:val="001029DB"/>
    <w:rsid w:val="001036FC"/>
    <w:rsid w:val="001039A9"/>
    <w:rsid w:val="0010411E"/>
    <w:rsid w:val="0010429D"/>
    <w:rsid w:val="0010451A"/>
    <w:rsid w:val="0010536C"/>
    <w:rsid w:val="00105D74"/>
    <w:rsid w:val="00105E39"/>
    <w:rsid w:val="00105FBB"/>
    <w:rsid w:val="00106412"/>
    <w:rsid w:val="001064EB"/>
    <w:rsid w:val="00106599"/>
    <w:rsid w:val="0010664A"/>
    <w:rsid w:val="00106E18"/>
    <w:rsid w:val="00106E22"/>
    <w:rsid w:val="00106EC7"/>
    <w:rsid w:val="00107257"/>
    <w:rsid w:val="0011096B"/>
    <w:rsid w:val="00110A43"/>
    <w:rsid w:val="00110C23"/>
    <w:rsid w:val="00110EDA"/>
    <w:rsid w:val="0011137C"/>
    <w:rsid w:val="0011182B"/>
    <w:rsid w:val="00111BC3"/>
    <w:rsid w:val="001123FC"/>
    <w:rsid w:val="00112D6D"/>
    <w:rsid w:val="001134BA"/>
    <w:rsid w:val="0011355E"/>
    <w:rsid w:val="001137EB"/>
    <w:rsid w:val="001147A9"/>
    <w:rsid w:val="00114B4F"/>
    <w:rsid w:val="00114E22"/>
    <w:rsid w:val="00115159"/>
    <w:rsid w:val="001158FB"/>
    <w:rsid w:val="0011597A"/>
    <w:rsid w:val="00115F69"/>
    <w:rsid w:val="001163F9"/>
    <w:rsid w:val="001168F2"/>
    <w:rsid w:val="00117568"/>
    <w:rsid w:val="00117D8D"/>
    <w:rsid w:val="001202A5"/>
    <w:rsid w:val="00120D61"/>
    <w:rsid w:val="00121177"/>
    <w:rsid w:val="00121199"/>
    <w:rsid w:val="00121300"/>
    <w:rsid w:val="00121480"/>
    <w:rsid w:val="00121F53"/>
    <w:rsid w:val="00122B21"/>
    <w:rsid w:val="00122FAD"/>
    <w:rsid w:val="001237FB"/>
    <w:rsid w:val="00123DF6"/>
    <w:rsid w:val="00124741"/>
    <w:rsid w:val="0012479F"/>
    <w:rsid w:val="00124869"/>
    <w:rsid w:val="00124B34"/>
    <w:rsid w:val="001257D4"/>
    <w:rsid w:val="0012599E"/>
    <w:rsid w:val="00125D10"/>
    <w:rsid w:val="00125E13"/>
    <w:rsid w:val="00127093"/>
    <w:rsid w:val="00127184"/>
    <w:rsid w:val="00127D4F"/>
    <w:rsid w:val="00127F1D"/>
    <w:rsid w:val="00130153"/>
    <w:rsid w:val="00130621"/>
    <w:rsid w:val="00130B31"/>
    <w:rsid w:val="00130E05"/>
    <w:rsid w:val="00131255"/>
    <w:rsid w:val="001323EB"/>
    <w:rsid w:val="00132486"/>
    <w:rsid w:val="001326C2"/>
    <w:rsid w:val="001327CC"/>
    <w:rsid w:val="00133634"/>
    <w:rsid w:val="00133FDB"/>
    <w:rsid w:val="0013441A"/>
    <w:rsid w:val="00134D72"/>
    <w:rsid w:val="00134D9B"/>
    <w:rsid w:val="00135143"/>
    <w:rsid w:val="0013573A"/>
    <w:rsid w:val="001357BC"/>
    <w:rsid w:val="001357FF"/>
    <w:rsid w:val="00135A0B"/>
    <w:rsid w:val="00135C7D"/>
    <w:rsid w:val="00135D9C"/>
    <w:rsid w:val="00136BE8"/>
    <w:rsid w:val="00136CBC"/>
    <w:rsid w:val="00137235"/>
    <w:rsid w:val="00140110"/>
    <w:rsid w:val="00140C84"/>
    <w:rsid w:val="00141040"/>
    <w:rsid w:val="00141315"/>
    <w:rsid w:val="00141E31"/>
    <w:rsid w:val="001426D1"/>
    <w:rsid w:val="00142B61"/>
    <w:rsid w:val="00142D21"/>
    <w:rsid w:val="0014396F"/>
    <w:rsid w:val="0014470D"/>
    <w:rsid w:val="00144E61"/>
    <w:rsid w:val="00145662"/>
    <w:rsid w:val="001459E4"/>
    <w:rsid w:val="00145FA1"/>
    <w:rsid w:val="001464CB"/>
    <w:rsid w:val="001468A7"/>
    <w:rsid w:val="001470BF"/>
    <w:rsid w:val="00147307"/>
    <w:rsid w:val="00147B90"/>
    <w:rsid w:val="001504D7"/>
    <w:rsid w:val="0015058C"/>
    <w:rsid w:val="00150F8D"/>
    <w:rsid w:val="001517BD"/>
    <w:rsid w:val="00151CFF"/>
    <w:rsid w:val="00151E80"/>
    <w:rsid w:val="001532F7"/>
    <w:rsid w:val="0015331B"/>
    <w:rsid w:val="00153401"/>
    <w:rsid w:val="001538F0"/>
    <w:rsid w:val="00154202"/>
    <w:rsid w:val="001542A8"/>
    <w:rsid w:val="0015487B"/>
    <w:rsid w:val="001548C0"/>
    <w:rsid w:val="00154D09"/>
    <w:rsid w:val="00154FE6"/>
    <w:rsid w:val="0015534D"/>
    <w:rsid w:val="00156606"/>
    <w:rsid w:val="0015671A"/>
    <w:rsid w:val="001568B5"/>
    <w:rsid w:val="00156AC6"/>
    <w:rsid w:val="001570EA"/>
    <w:rsid w:val="0015725F"/>
    <w:rsid w:val="00157306"/>
    <w:rsid w:val="001576CF"/>
    <w:rsid w:val="00157E83"/>
    <w:rsid w:val="001600C5"/>
    <w:rsid w:val="00160E77"/>
    <w:rsid w:val="001614D6"/>
    <w:rsid w:val="00161535"/>
    <w:rsid w:val="00161F19"/>
    <w:rsid w:val="00162051"/>
    <w:rsid w:val="00162366"/>
    <w:rsid w:val="001624C7"/>
    <w:rsid w:val="00162CF5"/>
    <w:rsid w:val="00162F8C"/>
    <w:rsid w:val="0016303F"/>
    <w:rsid w:val="00163737"/>
    <w:rsid w:val="00163EF8"/>
    <w:rsid w:val="0016445A"/>
    <w:rsid w:val="00164841"/>
    <w:rsid w:val="00165187"/>
    <w:rsid w:val="00165259"/>
    <w:rsid w:val="00165311"/>
    <w:rsid w:val="001658F5"/>
    <w:rsid w:val="00166669"/>
    <w:rsid w:val="00166CD5"/>
    <w:rsid w:val="00167069"/>
    <w:rsid w:val="00167D38"/>
    <w:rsid w:val="00167DBE"/>
    <w:rsid w:val="001701B1"/>
    <w:rsid w:val="001703E7"/>
    <w:rsid w:val="00170786"/>
    <w:rsid w:val="001707E3"/>
    <w:rsid w:val="0017107B"/>
    <w:rsid w:val="001724B2"/>
    <w:rsid w:val="00172B35"/>
    <w:rsid w:val="00172F2C"/>
    <w:rsid w:val="00173185"/>
    <w:rsid w:val="001734C5"/>
    <w:rsid w:val="00173EBC"/>
    <w:rsid w:val="00174094"/>
    <w:rsid w:val="00174437"/>
    <w:rsid w:val="00177659"/>
    <w:rsid w:val="00177A55"/>
    <w:rsid w:val="00177B28"/>
    <w:rsid w:val="00180033"/>
    <w:rsid w:val="0018009E"/>
    <w:rsid w:val="001805C2"/>
    <w:rsid w:val="001809BF"/>
    <w:rsid w:val="00180B46"/>
    <w:rsid w:val="00182157"/>
    <w:rsid w:val="001827F2"/>
    <w:rsid w:val="00182843"/>
    <w:rsid w:val="001834F8"/>
    <w:rsid w:val="00183969"/>
    <w:rsid w:val="00184185"/>
    <w:rsid w:val="001842E3"/>
    <w:rsid w:val="00184319"/>
    <w:rsid w:val="00184573"/>
    <w:rsid w:val="0018498A"/>
    <w:rsid w:val="001858EF"/>
    <w:rsid w:val="00185E06"/>
    <w:rsid w:val="00185E31"/>
    <w:rsid w:val="00186057"/>
    <w:rsid w:val="001863C0"/>
    <w:rsid w:val="001868B6"/>
    <w:rsid w:val="00186B70"/>
    <w:rsid w:val="00186D03"/>
    <w:rsid w:val="00186E92"/>
    <w:rsid w:val="00187A67"/>
    <w:rsid w:val="00187E60"/>
    <w:rsid w:val="001901D4"/>
    <w:rsid w:val="001903DA"/>
    <w:rsid w:val="001908C4"/>
    <w:rsid w:val="0019093C"/>
    <w:rsid w:val="001909A1"/>
    <w:rsid w:val="00190A18"/>
    <w:rsid w:val="0019144C"/>
    <w:rsid w:val="001914BA"/>
    <w:rsid w:val="00191777"/>
    <w:rsid w:val="00191990"/>
    <w:rsid w:val="00191A06"/>
    <w:rsid w:val="00192053"/>
    <w:rsid w:val="001922D3"/>
    <w:rsid w:val="001929C0"/>
    <w:rsid w:val="00192B6E"/>
    <w:rsid w:val="001931D1"/>
    <w:rsid w:val="00193B0E"/>
    <w:rsid w:val="00193F9A"/>
    <w:rsid w:val="00195617"/>
    <w:rsid w:val="0019565C"/>
    <w:rsid w:val="001963F3"/>
    <w:rsid w:val="0019646D"/>
    <w:rsid w:val="00196569"/>
    <w:rsid w:val="0019668B"/>
    <w:rsid w:val="00196B5A"/>
    <w:rsid w:val="00197586"/>
    <w:rsid w:val="00197D12"/>
    <w:rsid w:val="001A0361"/>
    <w:rsid w:val="001A03D1"/>
    <w:rsid w:val="001A0931"/>
    <w:rsid w:val="001A20D1"/>
    <w:rsid w:val="001A2F41"/>
    <w:rsid w:val="001A351A"/>
    <w:rsid w:val="001A3880"/>
    <w:rsid w:val="001A3FC2"/>
    <w:rsid w:val="001A455E"/>
    <w:rsid w:val="001A4732"/>
    <w:rsid w:val="001A49E2"/>
    <w:rsid w:val="001A4D1D"/>
    <w:rsid w:val="001A5002"/>
    <w:rsid w:val="001A54D4"/>
    <w:rsid w:val="001A57AF"/>
    <w:rsid w:val="001A5A46"/>
    <w:rsid w:val="001A5A87"/>
    <w:rsid w:val="001A5A88"/>
    <w:rsid w:val="001A5E40"/>
    <w:rsid w:val="001A610D"/>
    <w:rsid w:val="001A6110"/>
    <w:rsid w:val="001A6ADA"/>
    <w:rsid w:val="001B0163"/>
    <w:rsid w:val="001B068B"/>
    <w:rsid w:val="001B1AC4"/>
    <w:rsid w:val="001B1E0B"/>
    <w:rsid w:val="001B1EDF"/>
    <w:rsid w:val="001B2580"/>
    <w:rsid w:val="001B276E"/>
    <w:rsid w:val="001B2A4A"/>
    <w:rsid w:val="001B2BDD"/>
    <w:rsid w:val="001B2EDB"/>
    <w:rsid w:val="001B3076"/>
    <w:rsid w:val="001B351E"/>
    <w:rsid w:val="001B3791"/>
    <w:rsid w:val="001B3AF6"/>
    <w:rsid w:val="001B418F"/>
    <w:rsid w:val="001B462B"/>
    <w:rsid w:val="001B53ED"/>
    <w:rsid w:val="001B7298"/>
    <w:rsid w:val="001B733B"/>
    <w:rsid w:val="001C0595"/>
    <w:rsid w:val="001C08DB"/>
    <w:rsid w:val="001C15DB"/>
    <w:rsid w:val="001C177F"/>
    <w:rsid w:val="001C2C47"/>
    <w:rsid w:val="001C2FCE"/>
    <w:rsid w:val="001C35C7"/>
    <w:rsid w:val="001C3F7C"/>
    <w:rsid w:val="001C3FB5"/>
    <w:rsid w:val="001C4367"/>
    <w:rsid w:val="001C4514"/>
    <w:rsid w:val="001C4622"/>
    <w:rsid w:val="001C4912"/>
    <w:rsid w:val="001C5208"/>
    <w:rsid w:val="001C5323"/>
    <w:rsid w:val="001C67D7"/>
    <w:rsid w:val="001C6EA2"/>
    <w:rsid w:val="001C79A8"/>
    <w:rsid w:val="001D0027"/>
    <w:rsid w:val="001D09E1"/>
    <w:rsid w:val="001D0E87"/>
    <w:rsid w:val="001D1393"/>
    <w:rsid w:val="001D14AC"/>
    <w:rsid w:val="001D1584"/>
    <w:rsid w:val="001D17C4"/>
    <w:rsid w:val="001D260B"/>
    <w:rsid w:val="001D2D99"/>
    <w:rsid w:val="001D4CDD"/>
    <w:rsid w:val="001D4E62"/>
    <w:rsid w:val="001D53A3"/>
    <w:rsid w:val="001D60D1"/>
    <w:rsid w:val="001D6F51"/>
    <w:rsid w:val="001D6FC5"/>
    <w:rsid w:val="001D7344"/>
    <w:rsid w:val="001D76FC"/>
    <w:rsid w:val="001D78D2"/>
    <w:rsid w:val="001D7CC3"/>
    <w:rsid w:val="001D7F9F"/>
    <w:rsid w:val="001E0239"/>
    <w:rsid w:val="001E0EEC"/>
    <w:rsid w:val="001E108A"/>
    <w:rsid w:val="001E1471"/>
    <w:rsid w:val="001E1644"/>
    <w:rsid w:val="001E16E2"/>
    <w:rsid w:val="001E384C"/>
    <w:rsid w:val="001E3902"/>
    <w:rsid w:val="001E39B6"/>
    <w:rsid w:val="001E3EEE"/>
    <w:rsid w:val="001E4871"/>
    <w:rsid w:val="001E5D52"/>
    <w:rsid w:val="001E616B"/>
    <w:rsid w:val="001E645F"/>
    <w:rsid w:val="001E6B5D"/>
    <w:rsid w:val="001E6E95"/>
    <w:rsid w:val="001E7619"/>
    <w:rsid w:val="001E7DEA"/>
    <w:rsid w:val="001F01FF"/>
    <w:rsid w:val="001F051F"/>
    <w:rsid w:val="001F052B"/>
    <w:rsid w:val="001F19F5"/>
    <w:rsid w:val="001F1ECB"/>
    <w:rsid w:val="001F2DD5"/>
    <w:rsid w:val="001F30D3"/>
    <w:rsid w:val="001F3629"/>
    <w:rsid w:val="001F368B"/>
    <w:rsid w:val="001F3D15"/>
    <w:rsid w:val="001F4395"/>
    <w:rsid w:val="001F472C"/>
    <w:rsid w:val="001F4937"/>
    <w:rsid w:val="001F49DF"/>
    <w:rsid w:val="001F555D"/>
    <w:rsid w:val="001F652A"/>
    <w:rsid w:val="001F6B3B"/>
    <w:rsid w:val="001F77B5"/>
    <w:rsid w:val="001F792C"/>
    <w:rsid w:val="00200627"/>
    <w:rsid w:val="00201449"/>
    <w:rsid w:val="00201789"/>
    <w:rsid w:val="00202129"/>
    <w:rsid w:val="002026C0"/>
    <w:rsid w:val="0020278B"/>
    <w:rsid w:val="00202ECF"/>
    <w:rsid w:val="002038E6"/>
    <w:rsid w:val="00203EB6"/>
    <w:rsid w:val="0020409D"/>
    <w:rsid w:val="0020462B"/>
    <w:rsid w:val="00204822"/>
    <w:rsid w:val="00204BE0"/>
    <w:rsid w:val="00204DC5"/>
    <w:rsid w:val="00204EEE"/>
    <w:rsid w:val="00205243"/>
    <w:rsid w:val="002055F1"/>
    <w:rsid w:val="0020566A"/>
    <w:rsid w:val="00205AFF"/>
    <w:rsid w:val="002063C3"/>
    <w:rsid w:val="002065C9"/>
    <w:rsid w:val="00206E6C"/>
    <w:rsid w:val="00206F95"/>
    <w:rsid w:val="0020718E"/>
    <w:rsid w:val="002072DE"/>
    <w:rsid w:val="002074CA"/>
    <w:rsid w:val="0020770E"/>
    <w:rsid w:val="00207D39"/>
    <w:rsid w:val="00207EEF"/>
    <w:rsid w:val="00207F43"/>
    <w:rsid w:val="002103AA"/>
    <w:rsid w:val="002108B0"/>
    <w:rsid w:val="00210908"/>
    <w:rsid w:val="00211545"/>
    <w:rsid w:val="00211CB3"/>
    <w:rsid w:val="00211DD1"/>
    <w:rsid w:val="002133D2"/>
    <w:rsid w:val="002145E2"/>
    <w:rsid w:val="002147B2"/>
    <w:rsid w:val="00214CBB"/>
    <w:rsid w:val="00214E18"/>
    <w:rsid w:val="00215171"/>
    <w:rsid w:val="00216361"/>
    <w:rsid w:val="00216AAA"/>
    <w:rsid w:val="00217A69"/>
    <w:rsid w:val="00217AD3"/>
    <w:rsid w:val="002203BF"/>
    <w:rsid w:val="00220737"/>
    <w:rsid w:val="002209A7"/>
    <w:rsid w:val="00221806"/>
    <w:rsid w:val="00221B83"/>
    <w:rsid w:val="00221D3A"/>
    <w:rsid w:val="00221DF3"/>
    <w:rsid w:val="00222BE4"/>
    <w:rsid w:val="00222DF2"/>
    <w:rsid w:val="00222F69"/>
    <w:rsid w:val="002234E9"/>
    <w:rsid w:val="00223F87"/>
    <w:rsid w:val="00224065"/>
    <w:rsid w:val="00224D69"/>
    <w:rsid w:val="002250C2"/>
    <w:rsid w:val="00225314"/>
    <w:rsid w:val="00225612"/>
    <w:rsid w:val="00225685"/>
    <w:rsid w:val="00227239"/>
    <w:rsid w:val="00227492"/>
    <w:rsid w:val="00227607"/>
    <w:rsid w:val="002311DC"/>
    <w:rsid w:val="0023139A"/>
    <w:rsid w:val="002320BF"/>
    <w:rsid w:val="0023295F"/>
    <w:rsid w:val="00232979"/>
    <w:rsid w:val="00232C73"/>
    <w:rsid w:val="002333D1"/>
    <w:rsid w:val="00233DD4"/>
    <w:rsid w:val="00234312"/>
    <w:rsid w:val="0023439A"/>
    <w:rsid w:val="00234CE2"/>
    <w:rsid w:val="00235152"/>
    <w:rsid w:val="00235287"/>
    <w:rsid w:val="00235298"/>
    <w:rsid w:val="002361CB"/>
    <w:rsid w:val="00236258"/>
    <w:rsid w:val="0023634E"/>
    <w:rsid w:val="00237884"/>
    <w:rsid w:val="00237FD1"/>
    <w:rsid w:val="0024071E"/>
    <w:rsid w:val="00241664"/>
    <w:rsid w:val="0024179A"/>
    <w:rsid w:val="002423AC"/>
    <w:rsid w:val="002424B0"/>
    <w:rsid w:val="002427A4"/>
    <w:rsid w:val="00242B5E"/>
    <w:rsid w:val="00242BDA"/>
    <w:rsid w:val="00242F73"/>
    <w:rsid w:val="002434EF"/>
    <w:rsid w:val="00243C37"/>
    <w:rsid w:val="00243CBC"/>
    <w:rsid w:val="0024401F"/>
    <w:rsid w:val="002441FC"/>
    <w:rsid w:val="00244252"/>
    <w:rsid w:val="0024472A"/>
    <w:rsid w:val="00244EF3"/>
    <w:rsid w:val="00245048"/>
    <w:rsid w:val="002450E4"/>
    <w:rsid w:val="00245146"/>
    <w:rsid w:val="0024596A"/>
    <w:rsid w:val="00245B5F"/>
    <w:rsid w:val="00245F42"/>
    <w:rsid w:val="00246494"/>
    <w:rsid w:val="00246A45"/>
    <w:rsid w:val="00247413"/>
    <w:rsid w:val="00247734"/>
    <w:rsid w:val="002478AE"/>
    <w:rsid w:val="00247BC5"/>
    <w:rsid w:val="00247C85"/>
    <w:rsid w:val="00250A6F"/>
    <w:rsid w:val="00250B3B"/>
    <w:rsid w:val="00250CB2"/>
    <w:rsid w:val="00251449"/>
    <w:rsid w:val="00251622"/>
    <w:rsid w:val="0025276F"/>
    <w:rsid w:val="00252937"/>
    <w:rsid w:val="0025301E"/>
    <w:rsid w:val="002530B5"/>
    <w:rsid w:val="00253C1D"/>
    <w:rsid w:val="0025516E"/>
    <w:rsid w:val="00255A85"/>
    <w:rsid w:val="00255E79"/>
    <w:rsid w:val="002564EE"/>
    <w:rsid w:val="002566B9"/>
    <w:rsid w:val="0025702D"/>
    <w:rsid w:val="00257C1C"/>
    <w:rsid w:val="00257C33"/>
    <w:rsid w:val="00260690"/>
    <w:rsid w:val="0026121B"/>
    <w:rsid w:val="00261307"/>
    <w:rsid w:val="002614F2"/>
    <w:rsid w:val="00261A90"/>
    <w:rsid w:val="00261ED4"/>
    <w:rsid w:val="0026226F"/>
    <w:rsid w:val="00262739"/>
    <w:rsid w:val="002628C3"/>
    <w:rsid w:val="00262D80"/>
    <w:rsid w:val="00263044"/>
    <w:rsid w:val="002636B0"/>
    <w:rsid w:val="002638AE"/>
    <w:rsid w:val="002640B1"/>
    <w:rsid w:val="002640E5"/>
    <w:rsid w:val="00264235"/>
    <w:rsid w:val="002648A3"/>
    <w:rsid w:val="002648E0"/>
    <w:rsid w:val="00264A80"/>
    <w:rsid w:val="00264BA6"/>
    <w:rsid w:val="00264FF2"/>
    <w:rsid w:val="00264FFE"/>
    <w:rsid w:val="00265994"/>
    <w:rsid w:val="00265DB0"/>
    <w:rsid w:val="002673C9"/>
    <w:rsid w:val="002676CD"/>
    <w:rsid w:val="00267A35"/>
    <w:rsid w:val="002700CD"/>
    <w:rsid w:val="00270769"/>
    <w:rsid w:val="00270A68"/>
    <w:rsid w:val="00270FAE"/>
    <w:rsid w:val="002718AE"/>
    <w:rsid w:val="00271FA2"/>
    <w:rsid w:val="00272576"/>
    <w:rsid w:val="002729BC"/>
    <w:rsid w:val="00272A26"/>
    <w:rsid w:val="00272FDF"/>
    <w:rsid w:val="002736C8"/>
    <w:rsid w:val="002745C5"/>
    <w:rsid w:val="00274813"/>
    <w:rsid w:val="00274CFD"/>
    <w:rsid w:val="00275200"/>
    <w:rsid w:val="002752D3"/>
    <w:rsid w:val="00275455"/>
    <w:rsid w:val="00275AAE"/>
    <w:rsid w:val="00275C22"/>
    <w:rsid w:val="002776D2"/>
    <w:rsid w:val="00277BBE"/>
    <w:rsid w:val="00280510"/>
    <w:rsid w:val="00281046"/>
    <w:rsid w:val="00281786"/>
    <w:rsid w:val="00282623"/>
    <w:rsid w:val="002827F6"/>
    <w:rsid w:val="002829EE"/>
    <w:rsid w:val="00282B87"/>
    <w:rsid w:val="002834A7"/>
    <w:rsid w:val="00283514"/>
    <w:rsid w:val="00283536"/>
    <w:rsid w:val="00283FCE"/>
    <w:rsid w:val="00284510"/>
    <w:rsid w:val="00284CA4"/>
    <w:rsid w:val="00284D24"/>
    <w:rsid w:val="00284D7B"/>
    <w:rsid w:val="00284EC9"/>
    <w:rsid w:val="00285087"/>
    <w:rsid w:val="0028534B"/>
    <w:rsid w:val="00286AF8"/>
    <w:rsid w:val="002902E9"/>
    <w:rsid w:val="0029124F"/>
    <w:rsid w:val="00291BBF"/>
    <w:rsid w:val="00291D6C"/>
    <w:rsid w:val="0029216B"/>
    <w:rsid w:val="00292269"/>
    <w:rsid w:val="002926B0"/>
    <w:rsid w:val="00293611"/>
    <w:rsid w:val="002945B9"/>
    <w:rsid w:val="00294AC3"/>
    <w:rsid w:val="00295360"/>
    <w:rsid w:val="0029591B"/>
    <w:rsid w:val="00296781"/>
    <w:rsid w:val="00296AE5"/>
    <w:rsid w:val="00296B8B"/>
    <w:rsid w:val="00296E4D"/>
    <w:rsid w:val="0029706C"/>
    <w:rsid w:val="00297307"/>
    <w:rsid w:val="00297F23"/>
    <w:rsid w:val="002A0136"/>
    <w:rsid w:val="002A09AE"/>
    <w:rsid w:val="002A0A39"/>
    <w:rsid w:val="002A0C92"/>
    <w:rsid w:val="002A0F4E"/>
    <w:rsid w:val="002A1218"/>
    <w:rsid w:val="002A1960"/>
    <w:rsid w:val="002A1E37"/>
    <w:rsid w:val="002A2139"/>
    <w:rsid w:val="002A2560"/>
    <w:rsid w:val="002A2BC4"/>
    <w:rsid w:val="002A318E"/>
    <w:rsid w:val="002A3209"/>
    <w:rsid w:val="002A4368"/>
    <w:rsid w:val="002A496E"/>
    <w:rsid w:val="002A4D43"/>
    <w:rsid w:val="002A4F4E"/>
    <w:rsid w:val="002A56B0"/>
    <w:rsid w:val="002A56D0"/>
    <w:rsid w:val="002A5A3E"/>
    <w:rsid w:val="002A5F8C"/>
    <w:rsid w:val="002A60E2"/>
    <w:rsid w:val="002A6741"/>
    <w:rsid w:val="002A6BCA"/>
    <w:rsid w:val="002B13CE"/>
    <w:rsid w:val="002B1E25"/>
    <w:rsid w:val="002B1FB0"/>
    <w:rsid w:val="002B27CD"/>
    <w:rsid w:val="002B287E"/>
    <w:rsid w:val="002B2896"/>
    <w:rsid w:val="002B48AF"/>
    <w:rsid w:val="002B577E"/>
    <w:rsid w:val="002B6072"/>
    <w:rsid w:val="002B62D6"/>
    <w:rsid w:val="002B77F7"/>
    <w:rsid w:val="002B7B6F"/>
    <w:rsid w:val="002C0264"/>
    <w:rsid w:val="002C0B14"/>
    <w:rsid w:val="002C0FD8"/>
    <w:rsid w:val="002C0FF4"/>
    <w:rsid w:val="002C1159"/>
    <w:rsid w:val="002C150D"/>
    <w:rsid w:val="002C1745"/>
    <w:rsid w:val="002C17EA"/>
    <w:rsid w:val="002C1A6F"/>
    <w:rsid w:val="002C1B64"/>
    <w:rsid w:val="002C24AE"/>
    <w:rsid w:val="002C2E5F"/>
    <w:rsid w:val="002C2EE3"/>
    <w:rsid w:val="002C2F6D"/>
    <w:rsid w:val="002C301F"/>
    <w:rsid w:val="002C312A"/>
    <w:rsid w:val="002C352B"/>
    <w:rsid w:val="002C4723"/>
    <w:rsid w:val="002C4C13"/>
    <w:rsid w:val="002C4C7A"/>
    <w:rsid w:val="002C4D0C"/>
    <w:rsid w:val="002C7241"/>
    <w:rsid w:val="002C73A7"/>
    <w:rsid w:val="002C7B80"/>
    <w:rsid w:val="002C7CAD"/>
    <w:rsid w:val="002C7FD0"/>
    <w:rsid w:val="002D032B"/>
    <w:rsid w:val="002D03F2"/>
    <w:rsid w:val="002D0CB0"/>
    <w:rsid w:val="002D0F4E"/>
    <w:rsid w:val="002D13CE"/>
    <w:rsid w:val="002D19BD"/>
    <w:rsid w:val="002D2062"/>
    <w:rsid w:val="002D2D4D"/>
    <w:rsid w:val="002D33BF"/>
    <w:rsid w:val="002D3E33"/>
    <w:rsid w:val="002D422C"/>
    <w:rsid w:val="002D439F"/>
    <w:rsid w:val="002D5141"/>
    <w:rsid w:val="002D55EE"/>
    <w:rsid w:val="002D6DCC"/>
    <w:rsid w:val="002D7355"/>
    <w:rsid w:val="002D7FFC"/>
    <w:rsid w:val="002E0456"/>
    <w:rsid w:val="002E0669"/>
    <w:rsid w:val="002E07E3"/>
    <w:rsid w:val="002E0DAF"/>
    <w:rsid w:val="002E1909"/>
    <w:rsid w:val="002E27CA"/>
    <w:rsid w:val="002E2A99"/>
    <w:rsid w:val="002E3FF3"/>
    <w:rsid w:val="002E409C"/>
    <w:rsid w:val="002E428C"/>
    <w:rsid w:val="002E42FC"/>
    <w:rsid w:val="002E4CAA"/>
    <w:rsid w:val="002E4D7A"/>
    <w:rsid w:val="002E5042"/>
    <w:rsid w:val="002E6268"/>
    <w:rsid w:val="002E6AC7"/>
    <w:rsid w:val="002E703D"/>
    <w:rsid w:val="002E7725"/>
    <w:rsid w:val="002E78D9"/>
    <w:rsid w:val="002E7FEF"/>
    <w:rsid w:val="002F081D"/>
    <w:rsid w:val="002F161C"/>
    <w:rsid w:val="002F201B"/>
    <w:rsid w:val="002F21EF"/>
    <w:rsid w:val="002F291A"/>
    <w:rsid w:val="002F2B15"/>
    <w:rsid w:val="002F352A"/>
    <w:rsid w:val="002F362E"/>
    <w:rsid w:val="002F3A89"/>
    <w:rsid w:val="002F3B6E"/>
    <w:rsid w:val="002F4052"/>
    <w:rsid w:val="002F44F9"/>
    <w:rsid w:val="002F45A4"/>
    <w:rsid w:val="002F4CE1"/>
    <w:rsid w:val="002F4F8B"/>
    <w:rsid w:val="002F61F1"/>
    <w:rsid w:val="002F6394"/>
    <w:rsid w:val="002F6565"/>
    <w:rsid w:val="002F6CB5"/>
    <w:rsid w:val="002F7295"/>
    <w:rsid w:val="002F7DEA"/>
    <w:rsid w:val="00300219"/>
    <w:rsid w:val="00300336"/>
    <w:rsid w:val="003006F9"/>
    <w:rsid w:val="00300A06"/>
    <w:rsid w:val="0030104D"/>
    <w:rsid w:val="003013A0"/>
    <w:rsid w:val="00301FCE"/>
    <w:rsid w:val="0030232A"/>
    <w:rsid w:val="003027E7"/>
    <w:rsid w:val="00302E45"/>
    <w:rsid w:val="003030D8"/>
    <w:rsid w:val="003038EB"/>
    <w:rsid w:val="003038F5"/>
    <w:rsid w:val="00304CF4"/>
    <w:rsid w:val="00304E72"/>
    <w:rsid w:val="003050F3"/>
    <w:rsid w:val="00305EC5"/>
    <w:rsid w:val="00306134"/>
    <w:rsid w:val="003066C3"/>
    <w:rsid w:val="00306E92"/>
    <w:rsid w:val="00307600"/>
    <w:rsid w:val="00307A3D"/>
    <w:rsid w:val="00307C1E"/>
    <w:rsid w:val="00307C60"/>
    <w:rsid w:val="00307DAC"/>
    <w:rsid w:val="00310452"/>
    <w:rsid w:val="00310860"/>
    <w:rsid w:val="00310873"/>
    <w:rsid w:val="003113C9"/>
    <w:rsid w:val="003116F9"/>
    <w:rsid w:val="00311FAC"/>
    <w:rsid w:val="00312195"/>
    <w:rsid w:val="0031247E"/>
    <w:rsid w:val="003124A1"/>
    <w:rsid w:val="003125EC"/>
    <w:rsid w:val="00312682"/>
    <w:rsid w:val="00312BC2"/>
    <w:rsid w:val="0031395C"/>
    <w:rsid w:val="00313B68"/>
    <w:rsid w:val="00313E70"/>
    <w:rsid w:val="00314011"/>
    <w:rsid w:val="00314D74"/>
    <w:rsid w:val="00315359"/>
    <w:rsid w:val="00316692"/>
    <w:rsid w:val="003166DA"/>
    <w:rsid w:val="0031700E"/>
    <w:rsid w:val="0031724D"/>
    <w:rsid w:val="00317ACB"/>
    <w:rsid w:val="0032037C"/>
    <w:rsid w:val="003206B1"/>
    <w:rsid w:val="003206B5"/>
    <w:rsid w:val="00320712"/>
    <w:rsid w:val="00321335"/>
    <w:rsid w:val="00321A26"/>
    <w:rsid w:val="00321D13"/>
    <w:rsid w:val="00321DA6"/>
    <w:rsid w:val="003227E0"/>
    <w:rsid w:val="0032298E"/>
    <w:rsid w:val="003234BF"/>
    <w:rsid w:val="00323DD7"/>
    <w:rsid w:val="003244A2"/>
    <w:rsid w:val="00324CE2"/>
    <w:rsid w:val="00325678"/>
    <w:rsid w:val="0032597E"/>
    <w:rsid w:val="00325C8B"/>
    <w:rsid w:val="003263A3"/>
    <w:rsid w:val="00326427"/>
    <w:rsid w:val="00326454"/>
    <w:rsid w:val="00327286"/>
    <w:rsid w:val="00330590"/>
    <w:rsid w:val="003309C0"/>
    <w:rsid w:val="00330CEC"/>
    <w:rsid w:val="00330FF2"/>
    <w:rsid w:val="003315F7"/>
    <w:rsid w:val="00331675"/>
    <w:rsid w:val="00331F1F"/>
    <w:rsid w:val="003320A4"/>
    <w:rsid w:val="003321D4"/>
    <w:rsid w:val="00332559"/>
    <w:rsid w:val="0033270D"/>
    <w:rsid w:val="003328FB"/>
    <w:rsid w:val="00332D04"/>
    <w:rsid w:val="00334723"/>
    <w:rsid w:val="00335FC1"/>
    <w:rsid w:val="003361A0"/>
    <w:rsid w:val="003364FE"/>
    <w:rsid w:val="00336537"/>
    <w:rsid w:val="00336749"/>
    <w:rsid w:val="00336AB8"/>
    <w:rsid w:val="00336DFC"/>
    <w:rsid w:val="00336FF0"/>
    <w:rsid w:val="00337061"/>
    <w:rsid w:val="003372F6"/>
    <w:rsid w:val="0033738F"/>
    <w:rsid w:val="00337FCF"/>
    <w:rsid w:val="003400C7"/>
    <w:rsid w:val="00341193"/>
    <w:rsid w:val="0034155C"/>
    <w:rsid w:val="00341A94"/>
    <w:rsid w:val="00341C3A"/>
    <w:rsid w:val="00341EED"/>
    <w:rsid w:val="00342316"/>
    <w:rsid w:val="00342AC3"/>
    <w:rsid w:val="00342B6F"/>
    <w:rsid w:val="003433CD"/>
    <w:rsid w:val="00343B04"/>
    <w:rsid w:val="00345A2B"/>
    <w:rsid w:val="00345FE3"/>
    <w:rsid w:val="003460C5"/>
    <w:rsid w:val="003460DF"/>
    <w:rsid w:val="00346784"/>
    <w:rsid w:val="003470FE"/>
    <w:rsid w:val="00347B97"/>
    <w:rsid w:val="00347FB8"/>
    <w:rsid w:val="00351158"/>
    <w:rsid w:val="003511D7"/>
    <w:rsid w:val="00351578"/>
    <w:rsid w:val="00351C0A"/>
    <w:rsid w:val="00351C42"/>
    <w:rsid w:val="00351C6E"/>
    <w:rsid w:val="00352166"/>
    <w:rsid w:val="00352CF2"/>
    <w:rsid w:val="00353568"/>
    <w:rsid w:val="00353A27"/>
    <w:rsid w:val="00353CF6"/>
    <w:rsid w:val="00353E22"/>
    <w:rsid w:val="00353E91"/>
    <w:rsid w:val="00353FAF"/>
    <w:rsid w:val="00353FDD"/>
    <w:rsid w:val="00354526"/>
    <w:rsid w:val="00354805"/>
    <w:rsid w:val="00354DF5"/>
    <w:rsid w:val="00354F81"/>
    <w:rsid w:val="00355789"/>
    <w:rsid w:val="00355AEE"/>
    <w:rsid w:val="00356646"/>
    <w:rsid w:val="003568E1"/>
    <w:rsid w:val="00356960"/>
    <w:rsid w:val="003569E5"/>
    <w:rsid w:val="003569F6"/>
    <w:rsid w:val="00356B32"/>
    <w:rsid w:val="00357178"/>
    <w:rsid w:val="00357291"/>
    <w:rsid w:val="003573C0"/>
    <w:rsid w:val="0035771D"/>
    <w:rsid w:val="00360904"/>
    <w:rsid w:val="00360ADF"/>
    <w:rsid w:val="00360C24"/>
    <w:rsid w:val="00361178"/>
    <w:rsid w:val="0036155F"/>
    <w:rsid w:val="003616DC"/>
    <w:rsid w:val="00361781"/>
    <w:rsid w:val="003619E2"/>
    <w:rsid w:val="00362441"/>
    <w:rsid w:val="00362BC7"/>
    <w:rsid w:val="0036343D"/>
    <w:rsid w:val="00363DB2"/>
    <w:rsid w:val="00364009"/>
    <w:rsid w:val="003643C4"/>
    <w:rsid w:val="0036457A"/>
    <w:rsid w:val="0036640B"/>
    <w:rsid w:val="00366D61"/>
    <w:rsid w:val="00366DB4"/>
    <w:rsid w:val="00366E95"/>
    <w:rsid w:val="00366F4C"/>
    <w:rsid w:val="003670D3"/>
    <w:rsid w:val="00367176"/>
    <w:rsid w:val="00367BE1"/>
    <w:rsid w:val="00370FA3"/>
    <w:rsid w:val="00370FDA"/>
    <w:rsid w:val="00371512"/>
    <w:rsid w:val="0037161F"/>
    <w:rsid w:val="00372708"/>
    <w:rsid w:val="00373010"/>
    <w:rsid w:val="00373353"/>
    <w:rsid w:val="003738A6"/>
    <w:rsid w:val="00373F0A"/>
    <w:rsid w:val="003740C7"/>
    <w:rsid w:val="00374894"/>
    <w:rsid w:val="00375EBF"/>
    <w:rsid w:val="00375F96"/>
    <w:rsid w:val="00376115"/>
    <w:rsid w:val="003763E5"/>
    <w:rsid w:val="00376576"/>
    <w:rsid w:val="00376F8D"/>
    <w:rsid w:val="003770B3"/>
    <w:rsid w:val="0037724A"/>
    <w:rsid w:val="003774FD"/>
    <w:rsid w:val="00377CFE"/>
    <w:rsid w:val="00377E95"/>
    <w:rsid w:val="00381079"/>
    <w:rsid w:val="003824B3"/>
    <w:rsid w:val="00382803"/>
    <w:rsid w:val="003834FE"/>
    <w:rsid w:val="00383CA1"/>
    <w:rsid w:val="0038450B"/>
    <w:rsid w:val="00384CE1"/>
    <w:rsid w:val="003850F5"/>
    <w:rsid w:val="0038516F"/>
    <w:rsid w:val="00385EF2"/>
    <w:rsid w:val="00386A2B"/>
    <w:rsid w:val="00386BCE"/>
    <w:rsid w:val="00387273"/>
    <w:rsid w:val="00387CC1"/>
    <w:rsid w:val="00387EFD"/>
    <w:rsid w:val="003929E5"/>
    <w:rsid w:val="0039338A"/>
    <w:rsid w:val="0039375F"/>
    <w:rsid w:val="003949B0"/>
    <w:rsid w:val="00394EE0"/>
    <w:rsid w:val="003950C5"/>
    <w:rsid w:val="00395670"/>
    <w:rsid w:val="00395B09"/>
    <w:rsid w:val="0039642D"/>
    <w:rsid w:val="003964FD"/>
    <w:rsid w:val="00396C8C"/>
    <w:rsid w:val="00397288"/>
    <w:rsid w:val="0039735A"/>
    <w:rsid w:val="00397B11"/>
    <w:rsid w:val="00397CB4"/>
    <w:rsid w:val="00397E0A"/>
    <w:rsid w:val="003A0137"/>
    <w:rsid w:val="003A02F5"/>
    <w:rsid w:val="003A03A0"/>
    <w:rsid w:val="003A0551"/>
    <w:rsid w:val="003A05E9"/>
    <w:rsid w:val="003A0973"/>
    <w:rsid w:val="003A0F0B"/>
    <w:rsid w:val="003A0F2D"/>
    <w:rsid w:val="003A1B20"/>
    <w:rsid w:val="003A283E"/>
    <w:rsid w:val="003A2929"/>
    <w:rsid w:val="003A30F6"/>
    <w:rsid w:val="003A31D3"/>
    <w:rsid w:val="003A346B"/>
    <w:rsid w:val="003A3559"/>
    <w:rsid w:val="003A35F4"/>
    <w:rsid w:val="003A35FF"/>
    <w:rsid w:val="003A3C99"/>
    <w:rsid w:val="003A3EB6"/>
    <w:rsid w:val="003A4332"/>
    <w:rsid w:val="003A4496"/>
    <w:rsid w:val="003A4FB5"/>
    <w:rsid w:val="003A50BD"/>
    <w:rsid w:val="003A534A"/>
    <w:rsid w:val="003A61FA"/>
    <w:rsid w:val="003A63CC"/>
    <w:rsid w:val="003A6798"/>
    <w:rsid w:val="003A710D"/>
    <w:rsid w:val="003B0C19"/>
    <w:rsid w:val="003B0E7F"/>
    <w:rsid w:val="003B1258"/>
    <w:rsid w:val="003B1CF4"/>
    <w:rsid w:val="003B2331"/>
    <w:rsid w:val="003B24B0"/>
    <w:rsid w:val="003B272F"/>
    <w:rsid w:val="003B3836"/>
    <w:rsid w:val="003B383E"/>
    <w:rsid w:val="003B3CB2"/>
    <w:rsid w:val="003B440C"/>
    <w:rsid w:val="003B488A"/>
    <w:rsid w:val="003B4935"/>
    <w:rsid w:val="003B496A"/>
    <w:rsid w:val="003B4E86"/>
    <w:rsid w:val="003B4FAD"/>
    <w:rsid w:val="003B51D1"/>
    <w:rsid w:val="003B5806"/>
    <w:rsid w:val="003B6071"/>
    <w:rsid w:val="003B6DDC"/>
    <w:rsid w:val="003B7390"/>
    <w:rsid w:val="003C0801"/>
    <w:rsid w:val="003C0902"/>
    <w:rsid w:val="003C12CB"/>
    <w:rsid w:val="003C1CBD"/>
    <w:rsid w:val="003C2CBD"/>
    <w:rsid w:val="003C2D90"/>
    <w:rsid w:val="003C3324"/>
    <w:rsid w:val="003C3387"/>
    <w:rsid w:val="003C33BD"/>
    <w:rsid w:val="003C389A"/>
    <w:rsid w:val="003C3AB1"/>
    <w:rsid w:val="003C4602"/>
    <w:rsid w:val="003C4AB0"/>
    <w:rsid w:val="003C4F47"/>
    <w:rsid w:val="003C4FCF"/>
    <w:rsid w:val="003C5967"/>
    <w:rsid w:val="003C787B"/>
    <w:rsid w:val="003C78E4"/>
    <w:rsid w:val="003C7980"/>
    <w:rsid w:val="003C79A4"/>
    <w:rsid w:val="003D0064"/>
    <w:rsid w:val="003D0835"/>
    <w:rsid w:val="003D11AB"/>
    <w:rsid w:val="003D1492"/>
    <w:rsid w:val="003D1C38"/>
    <w:rsid w:val="003D1CC6"/>
    <w:rsid w:val="003D2102"/>
    <w:rsid w:val="003D2657"/>
    <w:rsid w:val="003D286C"/>
    <w:rsid w:val="003D321B"/>
    <w:rsid w:val="003D3322"/>
    <w:rsid w:val="003D3600"/>
    <w:rsid w:val="003D3C1B"/>
    <w:rsid w:val="003D4BC3"/>
    <w:rsid w:val="003D504E"/>
    <w:rsid w:val="003D53EE"/>
    <w:rsid w:val="003D5575"/>
    <w:rsid w:val="003D5E60"/>
    <w:rsid w:val="003D6063"/>
    <w:rsid w:val="003D67CA"/>
    <w:rsid w:val="003D6F2B"/>
    <w:rsid w:val="003D71D9"/>
    <w:rsid w:val="003D7720"/>
    <w:rsid w:val="003D7AE5"/>
    <w:rsid w:val="003D7E59"/>
    <w:rsid w:val="003E0DFC"/>
    <w:rsid w:val="003E127C"/>
    <w:rsid w:val="003E138D"/>
    <w:rsid w:val="003E15C4"/>
    <w:rsid w:val="003E1665"/>
    <w:rsid w:val="003E1C8C"/>
    <w:rsid w:val="003E1DE7"/>
    <w:rsid w:val="003E21DC"/>
    <w:rsid w:val="003E3BB9"/>
    <w:rsid w:val="003E3C42"/>
    <w:rsid w:val="003E426F"/>
    <w:rsid w:val="003E4692"/>
    <w:rsid w:val="003E5329"/>
    <w:rsid w:val="003E65A3"/>
    <w:rsid w:val="003E6752"/>
    <w:rsid w:val="003E7956"/>
    <w:rsid w:val="003E7CA6"/>
    <w:rsid w:val="003F0220"/>
    <w:rsid w:val="003F05B5"/>
    <w:rsid w:val="003F12D2"/>
    <w:rsid w:val="003F198C"/>
    <w:rsid w:val="003F1BFD"/>
    <w:rsid w:val="003F1D3B"/>
    <w:rsid w:val="003F21A1"/>
    <w:rsid w:val="003F26A5"/>
    <w:rsid w:val="003F2847"/>
    <w:rsid w:val="003F2CB1"/>
    <w:rsid w:val="003F2E63"/>
    <w:rsid w:val="003F322E"/>
    <w:rsid w:val="003F44DC"/>
    <w:rsid w:val="003F484C"/>
    <w:rsid w:val="003F49A9"/>
    <w:rsid w:val="003F4A62"/>
    <w:rsid w:val="003F55C8"/>
    <w:rsid w:val="003F5A5D"/>
    <w:rsid w:val="003F5A5F"/>
    <w:rsid w:val="003F5A6F"/>
    <w:rsid w:val="003F6756"/>
    <w:rsid w:val="003F7243"/>
    <w:rsid w:val="003F737F"/>
    <w:rsid w:val="004004B7"/>
    <w:rsid w:val="004014CA"/>
    <w:rsid w:val="00401907"/>
    <w:rsid w:val="00401B58"/>
    <w:rsid w:val="0040282B"/>
    <w:rsid w:val="00403518"/>
    <w:rsid w:val="004047FC"/>
    <w:rsid w:val="00404C25"/>
    <w:rsid w:val="00405DD9"/>
    <w:rsid w:val="00406B74"/>
    <w:rsid w:val="00407474"/>
    <w:rsid w:val="00410490"/>
    <w:rsid w:val="004107A1"/>
    <w:rsid w:val="004110A3"/>
    <w:rsid w:val="00411327"/>
    <w:rsid w:val="004116C0"/>
    <w:rsid w:val="004123DB"/>
    <w:rsid w:val="00413351"/>
    <w:rsid w:val="0041477D"/>
    <w:rsid w:val="00414D72"/>
    <w:rsid w:val="0041546E"/>
    <w:rsid w:val="00415684"/>
    <w:rsid w:val="004159F5"/>
    <w:rsid w:val="00415AB8"/>
    <w:rsid w:val="00415D2A"/>
    <w:rsid w:val="0041610E"/>
    <w:rsid w:val="004165DD"/>
    <w:rsid w:val="00416626"/>
    <w:rsid w:val="00416AAA"/>
    <w:rsid w:val="00416BB6"/>
    <w:rsid w:val="00417A37"/>
    <w:rsid w:val="00420592"/>
    <w:rsid w:val="00420ABA"/>
    <w:rsid w:val="0042118A"/>
    <w:rsid w:val="004214FF"/>
    <w:rsid w:val="004215F9"/>
    <w:rsid w:val="00421B9B"/>
    <w:rsid w:val="00421D80"/>
    <w:rsid w:val="00423A44"/>
    <w:rsid w:val="00424482"/>
    <w:rsid w:val="0042481F"/>
    <w:rsid w:val="004251FC"/>
    <w:rsid w:val="0042532E"/>
    <w:rsid w:val="004255DA"/>
    <w:rsid w:val="004255DD"/>
    <w:rsid w:val="004257D0"/>
    <w:rsid w:val="00425C6F"/>
    <w:rsid w:val="00425C84"/>
    <w:rsid w:val="004275C0"/>
    <w:rsid w:val="00427B35"/>
    <w:rsid w:val="00430673"/>
    <w:rsid w:val="00431106"/>
    <w:rsid w:val="004318E3"/>
    <w:rsid w:val="0043199C"/>
    <w:rsid w:val="0043252B"/>
    <w:rsid w:val="004325E4"/>
    <w:rsid w:val="004325EB"/>
    <w:rsid w:val="004326AB"/>
    <w:rsid w:val="004326B3"/>
    <w:rsid w:val="004329BC"/>
    <w:rsid w:val="00432A54"/>
    <w:rsid w:val="004334E1"/>
    <w:rsid w:val="00433E1D"/>
    <w:rsid w:val="0043400B"/>
    <w:rsid w:val="00434159"/>
    <w:rsid w:val="004341E2"/>
    <w:rsid w:val="004344EB"/>
    <w:rsid w:val="00434EC1"/>
    <w:rsid w:val="0043538E"/>
    <w:rsid w:val="004357FF"/>
    <w:rsid w:val="00436DAF"/>
    <w:rsid w:val="0043731C"/>
    <w:rsid w:val="00437886"/>
    <w:rsid w:val="00440150"/>
    <w:rsid w:val="004404C2"/>
    <w:rsid w:val="00440BF1"/>
    <w:rsid w:val="004411B6"/>
    <w:rsid w:val="00441346"/>
    <w:rsid w:val="004416A8"/>
    <w:rsid w:val="004421A4"/>
    <w:rsid w:val="004423A7"/>
    <w:rsid w:val="00442E07"/>
    <w:rsid w:val="00443294"/>
    <w:rsid w:val="004435D2"/>
    <w:rsid w:val="00443EE4"/>
    <w:rsid w:val="00443F13"/>
    <w:rsid w:val="00444C3E"/>
    <w:rsid w:val="00444F39"/>
    <w:rsid w:val="00444F81"/>
    <w:rsid w:val="00446502"/>
    <w:rsid w:val="00446508"/>
    <w:rsid w:val="00446741"/>
    <w:rsid w:val="00446E3C"/>
    <w:rsid w:val="00447243"/>
    <w:rsid w:val="00447F80"/>
    <w:rsid w:val="0045004B"/>
    <w:rsid w:val="004502F3"/>
    <w:rsid w:val="00450487"/>
    <w:rsid w:val="004504B5"/>
    <w:rsid w:val="004504C5"/>
    <w:rsid w:val="004506F5"/>
    <w:rsid w:val="00450D6B"/>
    <w:rsid w:val="004515CF"/>
    <w:rsid w:val="00451813"/>
    <w:rsid w:val="004519CD"/>
    <w:rsid w:val="00452179"/>
    <w:rsid w:val="00452346"/>
    <w:rsid w:val="00452841"/>
    <w:rsid w:val="00453CFD"/>
    <w:rsid w:val="0045456F"/>
    <w:rsid w:val="00454B12"/>
    <w:rsid w:val="00454CF6"/>
    <w:rsid w:val="00455399"/>
    <w:rsid w:val="00456086"/>
    <w:rsid w:val="004568AD"/>
    <w:rsid w:val="00456BD5"/>
    <w:rsid w:val="0045723E"/>
    <w:rsid w:val="00457DEA"/>
    <w:rsid w:val="004611D0"/>
    <w:rsid w:val="00461B49"/>
    <w:rsid w:val="00461C67"/>
    <w:rsid w:val="00461DB7"/>
    <w:rsid w:val="00461E8F"/>
    <w:rsid w:val="00462A56"/>
    <w:rsid w:val="004634F9"/>
    <w:rsid w:val="0046393E"/>
    <w:rsid w:val="00464CD6"/>
    <w:rsid w:val="00465DE9"/>
    <w:rsid w:val="00466B3B"/>
    <w:rsid w:val="004672E3"/>
    <w:rsid w:val="00467518"/>
    <w:rsid w:val="00467912"/>
    <w:rsid w:val="00467A92"/>
    <w:rsid w:val="00467D2A"/>
    <w:rsid w:val="00470899"/>
    <w:rsid w:val="00470D90"/>
    <w:rsid w:val="00470D93"/>
    <w:rsid w:val="00470E0A"/>
    <w:rsid w:val="00471556"/>
    <w:rsid w:val="00471D94"/>
    <w:rsid w:val="004722E4"/>
    <w:rsid w:val="0047242C"/>
    <w:rsid w:val="00472C3A"/>
    <w:rsid w:val="00472DC8"/>
    <w:rsid w:val="0047405C"/>
    <w:rsid w:val="0047512D"/>
    <w:rsid w:val="0047579A"/>
    <w:rsid w:val="00475832"/>
    <w:rsid w:val="0047598D"/>
    <w:rsid w:val="00477E64"/>
    <w:rsid w:val="00480171"/>
    <w:rsid w:val="004808E4"/>
    <w:rsid w:val="004814C4"/>
    <w:rsid w:val="00481B3C"/>
    <w:rsid w:val="004825C3"/>
    <w:rsid w:val="00482DAB"/>
    <w:rsid w:val="0048338A"/>
    <w:rsid w:val="00483C11"/>
    <w:rsid w:val="00483C77"/>
    <w:rsid w:val="00483E78"/>
    <w:rsid w:val="004840E0"/>
    <w:rsid w:val="00484C11"/>
    <w:rsid w:val="004851E6"/>
    <w:rsid w:val="00485212"/>
    <w:rsid w:val="00485311"/>
    <w:rsid w:val="004861DE"/>
    <w:rsid w:val="004862DA"/>
    <w:rsid w:val="00490006"/>
    <w:rsid w:val="00490A5E"/>
    <w:rsid w:val="00490FC1"/>
    <w:rsid w:val="00491F6F"/>
    <w:rsid w:val="00493035"/>
    <w:rsid w:val="00493E0C"/>
    <w:rsid w:val="004940D6"/>
    <w:rsid w:val="00495A49"/>
    <w:rsid w:val="00496406"/>
    <w:rsid w:val="0049641B"/>
    <w:rsid w:val="00496DD7"/>
    <w:rsid w:val="00497185"/>
    <w:rsid w:val="004977BF"/>
    <w:rsid w:val="004A0524"/>
    <w:rsid w:val="004A0552"/>
    <w:rsid w:val="004A06E5"/>
    <w:rsid w:val="004A1024"/>
    <w:rsid w:val="004A1672"/>
    <w:rsid w:val="004A1AF8"/>
    <w:rsid w:val="004A2091"/>
    <w:rsid w:val="004A2147"/>
    <w:rsid w:val="004A269E"/>
    <w:rsid w:val="004A2CC6"/>
    <w:rsid w:val="004A2E96"/>
    <w:rsid w:val="004A324A"/>
    <w:rsid w:val="004A327E"/>
    <w:rsid w:val="004A43A7"/>
    <w:rsid w:val="004A47E4"/>
    <w:rsid w:val="004A48D7"/>
    <w:rsid w:val="004A4FA3"/>
    <w:rsid w:val="004A5D50"/>
    <w:rsid w:val="004A6A57"/>
    <w:rsid w:val="004B028B"/>
    <w:rsid w:val="004B0A0D"/>
    <w:rsid w:val="004B0CFC"/>
    <w:rsid w:val="004B11F0"/>
    <w:rsid w:val="004B15A8"/>
    <w:rsid w:val="004B1AE6"/>
    <w:rsid w:val="004B22B8"/>
    <w:rsid w:val="004B2684"/>
    <w:rsid w:val="004B2921"/>
    <w:rsid w:val="004B2E59"/>
    <w:rsid w:val="004B3C9C"/>
    <w:rsid w:val="004B4D2B"/>
    <w:rsid w:val="004B4DE7"/>
    <w:rsid w:val="004B52B5"/>
    <w:rsid w:val="004B5A2A"/>
    <w:rsid w:val="004B61D5"/>
    <w:rsid w:val="004B6453"/>
    <w:rsid w:val="004B65D0"/>
    <w:rsid w:val="004B6605"/>
    <w:rsid w:val="004B6B26"/>
    <w:rsid w:val="004B75C3"/>
    <w:rsid w:val="004C02CB"/>
    <w:rsid w:val="004C0424"/>
    <w:rsid w:val="004C12AE"/>
    <w:rsid w:val="004C135C"/>
    <w:rsid w:val="004C19EB"/>
    <w:rsid w:val="004C1A5A"/>
    <w:rsid w:val="004C24FF"/>
    <w:rsid w:val="004C2F4C"/>
    <w:rsid w:val="004C3442"/>
    <w:rsid w:val="004C39D4"/>
    <w:rsid w:val="004C3FCD"/>
    <w:rsid w:val="004C431C"/>
    <w:rsid w:val="004C4339"/>
    <w:rsid w:val="004C51D5"/>
    <w:rsid w:val="004C5366"/>
    <w:rsid w:val="004C5602"/>
    <w:rsid w:val="004C5E75"/>
    <w:rsid w:val="004C5ED3"/>
    <w:rsid w:val="004C643E"/>
    <w:rsid w:val="004C64B9"/>
    <w:rsid w:val="004C66A9"/>
    <w:rsid w:val="004C678E"/>
    <w:rsid w:val="004C67D4"/>
    <w:rsid w:val="004C69C3"/>
    <w:rsid w:val="004C6E7A"/>
    <w:rsid w:val="004C720B"/>
    <w:rsid w:val="004C72A6"/>
    <w:rsid w:val="004C7A63"/>
    <w:rsid w:val="004C7B5B"/>
    <w:rsid w:val="004D028E"/>
    <w:rsid w:val="004D08A1"/>
    <w:rsid w:val="004D099A"/>
    <w:rsid w:val="004D1318"/>
    <w:rsid w:val="004D147C"/>
    <w:rsid w:val="004D1633"/>
    <w:rsid w:val="004D1F09"/>
    <w:rsid w:val="004D238B"/>
    <w:rsid w:val="004D34B3"/>
    <w:rsid w:val="004D37FD"/>
    <w:rsid w:val="004D3964"/>
    <w:rsid w:val="004D3BE9"/>
    <w:rsid w:val="004D3D8E"/>
    <w:rsid w:val="004D4099"/>
    <w:rsid w:val="004D4BE7"/>
    <w:rsid w:val="004D52C3"/>
    <w:rsid w:val="004D54CC"/>
    <w:rsid w:val="004D5C13"/>
    <w:rsid w:val="004D6051"/>
    <w:rsid w:val="004D7185"/>
    <w:rsid w:val="004D74CA"/>
    <w:rsid w:val="004D7A23"/>
    <w:rsid w:val="004D7C9A"/>
    <w:rsid w:val="004E0710"/>
    <w:rsid w:val="004E096B"/>
    <w:rsid w:val="004E0CC4"/>
    <w:rsid w:val="004E2580"/>
    <w:rsid w:val="004E2AC7"/>
    <w:rsid w:val="004E2C44"/>
    <w:rsid w:val="004E2FA6"/>
    <w:rsid w:val="004E33C7"/>
    <w:rsid w:val="004E3447"/>
    <w:rsid w:val="004E4131"/>
    <w:rsid w:val="004E4372"/>
    <w:rsid w:val="004E5A11"/>
    <w:rsid w:val="004E5AF2"/>
    <w:rsid w:val="004E642D"/>
    <w:rsid w:val="004E6561"/>
    <w:rsid w:val="004E662F"/>
    <w:rsid w:val="004E6EBE"/>
    <w:rsid w:val="004E7DDC"/>
    <w:rsid w:val="004F10BD"/>
    <w:rsid w:val="004F11C3"/>
    <w:rsid w:val="004F13DA"/>
    <w:rsid w:val="004F14C9"/>
    <w:rsid w:val="004F1695"/>
    <w:rsid w:val="004F16C5"/>
    <w:rsid w:val="004F1711"/>
    <w:rsid w:val="004F2469"/>
    <w:rsid w:val="004F28DF"/>
    <w:rsid w:val="004F3BDE"/>
    <w:rsid w:val="004F3BE9"/>
    <w:rsid w:val="004F3ED5"/>
    <w:rsid w:val="004F4F02"/>
    <w:rsid w:val="004F6310"/>
    <w:rsid w:val="004F694A"/>
    <w:rsid w:val="004F699B"/>
    <w:rsid w:val="004F72C2"/>
    <w:rsid w:val="004F7644"/>
    <w:rsid w:val="004F798C"/>
    <w:rsid w:val="004F7D19"/>
    <w:rsid w:val="005003F6"/>
    <w:rsid w:val="00500E98"/>
    <w:rsid w:val="00500EDC"/>
    <w:rsid w:val="00501177"/>
    <w:rsid w:val="005015CF"/>
    <w:rsid w:val="005015DD"/>
    <w:rsid w:val="00501874"/>
    <w:rsid w:val="0050200B"/>
    <w:rsid w:val="005023FF"/>
    <w:rsid w:val="00502844"/>
    <w:rsid w:val="005035A2"/>
    <w:rsid w:val="0050360C"/>
    <w:rsid w:val="00503DA7"/>
    <w:rsid w:val="00503FBE"/>
    <w:rsid w:val="005041C1"/>
    <w:rsid w:val="00504310"/>
    <w:rsid w:val="005048EC"/>
    <w:rsid w:val="00505EAF"/>
    <w:rsid w:val="0050674D"/>
    <w:rsid w:val="00506A19"/>
    <w:rsid w:val="00507894"/>
    <w:rsid w:val="00507BDE"/>
    <w:rsid w:val="005102D8"/>
    <w:rsid w:val="00510329"/>
    <w:rsid w:val="005108C2"/>
    <w:rsid w:val="00511377"/>
    <w:rsid w:val="005115CD"/>
    <w:rsid w:val="00511926"/>
    <w:rsid w:val="00511B0D"/>
    <w:rsid w:val="00511D4B"/>
    <w:rsid w:val="005127CD"/>
    <w:rsid w:val="00512838"/>
    <w:rsid w:val="00512A1C"/>
    <w:rsid w:val="00513405"/>
    <w:rsid w:val="005134A3"/>
    <w:rsid w:val="00513B9B"/>
    <w:rsid w:val="00514128"/>
    <w:rsid w:val="0051456C"/>
    <w:rsid w:val="00514D95"/>
    <w:rsid w:val="005154AF"/>
    <w:rsid w:val="00515FF6"/>
    <w:rsid w:val="00516046"/>
    <w:rsid w:val="00516160"/>
    <w:rsid w:val="00516904"/>
    <w:rsid w:val="005179FB"/>
    <w:rsid w:val="00517B47"/>
    <w:rsid w:val="00517D4F"/>
    <w:rsid w:val="00517EA0"/>
    <w:rsid w:val="00520043"/>
    <w:rsid w:val="0052005D"/>
    <w:rsid w:val="005203D5"/>
    <w:rsid w:val="00520E99"/>
    <w:rsid w:val="005214F2"/>
    <w:rsid w:val="005215DC"/>
    <w:rsid w:val="005216AE"/>
    <w:rsid w:val="00521731"/>
    <w:rsid w:val="00521C9C"/>
    <w:rsid w:val="005220BA"/>
    <w:rsid w:val="005224B3"/>
    <w:rsid w:val="00522707"/>
    <w:rsid w:val="00522EAB"/>
    <w:rsid w:val="00523BD5"/>
    <w:rsid w:val="00524045"/>
    <w:rsid w:val="0052417A"/>
    <w:rsid w:val="00524489"/>
    <w:rsid w:val="00524BAD"/>
    <w:rsid w:val="005264B7"/>
    <w:rsid w:val="00526597"/>
    <w:rsid w:val="00526F62"/>
    <w:rsid w:val="00527102"/>
    <w:rsid w:val="00527FC7"/>
    <w:rsid w:val="005303FD"/>
    <w:rsid w:val="0053054F"/>
    <w:rsid w:val="00530650"/>
    <w:rsid w:val="0053089A"/>
    <w:rsid w:val="00530A2C"/>
    <w:rsid w:val="005315E2"/>
    <w:rsid w:val="005316F6"/>
    <w:rsid w:val="0053179F"/>
    <w:rsid w:val="005317CB"/>
    <w:rsid w:val="005322C3"/>
    <w:rsid w:val="00532C83"/>
    <w:rsid w:val="0053345D"/>
    <w:rsid w:val="00533A8B"/>
    <w:rsid w:val="00533E85"/>
    <w:rsid w:val="005341A5"/>
    <w:rsid w:val="005342F6"/>
    <w:rsid w:val="0053443A"/>
    <w:rsid w:val="00534594"/>
    <w:rsid w:val="005356A1"/>
    <w:rsid w:val="00535C4E"/>
    <w:rsid w:val="005371A7"/>
    <w:rsid w:val="00537440"/>
    <w:rsid w:val="00537E2A"/>
    <w:rsid w:val="00540645"/>
    <w:rsid w:val="00540CAA"/>
    <w:rsid w:val="0054104A"/>
    <w:rsid w:val="00541719"/>
    <w:rsid w:val="00541DF1"/>
    <w:rsid w:val="00541FA1"/>
    <w:rsid w:val="005421C8"/>
    <w:rsid w:val="00542402"/>
    <w:rsid w:val="00542670"/>
    <w:rsid w:val="00542C5A"/>
    <w:rsid w:val="005437A5"/>
    <w:rsid w:val="005448CE"/>
    <w:rsid w:val="00544E22"/>
    <w:rsid w:val="0054571F"/>
    <w:rsid w:val="00545989"/>
    <w:rsid w:val="00547205"/>
    <w:rsid w:val="0055031D"/>
    <w:rsid w:val="0055034A"/>
    <w:rsid w:val="00551326"/>
    <w:rsid w:val="00551E0C"/>
    <w:rsid w:val="005520F3"/>
    <w:rsid w:val="00552303"/>
    <w:rsid w:val="00552437"/>
    <w:rsid w:val="005524C7"/>
    <w:rsid w:val="00552971"/>
    <w:rsid w:val="005538C0"/>
    <w:rsid w:val="00553BEA"/>
    <w:rsid w:val="00554136"/>
    <w:rsid w:val="005555FE"/>
    <w:rsid w:val="00555719"/>
    <w:rsid w:val="00555903"/>
    <w:rsid w:val="00555BB0"/>
    <w:rsid w:val="00555D01"/>
    <w:rsid w:val="005573E5"/>
    <w:rsid w:val="00557A99"/>
    <w:rsid w:val="00560602"/>
    <w:rsid w:val="005607A9"/>
    <w:rsid w:val="005609CE"/>
    <w:rsid w:val="00560C55"/>
    <w:rsid w:val="005616C8"/>
    <w:rsid w:val="005617DD"/>
    <w:rsid w:val="005619CD"/>
    <w:rsid w:val="00561DC6"/>
    <w:rsid w:val="00561F01"/>
    <w:rsid w:val="005623BC"/>
    <w:rsid w:val="00562D32"/>
    <w:rsid w:val="0056326C"/>
    <w:rsid w:val="00563B59"/>
    <w:rsid w:val="00564415"/>
    <w:rsid w:val="00564985"/>
    <w:rsid w:val="00564BFF"/>
    <w:rsid w:val="00564E16"/>
    <w:rsid w:val="00565E4E"/>
    <w:rsid w:val="00566371"/>
    <w:rsid w:val="005669FD"/>
    <w:rsid w:val="00566E40"/>
    <w:rsid w:val="00567953"/>
    <w:rsid w:val="00567BDB"/>
    <w:rsid w:val="00570B2F"/>
    <w:rsid w:val="00570E59"/>
    <w:rsid w:val="00570EF1"/>
    <w:rsid w:val="005710FC"/>
    <w:rsid w:val="00571B13"/>
    <w:rsid w:val="00572A40"/>
    <w:rsid w:val="00572B2F"/>
    <w:rsid w:val="005733B0"/>
    <w:rsid w:val="005733C9"/>
    <w:rsid w:val="00573C6B"/>
    <w:rsid w:val="00574015"/>
    <w:rsid w:val="005749B0"/>
    <w:rsid w:val="00575092"/>
    <w:rsid w:val="00575548"/>
    <w:rsid w:val="00576D1D"/>
    <w:rsid w:val="00577161"/>
    <w:rsid w:val="0058024F"/>
    <w:rsid w:val="00581045"/>
    <w:rsid w:val="005812E1"/>
    <w:rsid w:val="00581718"/>
    <w:rsid w:val="00581FF4"/>
    <w:rsid w:val="005822DF"/>
    <w:rsid w:val="0058243A"/>
    <w:rsid w:val="0058348C"/>
    <w:rsid w:val="00583875"/>
    <w:rsid w:val="0058428A"/>
    <w:rsid w:val="00584D94"/>
    <w:rsid w:val="005852CD"/>
    <w:rsid w:val="005853CE"/>
    <w:rsid w:val="00585985"/>
    <w:rsid w:val="00586777"/>
    <w:rsid w:val="00586CAC"/>
    <w:rsid w:val="00586FDB"/>
    <w:rsid w:val="00587403"/>
    <w:rsid w:val="00587658"/>
    <w:rsid w:val="005876B8"/>
    <w:rsid w:val="005877F4"/>
    <w:rsid w:val="0058784E"/>
    <w:rsid w:val="0058793C"/>
    <w:rsid w:val="005920C8"/>
    <w:rsid w:val="00592393"/>
    <w:rsid w:val="00592925"/>
    <w:rsid w:val="005938BD"/>
    <w:rsid w:val="0059404B"/>
    <w:rsid w:val="0059467A"/>
    <w:rsid w:val="00594B92"/>
    <w:rsid w:val="00595839"/>
    <w:rsid w:val="00595CA6"/>
    <w:rsid w:val="00595F6D"/>
    <w:rsid w:val="00596A0D"/>
    <w:rsid w:val="00596AA2"/>
    <w:rsid w:val="00596FEB"/>
    <w:rsid w:val="00597089"/>
    <w:rsid w:val="00597AD2"/>
    <w:rsid w:val="005A122A"/>
    <w:rsid w:val="005A1E3F"/>
    <w:rsid w:val="005A26AD"/>
    <w:rsid w:val="005A27DE"/>
    <w:rsid w:val="005A2D1D"/>
    <w:rsid w:val="005A2E3C"/>
    <w:rsid w:val="005A3310"/>
    <w:rsid w:val="005A336E"/>
    <w:rsid w:val="005A38F0"/>
    <w:rsid w:val="005A3EEC"/>
    <w:rsid w:val="005A3FF3"/>
    <w:rsid w:val="005A41B8"/>
    <w:rsid w:val="005A4916"/>
    <w:rsid w:val="005A60D7"/>
    <w:rsid w:val="005A6764"/>
    <w:rsid w:val="005A6773"/>
    <w:rsid w:val="005A68D7"/>
    <w:rsid w:val="005A7055"/>
    <w:rsid w:val="005A74AC"/>
    <w:rsid w:val="005A7638"/>
    <w:rsid w:val="005A7E6F"/>
    <w:rsid w:val="005B00B4"/>
    <w:rsid w:val="005B01AF"/>
    <w:rsid w:val="005B05AC"/>
    <w:rsid w:val="005B115A"/>
    <w:rsid w:val="005B180E"/>
    <w:rsid w:val="005B21C7"/>
    <w:rsid w:val="005B235F"/>
    <w:rsid w:val="005B2799"/>
    <w:rsid w:val="005B2E5E"/>
    <w:rsid w:val="005B3195"/>
    <w:rsid w:val="005B33A0"/>
    <w:rsid w:val="005B49EF"/>
    <w:rsid w:val="005B5124"/>
    <w:rsid w:val="005B5378"/>
    <w:rsid w:val="005B54BE"/>
    <w:rsid w:val="005B573F"/>
    <w:rsid w:val="005B5876"/>
    <w:rsid w:val="005B5A5F"/>
    <w:rsid w:val="005B5B36"/>
    <w:rsid w:val="005B5E71"/>
    <w:rsid w:val="005B67B7"/>
    <w:rsid w:val="005B6F8D"/>
    <w:rsid w:val="005B702F"/>
    <w:rsid w:val="005B70A0"/>
    <w:rsid w:val="005B7A6D"/>
    <w:rsid w:val="005B7B3A"/>
    <w:rsid w:val="005C0528"/>
    <w:rsid w:val="005C07CD"/>
    <w:rsid w:val="005C1C43"/>
    <w:rsid w:val="005C1D28"/>
    <w:rsid w:val="005C1DB4"/>
    <w:rsid w:val="005C285B"/>
    <w:rsid w:val="005C2E19"/>
    <w:rsid w:val="005C3237"/>
    <w:rsid w:val="005C3EC0"/>
    <w:rsid w:val="005C44D2"/>
    <w:rsid w:val="005C4E75"/>
    <w:rsid w:val="005C4FD1"/>
    <w:rsid w:val="005C5058"/>
    <w:rsid w:val="005C63F0"/>
    <w:rsid w:val="005C6911"/>
    <w:rsid w:val="005C7531"/>
    <w:rsid w:val="005C79E1"/>
    <w:rsid w:val="005D01BF"/>
    <w:rsid w:val="005D0EE4"/>
    <w:rsid w:val="005D2309"/>
    <w:rsid w:val="005D2B29"/>
    <w:rsid w:val="005D3179"/>
    <w:rsid w:val="005D36D0"/>
    <w:rsid w:val="005D3CF7"/>
    <w:rsid w:val="005D4218"/>
    <w:rsid w:val="005D49E4"/>
    <w:rsid w:val="005D4A3E"/>
    <w:rsid w:val="005D4D52"/>
    <w:rsid w:val="005D5194"/>
    <w:rsid w:val="005D5528"/>
    <w:rsid w:val="005D5857"/>
    <w:rsid w:val="005D58C4"/>
    <w:rsid w:val="005D6B98"/>
    <w:rsid w:val="005D71CB"/>
    <w:rsid w:val="005D75C1"/>
    <w:rsid w:val="005E04B7"/>
    <w:rsid w:val="005E0676"/>
    <w:rsid w:val="005E09AE"/>
    <w:rsid w:val="005E102C"/>
    <w:rsid w:val="005E2046"/>
    <w:rsid w:val="005E2F54"/>
    <w:rsid w:val="005E3233"/>
    <w:rsid w:val="005E3649"/>
    <w:rsid w:val="005E45FF"/>
    <w:rsid w:val="005E4FC3"/>
    <w:rsid w:val="005E5323"/>
    <w:rsid w:val="005E5748"/>
    <w:rsid w:val="005E6502"/>
    <w:rsid w:val="005E6CEC"/>
    <w:rsid w:val="005E7105"/>
    <w:rsid w:val="005E73C6"/>
    <w:rsid w:val="005F01B7"/>
    <w:rsid w:val="005F0823"/>
    <w:rsid w:val="005F0EBF"/>
    <w:rsid w:val="005F135F"/>
    <w:rsid w:val="005F2242"/>
    <w:rsid w:val="005F257E"/>
    <w:rsid w:val="005F26D4"/>
    <w:rsid w:val="005F28B1"/>
    <w:rsid w:val="005F2A30"/>
    <w:rsid w:val="005F3051"/>
    <w:rsid w:val="005F35E5"/>
    <w:rsid w:val="005F3849"/>
    <w:rsid w:val="005F3B5E"/>
    <w:rsid w:val="005F3C35"/>
    <w:rsid w:val="005F3D53"/>
    <w:rsid w:val="005F4078"/>
    <w:rsid w:val="005F51D1"/>
    <w:rsid w:val="005F520D"/>
    <w:rsid w:val="005F6008"/>
    <w:rsid w:val="005F668D"/>
    <w:rsid w:val="005F6C90"/>
    <w:rsid w:val="005F6EEF"/>
    <w:rsid w:val="005F752B"/>
    <w:rsid w:val="0060014F"/>
    <w:rsid w:val="00600450"/>
    <w:rsid w:val="006005A0"/>
    <w:rsid w:val="00600659"/>
    <w:rsid w:val="006016BA"/>
    <w:rsid w:val="00601A32"/>
    <w:rsid w:val="006022D2"/>
    <w:rsid w:val="00602600"/>
    <w:rsid w:val="00602643"/>
    <w:rsid w:val="006027C9"/>
    <w:rsid w:val="00602F3F"/>
    <w:rsid w:val="0060395E"/>
    <w:rsid w:val="00603BBE"/>
    <w:rsid w:val="00603E66"/>
    <w:rsid w:val="00604345"/>
    <w:rsid w:val="00604C96"/>
    <w:rsid w:val="00604F38"/>
    <w:rsid w:val="0060503A"/>
    <w:rsid w:val="00605356"/>
    <w:rsid w:val="00605A27"/>
    <w:rsid w:val="006074D9"/>
    <w:rsid w:val="00607D45"/>
    <w:rsid w:val="00610075"/>
    <w:rsid w:val="006101DD"/>
    <w:rsid w:val="0061036E"/>
    <w:rsid w:val="00610536"/>
    <w:rsid w:val="006106B4"/>
    <w:rsid w:val="0061093B"/>
    <w:rsid w:val="00610E81"/>
    <w:rsid w:val="00611143"/>
    <w:rsid w:val="00611879"/>
    <w:rsid w:val="00611BF0"/>
    <w:rsid w:val="00611CE2"/>
    <w:rsid w:val="00611D8A"/>
    <w:rsid w:val="00612060"/>
    <w:rsid w:val="006122F3"/>
    <w:rsid w:val="00612FBF"/>
    <w:rsid w:val="00612FD1"/>
    <w:rsid w:val="006135F1"/>
    <w:rsid w:val="00613A05"/>
    <w:rsid w:val="00613CC0"/>
    <w:rsid w:val="00613F48"/>
    <w:rsid w:val="00614790"/>
    <w:rsid w:val="00614A35"/>
    <w:rsid w:val="006155C0"/>
    <w:rsid w:val="00615677"/>
    <w:rsid w:val="006159C3"/>
    <w:rsid w:val="00615C7C"/>
    <w:rsid w:val="00615D55"/>
    <w:rsid w:val="00615EE8"/>
    <w:rsid w:val="00615F1B"/>
    <w:rsid w:val="00616BFD"/>
    <w:rsid w:val="00616E59"/>
    <w:rsid w:val="00617C46"/>
    <w:rsid w:val="00617CA2"/>
    <w:rsid w:val="00617CFC"/>
    <w:rsid w:val="006206E4"/>
    <w:rsid w:val="00620A28"/>
    <w:rsid w:val="00621105"/>
    <w:rsid w:val="006215D6"/>
    <w:rsid w:val="00621930"/>
    <w:rsid w:val="00621E8F"/>
    <w:rsid w:val="00622153"/>
    <w:rsid w:val="00622C64"/>
    <w:rsid w:val="006235A5"/>
    <w:rsid w:val="00624BFD"/>
    <w:rsid w:val="00625699"/>
    <w:rsid w:val="00625EEB"/>
    <w:rsid w:val="00626FEF"/>
    <w:rsid w:val="006275C5"/>
    <w:rsid w:val="00627827"/>
    <w:rsid w:val="00627B9D"/>
    <w:rsid w:val="0063018F"/>
    <w:rsid w:val="00630726"/>
    <w:rsid w:val="00630A5C"/>
    <w:rsid w:val="006326BB"/>
    <w:rsid w:val="00632D2F"/>
    <w:rsid w:val="00632E5D"/>
    <w:rsid w:val="00632EAB"/>
    <w:rsid w:val="006344C6"/>
    <w:rsid w:val="00634741"/>
    <w:rsid w:val="00634EDD"/>
    <w:rsid w:val="00634F22"/>
    <w:rsid w:val="00635479"/>
    <w:rsid w:val="00635592"/>
    <w:rsid w:val="00635948"/>
    <w:rsid w:val="006359EE"/>
    <w:rsid w:val="00635C1F"/>
    <w:rsid w:val="00635D5B"/>
    <w:rsid w:val="00636029"/>
    <w:rsid w:val="006360AB"/>
    <w:rsid w:val="00636278"/>
    <w:rsid w:val="00636913"/>
    <w:rsid w:val="006369A8"/>
    <w:rsid w:val="006377C9"/>
    <w:rsid w:val="0064063F"/>
    <w:rsid w:val="006407AD"/>
    <w:rsid w:val="00640C88"/>
    <w:rsid w:val="00640C93"/>
    <w:rsid w:val="00641550"/>
    <w:rsid w:val="006419B1"/>
    <w:rsid w:val="006424E9"/>
    <w:rsid w:val="00642927"/>
    <w:rsid w:val="006430A5"/>
    <w:rsid w:val="006431B1"/>
    <w:rsid w:val="0064334A"/>
    <w:rsid w:val="0064376B"/>
    <w:rsid w:val="0064413B"/>
    <w:rsid w:val="0064445A"/>
    <w:rsid w:val="00644B93"/>
    <w:rsid w:val="006455B9"/>
    <w:rsid w:val="0064596E"/>
    <w:rsid w:val="00645B67"/>
    <w:rsid w:val="00645CFC"/>
    <w:rsid w:val="00645F38"/>
    <w:rsid w:val="00646884"/>
    <w:rsid w:val="00646C3F"/>
    <w:rsid w:val="00646E3F"/>
    <w:rsid w:val="00647B73"/>
    <w:rsid w:val="00647F90"/>
    <w:rsid w:val="0065012A"/>
    <w:rsid w:val="00650163"/>
    <w:rsid w:val="006502C3"/>
    <w:rsid w:val="0065048C"/>
    <w:rsid w:val="00650A64"/>
    <w:rsid w:val="00650B49"/>
    <w:rsid w:val="006516A3"/>
    <w:rsid w:val="00651A6F"/>
    <w:rsid w:val="0065204D"/>
    <w:rsid w:val="00652ABC"/>
    <w:rsid w:val="00653DC6"/>
    <w:rsid w:val="00654B12"/>
    <w:rsid w:val="00655906"/>
    <w:rsid w:val="00655FE6"/>
    <w:rsid w:val="00656599"/>
    <w:rsid w:val="006569B9"/>
    <w:rsid w:val="006575BC"/>
    <w:rsid w:val="00657CAD"/>
    <w:rsid w:val="00657CEB"/>
    <w:rsid w:val="00657F5F"/>
    <w:rsid w:val="00660ABD"/>
    <w:rsid w:val="00661C17"/>
    <w:rsid w:val="006624DA"/>
    <w:rsid w:val="0066281C"/>
    <w:rsid w:val="00662947"/>
    <w:rsid w:val="00662BCD"/>
    <w:rsid w:val="0066305A"/>
    <w:rsid w:val="006634D1"/>
    <w:rsid w:val="00663653"/>
    <w:rsid w:val="00663A04"/>
    <w:rsid w:val="00663DAE"/>
    <w:rsid w:val="00664210"/>
    <w:rsid w:val="00664EED"/>
    <w:rsid w:val="006659B5"/>
    <w:rsid w:val="00665C66"/>
    <w:rsid w:val="0066636B"/>
    <w:rsid w:val="0066667A"/>
    <w:rsid w:val="006666B1"/>
    <w:rsid w:val="00666D77"/>
    <w:rsid w:val="00666FA9"/>
    <w:rsid w:val="0066713A"/>
    <w:rsid w:val="006674C3"/>
    <w:rsid w:val="006676A7"/>
    <w:rsid w:val="006703F7"/>
    <w:rsid w:val="00670F11"/>
    <w:rsid w:val="00670F57"/>
    <w:rsid w:val="0067245B"/>
    <w:rsid w:val="00672510"/>
    <w:rsid w:val="00672DAE"/>
    <w:rsid w:val="00673977"/>
    <w:rsid w:val="00673ED7"/>
    <w:rsid w:val="00675E38"/>
    <w:rsid w:val="006762A7"/>
    <w:rsid w:val="0067655E"/>
    <w:rsid w:val="0067656B"/>
    <w:rsid w:val="006767A7"/>
    <w:rsid w:val="00676DF8"/>
    <w:rsid w:val="006772AA"/>
    <w:rsid w:val="006773C3"/>
    <w:rsid w:val="00677505"/>
    <w:rsid w:val="00677AD4"/>
    <w:rsid w:val="00677C22"/>
    <w:rsid w:val="00680157"/>
    <w:rsid w:val="006807A8"/>
    <w:rsid w:val="00680F6D"/>
    <w:rsid w:val="00681048"/>
    <w:rsid w:val="006818EB"/>
    <w:rsid w:val="00682AF3"/>
    <w:rsid w:val="00682E35"/>
    <w:rsid w:val="0068315F"/>
    <w:rsid w:val="006839EE"/>
    <w:rsid w:val="0068473D"/>
    <w:rsid w:val="00684DC7"/>
    <w:rsid w:val="0068552E"/>
    <w:rsid w:val="00686595"/>
    <w:rsid w:val="00686762"/>
    <w:rsid w:val="00686EDC"/>
    <w:rsid w:val="0068720C"/>
    <w:rsid w:val="006872DE"/>
    <w:rsid w:val="0068737E"/>
    <w:rsid w:val="00687718"/>
    <w:rsid w:val="0068783F"/>
    <w:rsid w:val="00687EE2"/>
    <w:rsid w:val="00690B3B"/>
    <w:rsid w:val="00690ED1"/>
    <w:rsid w:val="00691AAF"/>
    <w:rsid w:val="00692652"/>
    <w:rsid w:val="00692AB3"/>
    <w:rsid w:val="00692C44"/>
    <w:rsid w:val="006937CB"/>
    <w:rsid w:val="00693986"/>
    <w:rsid w:val="0069472E"/>
    <w:rsid w:val="0069482E"/>
    <w:rsid w:val="00694F97"/>
    <w:rsid w:val="0069561E"/>
    <w:rsid w:val="00695B59"/>
    <w:rsid w:val="00696148"/>
    <w:rsid w:val="00696162"/>
    <w:rsid w:val="00696575"/>
    <w:rsid w:val="00696FF5"/>
    <w:rsid w:val="00697B29"/>
    <w:rsid w:val="00697FD1"/>
    <w:rsid w:val="006A01F7"/>
    <w:rsid w:val="006A130D"/>
    <w:rsid w:val="006A15F1"/>
    <w:rsid w:val="006A19D9"/>
    <w:rsid w:val="006A26BF"/>
    <w:rsid w:val="006A2DA6"/>
    <w:rsid w:val="006A34B1"/>
    <w:rsid w:val="006A4A0E"/>
    <w:rsid w:val="006A5004"/>
    <w:rsid w:val="006A642F"/>
    <w:rsid w:val="006A64E0"/>
    <w:rsid w:val="006A6BA8"/>
    <w:rsid w:val="006A7842"/>
    <w:rsid w:val="006A7BE2"/>
    <w:rsid w:val="006B00D5"/>
    <w:rsid w:val="006B00D8"/>
    <w:rsid w:val="006B02DF"/>
    <w:rsid w:val="006B0571"/>
    <w:rsid w:val="006B07EF"/>
    <w:rsid w:val="006B0E93"/>
    <w:rsid w:val="006B15A4"/>
    <w:rsid w:val="006B1AF2"/>
    <w:rsid w:val="006B1E91"/>
    <w:rsid w:val="006B2FF6"/>
    <w:rsid w:val="006B31F9"/>
    <w:rsid w:val="006B4CC7"/>
    <w:rsid w:val="006B4EE6"/>
    <w:rsid w:val="006B59BA"/>
    <w:rsid w:val="006B61AA"/>
    <w:rsid w:val="006B668A"/>
    <w:rsid w:val="006B66D6"/>
    <w:rsid w:val="006B672C"/>
    <w:rsid w:val="006B6782"/>
    <w:rsid w:val="006B6D3B"/>
    <w:rsid w:val="006B7567"/>
    <w:rsid w:val="006B7C43"/>
    <w:rsid w:val="006C037B"/>
    <w:rsid w:val="006C0636"/>
    <w:rsid w:val="006C26EE"/>
    <w:rsid w:val="006C27F6"/>
    <w:rsid w:val="006C2EFE"/>
    <w:rsid w:val="006C326C"/>
    <w:rsid w:val="006C33E3"/>
    <w:rsid w:val="006C3C72"/>
    <w:rsid w:val="006C44B2"/>
    <w:rsid w:val="006C46E3"/>
    <w:rsid w:val="006C4880"/>
    <w:rsid w:val="006C5084"/>
    <w:rsid w:val="006C5638"/>
    <w:rsid w:val="006C5988"/>
    <w:rsid w:val="006C5BCC"/>
    <w:rsid w:val="006C5DD7"/>
    <w:rsid w:val="006C5EE6"/>
    <w:rsid w:val="006C6D7E"/>
    <w:rsid w:val="006C7286"/>
    <w:rsid w:val="006C7BC6"/>
    <w:rsid w:val="006D112C"/>
    <w:rsid w:val="006D1404"/>
    <w:rsid w:val="006D1772"/>
    <w:rsid w:val="006D1DBD"/>
    <w:rsid w:val="006D3697"/>
    <w:rsid w:val="006D3946"/>
    <w:rsid w:val="006D4040"/>
    <w:rsid w:val="006D4522"/>
    <w:rsid w:val="006D4AF7"/>
    <w:rsid w:val="006D591B"/>
    <w:rsid w:val="006D5E95"/>
    <w:rsid w:val="006D6758"/>
    <w:rsid w:val="006D71C3"/>
    <w:rsid w:val="006D7940"/>
    <w:rsid w:val="006D7A18"/>
    <w:rsid w:val="006D7AB3"/>
    <w:rsid w:val="006E08F2"/>
    <w:rsid w:val="006E0C52"/>
    <w:rsid w:val="006E1041"/>
    <w:rsid w:val="006E18D6"/>
    <w:rsid w:val="006E1F76"/>
    <w:rsid w:val="006E21F6"/>
    <w:rsid w:val="006E223D"/>
    <w:rsid w:val="006E264F"/>
    <w:rsid w:val="006E33AF"/>
    <w:rsid w:val="006E3B51"/>
    <w:rsid w:val="006E3C64"/>
    <w:rsid w:val="006E3D57"/>
    <w:rsid w:val="006E3E61"/>
    <w:rsid w:val="006E4719"/>
    <w:rsid w:val="006E5242"/>
    <w:rsid w:val="006E634F"/>
    <w:rsid w:val="006E67D2"/>
    <w:rsid w:val="006E68AB"/>
    <w:rsid w:val="006E7488"/>
    <w:rsid w:val="006E7719"/>
    <w:rsid w:val="006E78B5"/>
    <w:rsid w:val="006E7909"/>
    <w:rsid w:val="006E7B8C"/>
    <w:rsid w:val="006F00DF"/>
    <w:rsid w:val="006F01DF"/>
    <w:rsid w:val="006F0820"/>
    <w:rsid w:val="006F12B7"/>
    <w:rsid w:val="006F1AA4"/>
    <w:rsid w:val="006F1CD1"/>
    <w:rsid w:val="006F1E79"/>
    <w:rsid w:val="006F2483"/>
    <w:rsid w:val="006F2FB6"/>
    <w:rsid w:val="006F3071"/>
    <w:rsid w:val="006F3A48"/>
    <w:rsid w:val="006F3D44"/>
    <w:rsid w:val="006F46A7"/>
    <w:rsid w:val="006F533C"/>
    <w:rsid w:val="006F5746"/>
    <w:rsid w:val="006F5814"/>
    <w:rsid w:val="006F5D6C"/>
    <w:rsid w:val="006F602A"/>
    <w:rsid w:val="006F60F3"/>
    <w:rsid w:val="006F650B"/>
    <w:rsid w:val="006F7B94"/>
    <w:rsid w:val="007009D7"/>
    <w:rsid w:val="00700A39"/>
    <w:rsid w:val="00700A92"/>
    <w:rsid w:val="00701C98"/>
    <w:rsid w:val="00701F4B"/>
    <w:rsid w:val="00702238"/>
    <w:rsid w:val="007030F8"/>
    <w:rsid w:val="007033C9"/>
    <w:rsid w:val="0070436E"/>
    <w:rsid w:val="007045B4"/>
    <w:rsid w:val="00704D5F"/>
    <w:rsid w:val="007051AD"/>
    <w:rsid w:val="007053F4"/>
    <w:rsid w:val="0070582A"/>
    <w:rsid w:val="00705896"/>
    <w:rsid w:val="00705C0E"/>
    <w:rsid w:val="00706309"/>
    <w:rsid w:val="007063A6"/>
    <w:rsid w:val="00706531"/>
    <w:rsid w:val="0071016D"/>
    <w:rsid w:val="007108F3"/>
    <w:rsid w:val="00710EBF"/>
    <w:rsid w:val="00711639"/>
    <w:rsid w:val="007121F1"/>
    <w:rsid w:val="007123E9"/>
    <w:rsid w:val="00712BC1"/>
    <w:rsid w:val="007133E2"/>
    <w:rsid w:val="007137F0"/>
    <w:rsid w:val="00713975"/>
    <w:rsid w:val="00713CF9"/>
    <w:rsid w:val="00713D13"/>
    <w:rsid w:val="00713E3D"/>
    <w:rsid w:val="00714348"/>
    <w:rsid w:val="007147A9"/>
    <w:rsid w:val="00714B80"/>
    <w:rsid w:val="00714CD9"/>
    <w:rsid w:val="007153F5"/>
    <w:rsid w:val="00715E13"/>
    <w:rsid w:val="00715EE2"/>
    <w:rsid w:val="00716B6A"/>
    <w:rsid w:val="007173D5"/>
    <w:rsid w:val="0071761E"/>
    <w:rsid w:val="0071770A"/>
    <w:rsid w:val="00720391"/>
    <w:rsid w:val="00720461"/>
    <w:rsid w:val="00720485"/>
    <w:rsid w:val="007213F0"/>
    <w:rsid w:val="0072244B"/>
    <w:rsid w:val="00722494"/>
    <w:rsid w:val="00723B9B"/>
    <w:rsid w:val="00723E9D"/>
    <w:rsid w:val="0072447E"/>
    <w:rsid w:val="0072487E"/>
    <w:rsid w:val="00724CE3"/>
    <w:rsid w:val="0072531F"/>
    <w:rsid w:val="0072532E"/>
    <w:rsid w:val="00725518"/>
    <w:rsid w:val="00725667"/>
    <w:rsid w:val="00725A71"/>
    <w:rsid w:val="00725E08"/>
    <w:rsid w:val="00726391"/>
    <w:rsid w:val="007263EA"/>
    <w:rsid w:val="00726B29"/>
    <w:rsid w:val="00726CD2"/>
    <w:rsid w:val="007270B2"/>
    <w:rsid w:val="007273C4"/>
    <w:rsid w:val="007304CC"/>
    <w:rsid w:val="00730C96"/>
    <w:rsid w:val="00731A5C"/>
    <w:rsid w:val="00731B61"/>
    <w:rsid w:val="00731E2D"/>
    <w:rsid w:val="007326C3"/>
    <w:rsid w:val="00732792"/>
    <w:rsid w:val="00732C09"/>
    <w:rsid w:val="00732DED"/>
    <w:rsid w:val="0073356A"/>
    <w:rsid w:val="00733799"/>
    <w:rsid w:val="007338B9"/>
    <w:rsid w:val="00733C57"/>
    <w:rsid w:val="00733CA3"/>
    <w:rsid w:val="00734195"/>
    <w:rsid w:val="00734A1F"/>
    <w:rsid w:val="00734BFA"/>
    <w:rsid w:val="00735D09"/>
    <w:rsid w:val="00735F06"/>
    <w:rsid w:val="007362F8"/>
    <w:rsid w:val="00736D96"/>
    <w:rsid w:val="007373DC"/>
    <w:rsid w:val="00737802"/>
    <w:rsid w:val="00737897"/>
    <w:rsid w:val="00737B49"/>
    <w:rsid w:val="00737F10"/>
    <w:rsid w:val="00737F68"/>
    <w:rsid w:val="0074012F"/>
    <w:rsid w:val="007401AD"/>
    <w:rsid w:val="007408B2"/>
    <w:rsid w:val="00740D76"/>
    <w:rsid w:val="00741BE4"/>
    <w:rsid w:val="00741DAE"/>
    <w:rsid w:val="00741E3F"/>
    <w:rsid w:val="00741FF1"/>
    <w:rsid w:val="0074213A"/>
    <w:rsid w:val="00742161"/>
    <w:rsid w:val="00742626"/>
    <w:rsid w:val="007433D7"/>
    <w:rsid w:val="00743FF9"/>
    <w:rsid w:val="00744996"/>
    <w:rsid w:val="00744E34"/>
    <w:rsid w:val="00744F0B"/>
    <w:rsid w:val="0074554B"/>
    <w:rsid w:val="00746915"/>
    <w:rsid w:val="00746CDC"/>
    <w:rsid w:val="00747201"/>
    <w:rsid w:val="007472CB"/>
    <w:rsid w:val="007479D8"/>
    <w:rsid w:val="00747DEA"/>
    <w:rsid w:val="00747EB8"/>
    <w:rsid w:val="0075058C"/>
    <w:rsid w:val="00750641"/>
    <w:rsid w:val="007507FA"/>
    <w:rsid w:val="007509FF"/>
    <w:rsid w:val="00750EA4"/>
    <w:rsid w:val="00752060"/>
    <w:rsid w:val="007523E9"/>
    <w:rsid w:val="00752540"/>
    <w:rsid w:val="0075265D"/>
    <w:rsid w:val="007526DA"/>
    <w:rsid w:val="00752E7B"/>
    <w:rsid w:val="00753790"/>
    <w:rsid w:val="00753A79"/>
    <w:rsid w:val="00753E9C"/>
    <w:rsid w:val="0075486E"/>
    <w:rsid w:val="00755BC1"/>
    <w:rsid w:val="0075648A"/>
    <w:rsid w:val="00757654"/>
    <w:rsid w:val="00760B7A"/>
    <w:rsid w:val="0076102C"/>
    <w:rsid w:val="00761C78"/>
    <w:rsid w:val="00761E03"/>
    <w:rsid w:val="00761E44"/>
    <w:rsid w:val="007620F9"/>
    <w:rsid w:val="00762EE6"/>
    <w:rsid w:val="00762F08"/>
    <w:rsid w:val="00763DDC"/>
    <w:rsid w:val="00763E73"/>
    <w:rsid w:val="00763F9D"/>
    <w:rsid w:val="007642BB"/>
    <w:rsid w:val="007645D7"/>
    <w:rsid w:val="00764667"/>
    <w:rsid w:val="0076480B"/>
    <w:rsid w:val="0076599B"/>
    <w:rsid w:val="007665AC"/>
    <w:rsid w:val="00766E11"/>
    <w:rsid w:val="00766EF5"/>
    <w:rsid w:val="007672EC"/>
    <w:rsid w:val="00767817"/>
    <w:rsid w:val="00767C2B"/>
    <w:rsid w:val="007702D2"/>
    <w:rsid w:val="00770383"/>
    <w:rsid w:val="00771804"/>
    <w:rsid w:val="00771AB0"/>
    <w:rsid w:val="00771FA5"/>
    <w:rsid w:val="00772003"/>
    <w:rsid w:val="00772851"/>
    <w:rsid w:val="007729D8"/>
    <w:rsid w:val="00772BBA"/>
    <w:rsid w:val="00772FC0"/>
    <w:rsid w:val="00773931"/>
    <w:rsid w:val="00773CF6"/>
    <w:rsid w:val="00773D8B"/>
    <w:rsid w:val="00774D92"/>
    <w:rsid w:val="00775D24"/>
    <w:rsid w:val="007765E9"/>
    <w:rsid w:val="0077660A"/>
    <w:rsid w:val="00776AB5"/>
    <w:rsid w:val="00780216"/>
    <w:rsid w:val="00782252"/>
    <w:rsid w:val="007835C0"/>
    <w:rsid w:val="00783C51"/>
    <w:rsid w:val="00783E51"/>
    <w:rsid w:val="00784D20"/>
    <w:rsid w:val="00784F60"/>
    <w:rsid w:val="00785B1B"/>
    <w:rsid w:val="00785C89"/>
    <w:rsid w:val="00785CC3"/>
    <w:rsid w:val="00785E0B"/>
    <w:rsid w:val="00790076"/>
    <w:rsid w:val="00790101"/>
    <w:rsid w:val="0079081A"/>
    <w:rsid w:val="00790B33"/>
    <w:rsid w:val="00790EDD"/>
    <w:rsid w:val="007925A9"/>
    <w:rsid w:val="00792855"/>
    <w:rsid w:val="00792A0B"/>
    <w:rsid w:val="0079342B"/>
    <w:rsid w:val="007938B1"/>
    <w:rsid w:val="007947FA"/>
    <w:rsid w:val="00794875"/>
    <w:rsid w:val="00794C83"/>
    <w:rsid w:val="00794DAC"/>
    <w:rsid w:val="0079527A"/>
    <w:rsid w:val="00795DA4"/>
    <w:rsid w:val="00796433"/>
    <w:rsid w:val="007967F7"/>
    <w:rsid w:val="0079681A"/>
    <w:rsid w:val="00796A60"/>
    <w:rsid w:val="00797449"/>
    <w:rsid w:val="007976EE"/>
    <w:rsid w:val="00797D78"/>
    <w:rsid w:val="00797F4E"/>
    <w:rsid w:val="007A031A"/>
    <w:rsid w:val="007A0342"/>
    <w:rsid w:val="007A03E5"/>
    <w:rsid w:val="007A0A12"/>
    <w:rsid w:val="007A0D51"/>
    <w:rsid w:val="007A12E4"/>
    <w:rsid w:val="007A1450"/>
    <w:rsid w:val="007A15FF"/>
    <w:rsid w:val="007A165F"/>
    <w:rsid w:val="007A18DD"/>
    <w:rsid w:val="007A37C4"/>
    <w:rsid w:val="007A3D7C"/>
    <w:rsid w:val="007A65A0"/>
    <w:rsid w:val="007A682A"/>
    <w:rsid w:val="007A6C23"/>
    <w:rsid w:val="007A704D"/>
    <w:rsid w:val="007A7057"/>
    <w:rsid w:val="007A71C9"/>
    <w:rsid w:val="007A7787"/>
    <w:rsid w:val="007A778D"/>
    <w:rsid w:val="007A7E1B"/>
    <w:rsid w:val="007B047E"/>
    <w:rsid w:val="007B0D91"/>
    <w:rsid w:val="007B11E7"/>
    <w:rsid w:val="007B14B4"/>
    <w:rsid w:val="007B19FE"/>
    <w:rsid w:val="007B3AB7"/>
    <w:rsid w:val="007B4496"/>
    <w:rsid w:val="007B44EB"/>
    <w:rsid w:val="007B4E79"/>
    <w:rsid w:val="007B525E"/>
    <w:rsid w:val="007B5AA8"/>
    <w:rsid w:val="007B68C4"/>
    <w:rsid w:val="007B76C5"/>
    <w:rsid w:val="007C0808"/>
    <w:rsid w:val="007C10FB"/>
    <w:rsid w:val="007C13C5"/>
    <w:rsid w:val="007C163F"/>
    <w:rsid w:val="007C2035"/>
    <w:rsid w:val="007C2467"/>
    <w:rsid w:val="007C3362"/>
    <w:rsid w:val="007C3BAE"/>
    <w:rsid w:val="007C49A2"/>
    <w:rsid w:val="007C4A45"/>
    <w:rsid w:val="007C5988"/>
    <w:rsid w:val="007C59F5"/>
    <w:rsid w:val="007C5E9A"/>
    <w:rsid w:val="007C6227"/>
    <w:rsid w:val="007C6282"/>
    <w:rsid w:val="007C66D5"/>
    <w:rsid w:val="007C6A9C"/>
    <w:rsid w:val="007C6EB5"/>
    <w:rsid w:val="007C7600"/>
    <w:rsid w:val="007D0126"/>
    <w:rsid w:val="007D04B6"/>
    <w:rsid w:val="007D04F1"/>
    <w:rsid w:val="007D0620"/>
    <w:rsid w:val="007D0750"/>
    <w:rsid w:val="007D121B"/>
    <w:rsid w:val="007D2882"/>
    <w:rsid w:val="007D292E"/>
    <w:rsid w:val="007D365C"/>
    <w:rsid w:val="007D3EFD"/>
    <w:rsid w:val="007D480D"/>
    <w:rsid w:val="007D4878"/>
    <w:rsid w:val="007D5E25"/>
    <w:rsid w:val="007D5E8E"/>
    <w:rsid w:val="007D6087"/>
    <w:rsid w:val="007D6D67"/>
    <w:rsid w:val="007D6E6A"/>
    <w:rsid w:val="007D7181"/>
    <w:rsid w:val="007D75FD"/>
    <w:rsid w:val="007D7EDB"/>
    <w:rsid w:val="007E0E0F"/>
    <w:rsid w:val="007E186D"/>
    <w:rsid w:val="007E1900"/>
    <w:rsid w:val="007E1EFF"/>
    <w:rsid w:val="007E2AE1"/>
    <w:rsid w:val="007E2B13"/>
    <w:rsid w:val="007E2BA3"/>
    <w:rsid w:val="007E49AA"/>
    <w:rsid w:val="007E5479"/>
    <w:rsid w:val="007E5977"/>
    <w:rsid w:val="007E5C7C"/>
    <w:rsid w:val="007E5E46"/>
    <w:rsid w:val="007E5F07"/>
    <w:rsid w:val="007E5F5E"/>
    <w:rsid w:val="007E62B7"/>
    <w:rsid w:val="007E6A40"/>
    <w:rsid w:val="007E6EB3"/>
    <w:rsid w:val="007E7342"/>
    <w:rsid w:val="007E77F8"/>
    <w:rsid w:val="007E7858"/>
    <w:rsid w:val="007E79C1"/>
    <w:rsid w:val="007E7BDC"/>
    <w:rsid w:val="007E7CBD"/>
    <w:rsid w:val="007F0513"/>
    <w:rsid w:val="007F0925"/>
    <w:rsid w:val="007F0AF3"/>
    <w:rsid w:val="007F0F4E"/>
    <w:rsid w:val="007F23F9"/>
    <w:rsid w:val="007F270C"/>
    <w:rsid w:val="007F2E39"/>
    <w:rsid w:val="007F2E8F"/>
    <w:rsid w:val="007F2F90"/>
    <w:rsid w:val="007F36B7"/>
    <w:rsid w:val="007F481F"/>
    <w:rsid w:val="007F49CF"/>
    <w:rsid w:val="007F4F6D"/>
    <w:rsid w:val="007F524C"/>
    <w:rsid w:val="007F5C9B"/>
    <w:rsid w:val="007F5D23"/>
    <w:rsid w:val="007F6599"/>
    <w:rsid w:val="007F659C"/>
    <w:rsid w:val="007F70E7"/>
    <w:rsid w:val="007F7BC8"/>
    <w:rsid w:val="008006AE"/>
    <w:rsid w:val="00800A7C"/>
    <w:rsid w:val="00800B55"/>
    <w:rsid w:val="00801ECF"/>
    <w:rsid w:val="008033D6"/>
    <w:rsid w:val="00803434"/>
    <w:rsid w:val="00805215"/>
    <w:rsid w:val="00805768"/>
    <w:rsid w:val="0080599A"/>
    <w:rsid w:val="00805A20"/>
    <w:rsid w:val="00805EBB"/>
    <w:rsid w:val="0080646C"/>
    <w:rsid w:val="00806554"/>
    <w:rsid w:val="0080655D"/>
    <w:rsid w:val="008069E9"/>
    <w:rsid w:val="00806D42"/>
    <w:rsid w:val="00807175"/>
    <w:rsid w:val="00807508"/>
    <w:rsid w:val="0080750E"/>
    <w:rsid w:val="00807571"/>
    <w:rsid w:val="00807DD4"/>
    <w:rsid w:val="0081076A"/>
    <w:rsid w:val="00810F2D"/>
    <w:rsid w:val="00811301"/>
    <w:rsid w:val="00811B31"/>
    <w:rsid w:val="00811EC4"/>
    <w:rsid w:val="00812DB7"/>
    <w:rsid w:val="008134FF"/>
    <w:rsid w:val="008139CE"/>
    <w:rsid w:val="008141CE"/>
    <w:rsid w:val="008143CE"/>
    <w:rsid w:val="00814A80"/>
    <w:rsid w:val="0081518C"/>
    <w:rsid w:val="008158E8"/>
    <w:rsid w:val="00815D0D"/>
    <w:rsid w:val="008166C2"/>
    <w:rsid w:val="008173A9"/>
    <w:rsid w:val="008176C9"/>
    <w:rsid w:val="008200D1"/>
    <w:rsid w:val="00820BE7"/>
    <w:rsid w:val="00820D47"/>
    <w:rsid w:val="0082111D"/>
    <w:rsid w:val="0082120F"/>
    <w:rsid w:val="00821E98"/>
    <w:rsid w:val="00822126"/>
    <w:rsid w:val="008223AC"/>
    <w:rsid w:val="008223D3"/>
    <w:rsid w:val="00822E13"/>
    <w:rsid w:val="008230B2"/>
    <w:rsid w:val="008230DF"/>
    <w:rsid w:val="00823D34"/>
    <w:rsid w:val="00824B57"/>
    <w:rsid w:val="00824BEB"/>
    <w:rsid w:val="00824EDD"/>
    <w:rsid w:val="00824FC1"/>
    <w:rsid w:val="008253FB"/>
    <w:rsid w:val="00826D83"/>
    <w:rsid w:val="00826FC0"/>
    <w:rsid w:val="00827056"/>
    <w:rsid w:val="00827694"/>
    <w:rsid w:val="00827F58"/>
    <w:rsid w:val="00830223"/>
    <w:rsid w:val="00830636"/>
    <w:rsid w:val="008308A7"/>
    <w:rsid w:val="0083183B"/>
    <w:rsid w:val="008319CA"/>
    <w:rsid w:val="00831BE0"/>
    <w:rsid w:val="00832074"/>
    <w:rsid w:val="008320AC"/>
    <w:rsid w:val="008327BF"/>
    <w:rsid w:val="008333E3"/>
    <w:rsid w:val="008338CE"/>
    <w:rsid w:val="0083409A"/>
    <w:rsid w:val="0083414E"/>
    <w:rsid w:val="00834AF5"/>
    <w:rsid w:val="00834D7A"/>
    <w:rsid w:val="008355A1"/>
    <w:rsid w:val="00835743"/>
    <w:rsid w:val="008357B5"/>
    <w:rsid w:val="008358F6"/>
    <w:rsid w:val="00835AB8"/>
    <w:rsid w:val="00836117"/>
    <w:rsid w:val="008368DC"/>
    <w:rsid w:val="00836B0B"/>
    <w:rsid w:val="00837A44"/>
    <w:rsid w:val="00840209"/>
    <w:rsid w:val="00840A1B"/>
    <w:rsid w:val="00840F44"/>
    <w:rsid w:val="008412C5"/>
    <w:rsid w:val="008413B2"/>
    <w:rsid w:val="008413D0"/>
    <w:rsid w:val="00841647"/>
    <w:rsid w:val="008422E1"/>
    <w:rsid w:val="0084298D"/>
    <w:rsid w:val="00842F87"/>
    <w:rsid w:val="00844497"/>
    <w:rsid w:val="008448A8"/>
    <w:rsid w:val="00844A57"/>
    <w:rsid w:val="00845692"/>
    <w:rsid w:val="00845886"/>
    <w:rsid w:val="00846832"/>
    <w:rsid w:val="00846A7C"/>
    <w:rsid w:val="0084767D"/>
    <w:rsid w:val="008477D3"/>
    <w:rsid w:val="008478FA"/>
    <w:rsid w:val="00850558"/>
    <w:rsid w:val="008507EC"/>
    <w:rsid w:val="00850F3F"/>
    <w:rsid w:val="00851413"/>
    <w:rsid w:val="008518E7"/>
    <w:rsid w:val="008522ED"/>
    <w:rsid w:val="00853BDC"/>
    <w:rsid w:val="00853E5D"/>
    <w:rsid w:val="0085411A"/>
    <w:rsid w:val="00854126"/>
    <w:rsid w:val="008542F2"/>
    <w:rsid w:val="00854B40"/>
    <w:rsid w:val="00854F5D"/>
    <w:rsid w:val="0085524F"/>
    <w:rsid w:val="00855C8D"/>
    <w:rsid w:val="00855DAA"/>
    <w:rsid w:val="00856351"/>
    <w:rsid w:val="00856C42"/>
    <w:rsid w:val="00857210"/>
    <w:rsid w:val="0085731D"/>
    <w:rsid w:val="00857360"/>
    <w:rsid w:val="00857B0A"/>
    <w:rsid w:val="00857EE1"/>
    <w:rsid w:val="008603FB"/>
    <w:rsid w:val="008609E9"/>
    <w:rsid w:val="00861236"/>
    <w:rsid w:val="008616B9"/>
    <w:rsid w:val="00861DA8"/>
    <w:rsid w:val="00862895"/>
    <w:rsid w:val="00862E51"/>
    <w:rsid w:val="00862F4A"/>
    <w:rsid w:val="008630E0"/>
    <w:rsid w:val="00863174"/>
    <w:rsid w:val="00863258"/>
    <w:rsid w:val="00863451"/>
    <w:rsid w:val="00863858"/>
    <w:rsid w:val="00863B94"/>
    <w:rsid w:val="0086446B"/>
    <w:rsid w:val="00864542"/>
    <w:rsid w:val="008651C6"/>
    <w:rsid w:val="008651D8"/>
    <w:rsid w:val="00865E8F"/>
    <w:rsid w:val="00866023"/>
    <w:rsid w:val="00866406"/>
    <w:rsid w:val="0086749C"/>
    <w:rsid w:val="00867774"/>
    <w:rsid w:val="00871173"/>
    <w:rsid w:val="00871947"/>
    <w:rsid w:val="00871F79"/>
    <w:rsid w:val="0087238E"/>
    <w:rsid w:val="008728B6"/>
    <w:rsid w:val="008734FD"/>
    <w:rsid w:val="00873A32"/>
    <w:rsid w:val="00873B40"/>
    <w:rsid w:val="00873C32"/>
    <w:rsid w:val="008744CB"/>
    <w:rsid w:val="00875018"/>
    <w:rsid w:val="00875B84"/>
    <w:rsid w:val="00875D00"/>
    <w:rsid w:val="00877A33"/>
    <w:rsid w:val="00877B4A"/>
    <w:rsid w:val="00877BD5"/>
    <w:rsid w:val="00880252"/>
    <w:rsid w:val="008802C0"/>
    <w:rsid w:val="00880370"/>
    <w:rsid w:val="00880446"/>
    <w:rsid w:val="00880A5F"/>
    <w:rsid w:val="00880C57"/>
    <w:rsid w:val="008818DD"/>
    <w:rsid w:val="008822BA"/>
    <w:rsid w:val="0088255A"/>
    <w:rsid w:val="008825AF"/>
    <w:rsid w:val="00883590"/>
    <w:rsid w:val="0088373B"/>
    <w:rsid w:val="00883B27"/>
    <w:rsid w:val="008846C3"/>
    <w:rsid w:val="0088479F"/>
    <w:rsid w:val="008854BC"/>
    <w:rsid w:val="00885808"/>
    <w:rsid w:val="008859CF"/>
    <w:rsid w:val="00885CE2"/>
    <w:rsid w:val="0088673D"/>
    <w:rsid w:val="00886BB5"/>
    <w:rsid w:val="00886E56"/>
    <w:rsid w:val="00886FEA"/>
    <w:rsid w:val="00887033"/>
    <w:rsid w:val="008900AD"/>
    <w:rsid w:val="00890175"/>
    <w:rsid w:val="00890264"/>
    <w:rsid w:val="0089055E"/>
    <w:rsid w:val="00890F2A"/>
    <w:rsid w:val="008914B8"/>
    <w:rsid w:val="00891940"/>
    <w:rsid w:val="00891CCA"/>
    <w:rsid w:val="00891D9A"/>
    <w:rsid w:val="00892666"/>
    <w:rsid w:val="00892FD7"/>
    <w:rsid w:val="0089339D"/>
    <w:rsid w:val="00893476"/>
    <w:rsid w:val="008942A8"/>
    <w:rsid w:val="00894BF1"/>
    <w:rsid w:val="00894F26"/>
    <w:rsid w:val="008953E6"/>
    <w:rsid w:val="008959E9"/>
    <w:rsid w:val="00896343"/>
    <w:rsid w:val="0089648F"/>
    <w:rsid w:val="00897D0B"/>
    <w:rsid w:val="008A0DC4"/>
    <w:rsid w:val="008A121E"/>
    <w:rsid w:val="008A1A1B"/>
    <w:rsid w:val="008A1D23"/>
    <w:rsid w:val="008A21A1"/>
    <w:rsid w:val="008A255A"/>
    <w:rsid w:val="008A276C"/>
    <w:rsid w:val="008A2C41"/>
    <w:rsid w:val="008A2F6C"/>
    <w:rsid w:val="008A3058"/>
    <w:rsid w:val="008A321A"/>
    <w:rsid w:val="008A3AC1"/>
    <w:rsid w:val="008A3C57"/>
    <w:rsid w:val="008A3D82"/>
    <w:rsid w:val="008A5034"/>
    <w:rsid w:val="008A57C9"/>
    <w:rsid w:val="008A5F77"/>
    <w:rsid w:val="008A6406"/>
    <w:rsid w:val="008A65B7"/>
    <w:rsid w:val="008A668E"/>
    <w:rsid w:val="008A6FEB"/>
    <w:rsid w:val="008A7248"/>
    <w:rsid w:val="008A7309"/>
    <w:rsid w:val="008A79A9"/>
    <w:rsid w:val="008A7E22"/>
    <w:rsid w:val="008B0F53"/>
    <w:rsid w:val="008B1A77"/>
    <w:rsid w:val="008B2202"/>
    <w:rsid w:val="008B2B7D"/>
    <w:rsid w:val="008B2D08"/>
    <w:rsid w:val="008B334A"/>
    <w:rsid w:val="008B3C62"/>
    <w:rsid w:val="008B41AD"/>
    <w:rsid w:val="008B4236"/>
    <w:rsid w:val="008B4898"/>
    <w:rsid w:val="008B507D"/>
    <w:rsid w:val="008B56FB"/>
    <w:rsid w:val="008B573B"/>
    <w:rsid w:val="008B5CD7"/>
    <w:rsid w:val="008B6094"/>
    <w:rsid w:val="008B6818"/>
    <w:rsid w:val="008B68CD"/>
    <w:rsid w:val="008B7EB8"/>
    <w:rsid w:val="008C026D"/>
    <w:rsid w:val="008C060A"/>
    <w:rsid w:val="008C08B0"/>
    <w:rsid w:val="008C0A6F"/>
    <w:rsid w:val="008C0ABC"/>
    <w:rsid w:val="008C0B1C"/>
    <w:rsid w:val="008C10A7"/>
    <w:rsid w:val="008C244F"/>
    <w:rsid w:val="008C2476"/>
    <w:rsid w:val="008C3B90"/>
    <w:rsid w:val="008C3DA6"/>
    <w:rsid w:val="008C4816"/>
    <w:rsid w:val="008C552E"/>
    <w:rsid w:val="008C5F33"/>
    <w:rsid w:val="008C67D9"/>
    <w:rsid w:val="008C6B76"/>
    <w:rsid w:val="008C6CEA"/>
    <w:rsid w:val="008C6E32"/>
    <w:rsid w:val="008C7FE6"/>
    <w:rsid w:val="008D0037"/>
    <w:rsid w:val="008D0086"/>
    <w:rsid w:val="008D2464"/>
    <w:rsid w:val="008D3074"/>
    <w:rsid w:val="008D314E"/>
    <w:rsid w:val="008D3779"/>
    <w:rsid w:val="008D39C1"/>
    <w:rsid w:val="008D4463"/>
    <w:rsid w:val="008D45FF"/>
    <w:rsid w:val="008D52E4"/>
    <w:rsid w:val="008D5538"/>
    <w:rsid w:val="008D5DD3"/>
    <w:rsid w:val="008D6086"/>
    <w:rsid w:val="008D6391"/>
    <w:rsid w:val="008D677E"/>
    <w:rsid w:val="008D6A24"/>
    <w:rsid w:val="008D6A6E"/>
    <w:rsid w:val="008D6CD4"/>
    <w:rsid w:val="008D7B06"/>
    <w:rsid w:val="008D7B98"/>
    <w:rsid w:val="008E01CD"/>
    <w:rsid w:val="008E0C38"/>
    <w:rsid w:val="008E12DA"/>
    <w:rsid w:val="008E131D"/>
    <w:rsid w:val="008E174E"/>
    <w:rsid w:val="008E26CE"/>
    <w:rsid w:val="008E3588"/>
    <w:rsid w:val="008E45FA"/>
    <w:rsid w:val="008E479F"/>
    <w:rsid w:val="008E53DD"/>
    <w:rsid w:val="008E5862"/>
    <w:rsid w:val="008E5970"/>
    <w:rsid w:val="008E7E19"/>
    <w:rsid w:val="008F05C6"/>
    <w:rsid w:val="008F107E"/>
    <w:rsid w:val="008F19BC"/>
    <w:rsid w:val="008F1BCB"/>
    <w:rsid w:val="008F1C5F"/>
    <w:rsid w:val="008F26A1"/>
    <w:rsid w:val="008F2E5B"/>
    <w:rsid w:val="008F392E"/>
    <w:rsid w:val="008F3FA5"/>
    <w:rsid w:val="008F3FDB"/>
    <w:rsid w:val="008F4A74"/>
    <w:rsid w:val="008F4B06"/>
    <w:rsid w:val="008F4C37"/>
    <w:rsid w:val="008F60AD"/>
    <w:rsid w:val="008F66A3"/>
    <w:rsid w:val="008F698E"/>
    <w:rsid w:val="008F6C23"/>
    <w:rsid w:val="008F6FBF"/>
    <w:rsid w:val="008F7584"/>
    <w:rsid w:val="008F77F5"/>
    <w:rsid w:val="008F7A63"/>
    <w:rsid w:val="0090057B"/>
    <w:rsid w:val="00900604"/>
    <w:rsid w:val="00900B82"/>
    <w:rsid w:val="009012CD"/>
    <w:rsid w:val="00901F04"/>
    <w:rsid w:val="009020F9"/>
    <w:rsid w:val="0090220E"/>
    <w:rsid w:val="00902986"/>
    <w:rsid w:val="0090389A"/>
    <w:rsid w:val="009039B4"/>
    <w:rsid w:val="00903AD1"/>
    <w:rsid w:val="00903D65"/>
    <w:rsid w:val="00904648"/>
    <w:rsid w:val="00904759"/>
    <w:rsid w:val="00904B51"/>
    <w:rsid w:val="0090526E"/>
    <w:rsid w:val="00905A59"/>
    <w:rsid w:val="00905C30"/>
    <w:rsid w:val="00905F5A"/>
    <w:rsid w:val="009065AA"/>
    <w:rsid w:val="0090670D"/>
    <w:rsid w:val="00906B1E"/>
    <w:rsid w:val="009072E0"/>
    <w:rsid w:val="009075CD"/>
    <w:rsid w:val="009077B6"/>
    <w:rsid w:val="00907D59"/>
    <w:rsid w:val="009104D5"/>
    <w:rsid w:val="00910735"/>
    <w:rsid w:val="00910FD8"/>
    <w:rsid w:val="00911AB1"/>
    <w:rsid w:val="00911E91"/>
    <w:rsid w:val="00914CEC"/>
    <w:rsid w:val="00914D76"/>
    <w:rsid w:val="00915631"/>
    <w:rsid w:val="00915A3D"/>
    <w:rsid w:val="00915C64"/>
    <w:rsid w:val="00915D7E"/>
    <w:rsid w:val="00915F58"/>
    <w:rsid w:val="00916430"/>
    <w:rsid w:val="00917043"/>
    <w:rsid w:val="009172F7"/>
    <w:rsid w:val="009205B2"/>
    <w:rsid w:val="009215C4"/>
    <w:rsid w:val="00921D75"/>
    <w:rsid w:val="009223C9"/>
    <w:rsid w:val="0092244A"/>
    <w:rsid w:val="00922FFA"/>
    <w:rsid w:val="00923664"/>
    <w:rsid w:val="009236CC"/>
    <w:rsid w:val="00923779"/>
    <w:rsid w:val="00924276"/>
    <w:rsid w:val="009248ED"/>
    <w:rsid w:val="0092566F"/>
    <w:rsid w:val="00925830"/>
    <w:rsid w:val="00925896"/>
    <w:rsid w:val="00925A92"/>
    <w:rsid w:val="00925C02"/>
    <w:rsid w:val="00925F1F"/>
    <w:rsid w:val="00926A25"/>
    <w:rsid w:val="00926CCB"/>
    <w:rsid w:val="00927796"/>
    <w:rsid w:val="00927B04"/>
    <w:rsid w:val="00927B43"/>
    <w:rsid w:val="009308B8"/>
    <w:rsid w:val="00930AB2"/>
    <w:rsid w:val="00930B63"/>
    <w:rsid w:val="00931316"/>
    <w:rsid w:val="00931546"/>
    <w:rsid w:val="00932CB9"/>
    <w:rsid w:val="00932E85"/>
    <w:rsid w:val="009341AA"/>
    <w:rsid w:val="00934A30"/>
    <w:rsid w:val="00934A86"/>
    <w:rsid w:val="00934ACA"/>
    <w:rsid w:val="00934B67"/>
    <w:rsid w:val="009351D2"/>
    <w:rsid w:val="0093576F"/>
    <w:rsid w:val="00935D37"/>
    <w:rsid w:val="009368F9"/>
    <w:rsid w:val="00936C20"/>
    <w:rsid w:val="00936C4F"/>
    <w:rsid w:val="00936C81"/>
    <w:rsid w:val="00937144"/>
    <w:rsid w:val="00937231"/>
    <w:rsid w:val="009372D5"/>
    <w:rsid w:val="00937485"/>
    <w:rsid w:val="0093777E"/>
    <w:rsid w:val="00940170"/>
    <w:rsid w:val="0094062B"/>
    <w:rsid w:val="009407E9"/>
    <w:rsid w:val="00940C37"/>
    <w:rsid w:val="0094119A"/>
    <w:rsid w:val="00941489"/>
    <w:rsid w:val="009426A7"/>
    <w:rsid w:val="00942A23"/>
    <w:rsid w:val="009430FA"/>
    <w:rsid w:val="009431BF"/>
    <w:rsid w:val="0094369A"/>
    <w:rsid w:val="00943AB0"/>
    <w:rsid w:val="00944237"/>
    <w:rsid w:val="009445C7"/>
    <w:rsid w:val="00944BA4"/>
    <w:rsid w:val="00944F30"/>
    <w:rsid w:val="0094500F"/>
    <w:rsid w:val="00945156"/>
    <w:rsid w:val="0094545B"/>
    <w:rsid w:val="00945574"/>
    <w:rsid w:val="00946139"/>
    <w:rsid w:val="009461A5"/>
    <w:rsid w:val="009471F9"/>
    <w:rsid w:val="00950320"/>
    <w:rsid w:val="00951AA6"/>
    <w:rsid w:val="00951C82"/>
    <w:rsid w:val="00952170"/>
    <w:rsid w:val="009521AC"/>
    <w:rsid w:val="00952707"/>
    <w:rsid w:val="00952B78"/>
    <w:rsid w:val="00952E1D"/>
    <w:rsid w:val="00952E57"/>
    <w:rsid w:val="00953944"/>
    <w:rsid w:val="009546BD"/>
    <w:rsid w:val="009546F6"/>
    <w:rsid w:val="00954D68"/>
    <w:rsid w:val="00955651"/>
    <w:rsid w:val="00956228"/>
    <w:rsid w:val="00956DEB"/>
    <w:rsid w:val="009573F9"/>
    <w:rsid w:val="00957ABE"/>
    <w:rsid w:val="00962883"/>
    <w:rsid w:val="009628F6"/>
    <w:rsid w:val="00962D1F"/>
    <w:rsid w:val="00962FA1"/>
    <w:rsid w:val="0096363E"/>
    <w:rsid w:val="00963E88"/>
    <w:rsid w:val="00963F27"/>
    <w:rsid w:val="00964306"/>
    <w:rsid w:val="009646F4"/>
    <w:rsid w:val="0096495B"/>
    <w:rsid w:val="00964B1E"/>
    <w:rsid w:val="00965275"/>
    <w:rsid w:val="009654E5"/>
    <w:rsid w:val="00966B05"/>
    <w:rsid w:val="00966B24"/>
    <w:rsid w:val="009673DF"/>
    <w:rsid w:val="009674A8"/>
    <w:rsid w:val="00970094"/>
    <w:rsid w:val="0097118B"/>
    <w:rsid w:val="00971633"/>
    <w:rsid w:val="00973299"/>
    <w:rsid w:val="0097339D"/>
    <w:rsid w:val="0097455B"/>
    <w:rsid w:val="00974B00"/>
    <w:rsid w:val="00975451"/>
    <w:rsid w:val="00975499"/>
    <w:rsid w:val="00975A9A"/>
    <w:rsid w:val="00975F8B"/>
    <w:rsid w:val="00976051"/>
    <w:rsid w:val="009767DE"/>
    <w:rsid w:val="00977859"/>
    <w:rsid w:val="00977884"/>
    <w:rsid w:val="00977C21"/>
    <w:rsid w:val="009821EC"/>
    <w:rsid w:val="009823D5"/>
    <w:rsid w:val="0098305B"/>
    <w:rsid w:val="00984834"/>
    <w:rsid w:val="00984E27"/>
    <w:rsid w:val="00984E6F"/>
    <w:rsid w:val="0098524C"/>
    <w:rsid w:val="00985641"/>
    <w:rsid w:val="00985653"/>
    <w:rsid w:val="009859AD"/>
    <w:rsid w:val="00985BFF"/>
    <w:rsid w:val="00985D6C"/>
    <w:rsid w:val="00986126"/>
    <w:rsid w:val="0098623C"/>
    <w:rsid w:val="00986672"/>
    <w:rsid w:val="0098671C"/>
    <w:rsid w:val="00986D72"/>
    <w:rsid w:val="00987353"/>
    <w:rsid w:val="0098756A"/>
    <w:rsid w:val="00987781"/>
    <w:rsid w:val="00987BC6"/>
    <w:rsid w:val="00987D09"/>
    <w:rsid w:val="00987DFA"/>
    <w:rsid w:val="00990318"/>
    <w:rsid w:val="0099049A"/>
    <w:rsid w:val="00990BC7"/>
    <w:rsid w:val="00990E7E"/>
    <w:rsid w:val="009916D5"/>
    <w:rsid w:val="00991AC2"/>
    <w:rsid w:val="00991B92"/>
    <w:rsid w:val="00992047"/>
    <w:rsid w:val="00992684"/>
    <w:rsid w:val="009926C6"/>
    <w:rsid w:val="00992D7E"/>
    <w:rsid w:val="00994561"/>
    <w:rsid w:val="0099464B"/>
    <w:rsid w:val="00994B7F"/>
    <w:rsid w:val="009950A4"/>
    <w:rsid w:val="009950FB"/>
    <w:rsid w:val="00995B47"/>
    <w:rsid w:val="00995FEE"/>
    <w:rsid w:val="00996673"/>
    <w:rsid w:val="00996851"/>
    <w:rsid w:val="00996917"/>
    <w:rsid w:val="009970E6"/>
    <w:rsid w:val="009974C5"/>
    <w:rsid w:val="009976FF"/>
    <w:rsid w:val="009A086E"/>
    <w:rsid w:val="009A0BE8"/>
    <w:rsid w:val="009A19DC"/>
    <w:rsid w:val="009A1CE3"/>
    <w:rsid w:val="009A2034"/>
    <w:rsid w:val="009A22E9"/>
    <w:rsid w:val="009A2308"/>
    <w:rsid w:val="009A2A39"/>
    <w:rsid w:val="009A2C3D"/>
    <w:rsid w:val="009A3E11"/>
    <w:rsid w:val="009A44A5"/>
    <w:rsid w:val="009A4C27"/>
    <w:rsid w:val="009A4D7B"/>
    <w:rsid w:val="009A5157"/>
    <w:rsid w:val="009A5875"/>
    <w:rsid w:val="009A59D2"/>
    <w:rsid w:val="009A5A12"/>
    <w:rsid w:val="009A5A4D"/>
    <w:rsid w:val="009A6103"/>
    <w:rsid w:val="009A633B"/>
    <w:rsid w:val="009A646D"/>
    <w:rsid w:val="009A6D1C"/>
    <w:rsid w:val="009A6DAC"/>
    <w:rsid w:val="009A6F4B"/>
    <w:rsid w:val="009A7529"/>
    <w:rsid w:val="009A7825"/>
    <w:rsid w:val="009A7D75"/>
    <w:rsid w:val="009B0029"/>
    <w:rsid w:val="009B06C9"/>
    <w:rsid w:val="009B09A3"/>
    <w:rsid w:val="009B1688"/>
    <w:rsid w:val="009B2064"/>
    <w:rsid w:val="009B21BC"/>
    <w:rsid w:val="009B2211"/>
    <w:rsid w:val="009B2281"/>
    <w:rsid w:val="009B283D"/>
    <w:rsid w:val="009B2FD3"/>
    <w:rsid w:val="009B3076"/>
    <w:rsid w:val="009B3338"/>
    <w:rsid w:val="009B334B"/>
    <w:rsid w:val="009B33D3"/>
    <w:rsid w:val="009B359B"/>
    <w:rsid w:val="009B39D7"/>
    <w:rsid w:val="009B493C"/>
    <w:rsid w:val="009B4A76"/>
    <w:rsid w:val="009B4C4E"/>
    <w:rsid w:val="009B518B"/>
    <w:rsid w:val="009B5B87"/>
    <w:rsid w:val="009B5C0F"/>
    <w:rsid w:val="009B6991"/>
    <w:rsid w:val="009B6AB3"/>
    <w:rsid w:val="009B6E6A"/>
    <w:rsid w:val="009B7692"/>
    <w:rsid w:val="009B77C1"/>
    <w:rsid w:val="009B78E2"/>
    <w:rsid w:val="009B7FA6"/>
    <w:rsid w:val="009C07CA"/>
    <w:rsid w:val="009C083E"/>
    <w:rsid w:val="009C09A7"/>
    <w:rsid w:val="009C1045"/>
    <w:rsid w:val="009C12F5"/>
    <w:rsid w:val="009C1408"/>
    <w:rsid w:val="009C195E"/>
    <w:rsid w:val="009C1F32"/>
    <w:rsid w:val="009C32DB"/>
    <w:rsid w:val="009C35FD"/>
    <w:rsid w:val="009C3F82"/>
    <w:rsid w:val="009C47B3"/>
    <w:rsid w:val="009C4A33"/>
    <w:rsid w:val="009C4EC8"/>
    <w:rsid w:val="009C56BE"/>
    <w:rsid w:val="009C5E5B"/>
    <w:rsid w:val="009C62AD"/>
    <w:rsid w:val="009C6991"/>
    <w:rsid w:val="009C73AA"/>
    <w:rsid w:val="009C7D11"/>
    <w:rsid w:val="009C7D86"/>
    <w:rsid w:val="009D006F"/>
    <w:rsid w:val="009D0EFA"/>
    <w:rsid w:val="009D1078"/>
    <w:rsid w:val="009D1365"/>
    <w:rsid w:val="009D16F8"/>
    <w:rsid w:val="009D1C88"/>
    <w:rsid w:val="009D1D86"/>
    <w:rsid w:val="009D2226"/>
    <w:rsid w:val="009D281B"/>
    <w:rsid w:val="009D2FA7"/>
    <w:rsid w:val="009D3B3A"/>
    <w:rsid w:val="009D3BEE"/>
    <w:rsid w:val="009D3DC1"/>
    <w:rsid w:val="009D431E"/>
    <w:rsid w:val="009D4725"/>
    <w:rsid w:val="009D4DAC"/>
    <w:rsid w:val="009D50C5"/>
    <w:rsid w:val="009D57FF"/>
    <w:rsid w:val="009D62C2"/>
    <w:rsid w:val="009D670C"/>
    <w:rsid w:val="009D6852"/>
    <w:rsid w:val="009D7088"/>
    <w:rsid w:val="009D7274"/>
    <w:rsid w:val="009E0BFB"/>
    <w:rsid w:val="009E14C9"/>
    <w:rsid w:val="009E1B74"/>
    <w:rsid w:val="009E1CF1"/>
    <w:rsid w:val="009E2245"/>
    <w:rsid w:val="009E25A5"/>
    <w:rsid w:val="009E2A64"/>
    <w:rsid w:val="009E2C02"/>
    <w:rsid w:val="009E32B8"/>
    <w:rsid w:val="009E37E7"/>
    <w:rsid w:val="009E3868"/>
    <w:rsid w:val="009E3E5D"/>
    <w:rsid w:val="009E42CC"/>
    <w:rsid w:val="009E5B29"/>
    <w:rsid w:val="009E6091"/>
    <w:rsid w:val="009E72B8"/>
    <w:rsid w:val="009E76B4"/>
    <w:rsid w:val="009F1673"/>
    <w:rsid w:val="009F18AA"/>
    <w:rsid w:val="009F29DA"/>
    <w:rsid w:val="009F2A25"/>
    <w:rsid w:val="009F36EE"/>
    <w:rsid w:val="009F3962"/>
    <w:rsid w:val="009F3A2C"/>
    <w:rsid w:val="009F3E9D"/>
    <w:rsid w:val="009F3ECF"/>
    <w:rsid w:val="009F468A"/>
    <w:rsid w:val="009F763A"/>
    <w:rsid w:val="009F7BD4"/>
    <w:rsid w:val="00A00419"/>
    <w:rsid w:val="00A012E4"/>
    <w:rsid w:val="00A01425"/>
    <w:rsid w:val="00A01EF9"/>
    <w:rsid w:val="00A021D0"/>
    <w:rsid w:val="00A022D5"/>
    <w:rsid w:val="00A03137"/>
    <w:rsid w:val="00A032C4"/>
    <w:rsid w:val="00A037F2"/>
    <w:rsid w:val="00A03807"/>
    <w:rsid w:val="00A04651"/>
    <w:rsid w:val="00A0506E"/>
    <w:rsid w:val="00A05315"/>
    <w:rsid w:val="00A054F2"/>
    <w:rsid w:val="00A05D51"/>
    <w:rsid w:val="00A06316"/>
    <w:rsid w:val="00A06EA2"/>
    <w:rsid w:val="00A06FF9"/>
    <w:rsid w:val="00A07CDF"/>
    <w:rsid w:val="00A07CE3"/>
    <w:rsid w:val="00A07E2B"/>
    <w:rsid w:val="00A100EE"/>
    <w:rsid w:val="00A10E2E"/>
    <w:rsid w:val="00A13340"/>
    <w:rsid w:val="00A13B2B"/>
    <w:rsid w:val="00A13C86"/>
    <w:rsid w:val="00A13D75"/>
    <w:rsid w:val="00A1433C"/>
    <w:rsid w:val="00A146DD"/>
    <w:rsid w:val="00A15180"/>
    <w:rsid w:val="00A1583C"/>
    <w:rsid w:val="00A15C69"/>
    <w:rsid w:val="00A15DC1"/>
    <w:rsid w:val="00A15F97"/>
    <w:rsid w:val="00A16C13"/>
    <w:rsid w:val="00A16C2A"/>
    <w:rsid w:val="00A16CDC"/>
    <w:rsid w:val="00A16DDF"/>
    <w:rsid w:val="00A2088E"/>
    <w:rsid w:val="00A2178E"/>
    <w:rsid w:val="00A21C87"/>
    <w:rsid w:val="00A22930"/>
    <w:rsid w:val="00A229AC"/>
    <w:rsid w:val="00A22DE7"/>
    <w:rsid w:val="00A234C6"/>
    <w:rsid w:val="00A23EFE"/>
    <w:rsid w:val="00A24584"/>
    <w:rsid w:val="00A245F1"/>
    <w:rsid w:val="00A24797"/>
    <w:rsid w:val="00A24F02"/>
    <w:rsid w:val="00A260A7"/>
    <w:rsid w:val="00A2677B"/>
    <w:rsid w:val="00A2695C"/>
    <w:rsid w:val="00A26F1E"/>
    <w:rsid w:val="00A276E0"/>
    <w:rsid w:val="00A27977"/>
    <w:rsid w:val="00A279D2"/>
    <w:rsid w:val="00A27E72"/>
    <w:rsid w:val="00A30168"/>
    <w:rsid w:val="00A30941"/>
    <w:rsid w:val="00A31069"/>
    <w:rsid w:val="00A310A5"/>
    <w:rsid w:val="00A313D9"/>
    <w:rsid w:val="00A315B7"/>
    <w:rsid w:val="00A32609"/>
    <w:rsid w:val="00A32FC7"/>
    <w:rsid w:val="00A332BD"/>
    <w:rsid w:val="00A3340A"/>
    <w:rsid w:val="00A33AD2"/>
    <w:rsid w:val="00A34EE7"/>
    <w:rsid w:val="00A35886"/>
    <w:rsid w:val="00A362BE"/>
    <w:rsid w:val="00A36705"/>
    <w:rsid w:val="00A3709A"/>
    <w:rsid w:val="00A37F13"/>
    <w:rsid w:val="00A40444"/>
    <w:rsid w:val="00A4094D"/>
    <w:rsid w:val="00A40A73"/>
    <w:rsid w:val="00A41182"/>
    <w:rsid w:val="00A41D6F"/>
    <w:rsid w:val="00A41E52"/>
    <w:rsid w:val="00A42912"/>
    <w:rsid w:val="00A42EF7"/>
    <w:rsid w:val="00A43212"/>
    <w:rsid w:val="00A43EB9"/>
    <w:rsid w:val="00A443D0"/>
    <w:rsid w:val="00A4477F"/>
    <w:rsid w:val="00A45B95"/>
    <w:rsid w:val="00A462DD"/>
    <w:rsid w:val="00A47978"/>
    <w:rsid w:val="00A47A91"/>
    <w:rsid w:val="00A5051E"/>
    <w:rsid w:val="00A5114A"/>
    <w:rsid w:val="00A5157E"/>
    <w:rsid w:val="00A51BA5"/>
    <w:rsid w:val="00A51F00"/>
    <w:rsid w:val="00A52336"/>
    <w:rsid w:val="00A52711"/>
    <w:rsid w:val="00A528CE"/>
    <w:rsid w:val="00A53233"/>
    <w:rsid w:val="00A547C6"/>
    <w:rsid w:val="00A54E85"/>
    <w:rsid w:val="00A560DE"/>
    <w:rsid w:val="00A56746"/>
    <w:rsid w:val="00A56CB6"/>
    <w:rsid w:val="00A56D45"/>
    <w:rsid w:val="00A56F06"/>
    <w:rsid w:val="00A56F28"/>
    <w:rsid w:val="00A5727A"/>
    <w:rsid w:val="00A575F5"/>
    <w:rsid w:val="00A60E1D"/>
    <w:rsid w:val="00A60E7F"/>
    <w:rsid w:val="00A616FE"/>
    <w:rsid w:val="00A617B8"/>
    <w:rsid w:val="00A619CF"/>
    <w:rsid w:val="00A61A44"/>
    <w:rsid w:val="00A61D7F"/>
    <w:rsid w:val="00A62066"/>
    <w:rsid w:val="00A6296D"/>
    <w:rsid w:val="00A62C04"/>
    <w:rsid w:val="00A62C84"/>
    <w:rsid w:val="00A62D76"/>
    <w:rsid w:val="00A62E5C"/>
    <w:rsid w:val="00A62EC4"/>
    <w:rsid w:val="00A62FA7"/>
    <w:rsid w:val="00A630D0"/>
    <w:rsid w:val="00A63289"/>
    <w:rsid w:val="00A63375"/>
    <w:rsid w:val="00A63935"/>
    <w:rsid w:val="00A63993"/>
    <w:rsid w:val="00A63BC6"/>
    <w:rsid w:val="00A64313"/>
    <w:rsid w:val="00A64905"/>
    <w:rsid w:val="00A64965"/>
    <w:rsid w:val="00A64A33"/>
    <w:rsid w:val="00A64E52"/>
    <w:rsid w:val="00A650FC"/>
    <w:rsid w:val="00A6628D"/>
    <w:rsid w:val="00A6734D"/>
    <w:rsid w:val="00A701C0"/>
    <w:rsid w:val="00A7034A"/>
    <w:rsid w:val="00A7036D"/>
    <w:rsid w:val="00A7076D"/>
    <w:rsid w:val="00A70C08"/>
    <w:rsid w:val="00A70D04"/>
    <w:rsid w:val="00A70EB0"/>
    <w:rsid w:val="00A719EB"/>
    <w:rsid w:val="00A71E8A"/>
    <w:rsid w:val="00A7221A"/>
    <w:rsid w:val="00A723C5"/>
    <w:rsid w:val="00A723EF"/>
    <w:rsid w:val="00A728A0"/>
    <w:rsid w:val="00A738D5"/>
    <w:rsid w:val="00A73EA3"/>
    <w:rsid w:val="00A74080"/>
    <w:rsid w:val="00A74C0D"/>
    <w:rsid w:val="00A7557C"/>
    <w:rsid w:val="00A757A7"/>
    <w:rsid w:val="00A75ADE"/>
    <w:rsid w:val="00A75DFE"/>
    <w:rsid w:val="00A76395"/>
    <w:rsid w:val="00A76698"/>
    <w:rsid w:val="00A7688E"/>
    <w:rsid w:val="00A76B2C"/>
    <w:rsid w:val="00A773BB"/>
    <w:rsid w:val="00A77D1F"/>
    <w:rsid w:val="00A77D74"/>
    <w:rsid w:val="00A80673"/>
    <w:rsid w:val="00A80B7C"/>
    <w:rsid w:val="00A80BB4"/>
    <w:rsid w:val="00A815CE"/>
    <w:rsid w:val="00A815FA"/>
    <w:rsid w:val="00A81B15"/>
    <w:rsid w:val="00A81EE8"/>
    <w:rsid w:val="00A828DA"/>
    <w:rsid w:val="00A830B7"/>
    <w:rsid w:val="00A83494"/>
    <w:rsid w:val="00A83971"/>
    <w:rsid w:val="00A83AC4"/>
    <w:rsid w:val="00A83BAF"/>
    <w:rsid w:val="00A84449"/>
    <w:rsid w:val="00A8486D"/>
    <w:rsid w:val="00A8491E"/>
    <w:rsid w:val="00A8606A"/>
    <w:rsid w:val="00A86858"/>
    <w:rsid w:val="00A86E7D"/>
    <w:rsid w:val="00A871CA"/>
    <w:rsid w:val="00A878FD"/>
    <w:rsid w:val="00A87E7E"/>
    <w:rsid w:val="00A9002E"/>
    <w:rsid w:val="00A910F7"/>
    <w:rsid w:val="00A9249D"/>
    <w:rsid w:val="00A92D02"/>
    <w:rsid w:val="00A92EF1"/>
    <w:rsid w:val="00A9371E"/>
    <w:rsid w:val="00A93738"/>
    <w:rsid w:val="00A9458E"/>
    <w:rsid w:val="00A9490A"/>
    <w:rsid w:val="00A94F0E"/>
    <w:rsid w:val="00A94F78"/>
    <w:rsid w:val="00A95168"/>
    <w:rsid w:val="00A956EB"/>
    <w:rsid w:val="00A9573E"/>
    <w:rsid w:val="00A96271"/>
    <w:rsid w:val="00A96435"/>
    <w:rsid w:val="00A96B30"/>
    <w:rsid w:val="00A96D27"/>
    <w:rsid w:val="00A97200"/>
    <w:rsid w:val="00A97721"/>
    <w:rsid w:val="00A9782F"/>
    <w:rsid w:val="00A97DCE"/>
    <w:rsid w:val="00AA03FA"/>
    <w:rsid w:val="00AA0573"/>
    <w:rsid w:val="00AA09C1"/>
    <w:rsid w:val="00AA09CE"/>
    <w:rsid w:val="00AA0C7A"/>
    <w:rsid w:val="00AA12DE"/>
    <w:rsid w:val="00AA135F"/>
    <w:rsid w:val="00AA1502"/>
    <w:rsid w:val="00AA191B"/>
    <w:rsid w:val="00AA1A5C"/>
    <w:rsid w:val="00AA2645"/>
    <w:rsid w:val="00AA325E"/>
    <w:rsid w:val="00AA3352"/>
    <w:rsid w:val="00AA3EFB"/>
    <w:rsid w:val="00AA402F"/>
    <w:rsid w:val="00AA4464"/>
    <w:rsid w:val="00AA4EB4"/>
    <w:rsid w:val="00AA53D0"/>
    <w:rsid w:val="00AA5FE7"/>
    <w:rsid w:val="00AA67AA"/>
    <w:rsid w:val="00AA6ED6"/>
    <w:rsid w:val="00AA7807"/>
    <w:rsid w:val="00AB0091"/>
    <w:rsid w:val="00AB0402"/>
    <w:rsid w:val="00AB04BF"/>
    <w:rsid w:val="00AB0BC1"/>
    <w:rsid w:val="00AB0BE1"/>
    <w:rsid w:val="00AB131D"/>
    <w:rsid w:val="00AB197E"/>
    <w:rsid w:val="00AB1F9B"/>
    <w:rsid w:val="00AB2440"/>
    <w:rsid w:val="00AB2BC0"/>
    <w:rsid w:val="00AB32B3"/>
    <w:rsid w:val="00AB4352"/>
    <w:rsid w:val="00AB4724"/>
    <w:rsid w:val="00AB47AF"/>
    <w:rsid w:val="00AB4C0C"/>
    <w:rsid w:val="00AB4C2F"/>
    <w:rsid w:val="00AB4E00"/>
    <w:rsid w:val="00AB4E31"/>
    <w:rsid w:val="00AB506F"/>
    <w:rsid w:val="00AB6557"/>
    <w:rsid w:val="00AB6992"/>
    <w:rsid w:val="00AB6BC2"/>
    <w:rsid w:val="00AB6E5F"/>
    <w:rsid w:val="00AB734C"/>
    <w:rsid w:val="00AB7545"/>
    <w:rsid w:val="00AB7A02"/>
    <w:rsid w:val="00AB7D14"/>
    <w:rsid w:val="00AB7DE5"/>
    <w:rsid w:val="00AC0035"/>
    <w:rsid w:val="00AC00CF"/>
    <w:rsid w:val="00AC03DA"/>
    <w:rsid w:val="00AC04C2"/>
    <w:rsid w:val="00AC07F3"/>
    <w:rsid w:val="00AC1258"/>
    <w:rsid w:val="00AC2C8A"/>
    <w:rsid w:val="00AC372B"/>
    <w:rsid w:val="00AC4C0C"/>
    <w:rsid w:val="00AC4D12"/>
    <w:rsid w:val="00AC4DA2"/>
    <w:rsid w:val="00AC5100"/>
    <w:rsid w:val="00AC53CD"/>
    <w:rsid w:val="00AC57D7"/>
    <w:rsid w:val="00AC585C"/>
    <w:rsid w:val="00AC5D56"/>
    <w:rsid w:val="00AC6606"/>
    <w:rsid w:val="00AC728C"/>
    <w:rsid w:val="00AC73F5"/>
    <w:rsid w:val="00AC7B6A"/>
    <w:rsid w:val="00AC7DAA"/>
    <w:rsid w:val="00AC7FAF"/>
    <w:rsid w:val="00AD01A7"/>
    <w:rsid w:val="00AD058A"/>
    <w:rsid w:val="00AD0A99"/>
    <w:rsid w:val="00AD126D"/>
    <w:rsid w:val="00AD16FE"/>
    <w:rsid w:val="00AD1775"/>
    <w:rsid w:val="00AD1D1E"/>
    <w:rsid w:val="00AD1E3A"/>
    <w:rsid w:val="00AD218F"/>
    <w:rsid w:val="00AD2855"/>
    <w:rsid w:val="00AD3285"/>
    <w:rsid w:val="00AD3378"/>
    <w:rsid w:val="00AD3380"/>
    <w:rsid w:val="00AD374E"/>
    <w:rsid w:val="00AD378E"/>
    <w:rsid w:val="00AD3870"/>
    <w:rsid w:val="00AD39E0"/>
    <w:rsid w:val="00AD4089"/>
    <w:rsid w:val="00AD4378"/>
    <w:rsid w:val="00AD4805"/>
    <w:rsid w:val="00AD50B9"/>
    <w:rsid w:val="00AD50D1"/>
    <w:rsid w:val="00AD5561"/>
    <w:rsid w:val="00AD58DC"/>
    <w:rsid w:val="00AD6425"/>
    <w:rsid w:val="00AD6626"/>
    <w:rsid w:val="00AD68D7"/>
    <w:rsid w:val="00AD76C9"/>
    <w:rsid w:val="00AD7856"/>
    <w:rsid w:val="00AE186F"/>
    <w:rsid w:val="00AE1973"/>
    <w:rsid w:val="00AE1AC9"/>
    <w:rsid w:val="00AE1EF5"/>
    <w:rsid w:val="00AE2052"/>
    <w:rsid w:val="00AE223A"/>
    <w:rsid w:val="00AE2A5B"/>
    <w:rsid w:val="00AE3E68"/>
    <w:rsid w:val="00AE3F98"/>
    <w:rsid w:val="00AE5041"/>
    <w:rsid w:val="00AE5D32"/>
    <w:rsid w:val="00AE64AA"/>
    <w:rsid w:val="00AE6CB0"/>
    <w:rsid w:val="00AE6F6E"/>
    <w:rsid w:val="00AE7CEC"/>
    <w:rsid w:val="00AE7DA1"/>
    <w:rsid w:val="00AE7E43"/>
    <w:rsid w:val="00AF0242"/>
    <w:rsid w:val="00AF073F"/>
    <w:rsid w:val="00AF0781"/>
    <w:rsid w:val="00AF1201"/>
    <w:rsid w:val="00AF3355"/>
    <w:rsid w:val="00AF35FB"/>
    <w:rsid w:val="00AF3EDD"/>
    <w:rsid w:val="00AF5119"/>
    <w:rsid w:val="00AF5610"/>
    <w:rsid w:val="00AF5F65"/>
    <w:rsid w:val="00AF6D97"/>
    <w:rsid w:val="00AF7626"/>
    <w:rsid w:val="00AF7F3B"/>
    <w:rsid w:val="00B0026A"/>
    <w:rsid w:val="00B01452"/>
    <w:rsid w:val="00B015E3"/>
    <w:rsid w:val="00B015EE"/>
    <w:rsid w:val="00B01614"/>
    <w:rsid w:val="00B018FF"/>
    <w:rsid w:val="00B01A2F"/>
    <w:rsid w:val="00B01C05"/>
    <w:rsid w:val="00B020F2"/>
    <w:rsid w:val="00B021CE"/>
    <w:rsid w:val="00B025F8"/>
    <w:rsid w:val="00B0320F"/>
    <w:rsid w:val="00B034F6"/>
    <w:rsid w:val="00B0377E"/>
    <w:rsid w:val="00B039AD"/>
    <w:rsid w:val="00B03E07"/>
    <w:rsid w:val="00B0413D"/>
    <w:rsid w:val="00B042A0"/>
    <w:rsid w:val="00B042BE"/>
    <w:rsid w:val="00B04378"/>
    <w:rsid w:val="00B043FC"/>
    <w:rsid w:val="00B05E30"/>
    <w:rsid w:val="00B062C5"/>
    <w:rsid w:val="00B06C00"/>
    <w:rsid w:val="00B06C6C"/>
    <w:rsid w:val="00B06E74"/>
    <w:rsid w:val="00B06F21"/>
    <w:rsid w:val="00B06F56"/>
    <w:rsid w:val="00B074E4"/>
    <w:rsid w:val="00B07FB9"/>
    <w:rsid w:val="00B10231"/>
    <w:rsid w:val="00B10505"/>
    <w:rsid w:val="00B10C42"/>
    <w:rsid w:val="00B1113B"/>
    <w:rsid w:val="00B11186"/>
    <w:rsid w:val="00B11966"/>
    <w:rsid w:val="00B11AD6"/>
    <w:rsid w:val="00B11AFA"/>
    <w:rsid w:val="00B11C1A"/>
    <w:rsid w:val="00B129C5"/>
    <w:rsid w:val="00B13876"/>
    <w:rsid w:val="00B13BF4"/>
    <w:rsid w:val="00B13F5F"/>
    <w:rsid w:val="00B1466C"/>
    <w:rsid w:val="00B14ECD"/>
    <w:rsid w:val="00B154CD"/>
    <w:rsid w:val="00B15EDB"/>
    <w:rsid w:val="00B15EE8"/>
    <w:rsid w:val="00B15EF9"/>
    <w:rsid w:val="00B1610A"/>
    <w:rsid w:val="00B1690C"/>
    <w:rsid w:val="00B17DE2"/>
    <w:rsid w:val="00B203FB"/>
    <w:rsid w:val="00B20611"/>
    <w:rsid w:val="00B210FA"/>
    <w:rsid w:val="00B2128B"/>
    <w:rsid w:val="00B21466"/>
    <w:rsid w:val="00B22465"/>
    <w:rsid w:val="00B22603"/>
    <w:rsid w:val="00B22614"/>
    <w:rsid w:val="00B22A0A"/>
    <w:rsid w:val="00B22ADF"/>
    <w:rsid w:val="00B230F6"/>
    <w:rsid w:val="00B2320E"/>
    <w:rsid w:val="00B23C68"/>
    <w:rsid w:val="00B23DC0"/>
    <w:rsid w:val="00B254B1"/>
    <w:rsid w:val="00B25794"/>
    <w:rsid w:val="00B25D01"/>
    <w:rsid w:val="00B26147"/>
    <w:rsid w:val="00B26176"/>
    <w:rsid w:val="00B265E0"/>
    <w:rsid w:val="00B2682D"/>
    <w:rsid w:val="00B269B3"/>
    <w:rsid w:val="00B2710D"/>
    <w:rsid w:val="00B2727A"/>
    <w:rsid w:val="00B2774B"/>
    <w:rsid w:val="00B30138"/>
    <w:rsid w:val="00B30495"/>
    <w:rsid w:val="00B307A4"/>
    <w:rsid w:val="00B3090D"/>
    <w:rsid w:val="00B30962"/>
    <w:rsid w:val="00B31985"/>
    <w:rsid w:val="00B31F19"/>
    <w:rsid w:val="00B31FEE"/>
    <w:rsid w:val="00B32594"/>
    <w:rsid w:val="00B32AAC"/>
    <w:rsid w:val="00B3478D"/>
    <w:rsid w:val="00B35248"/>
    <w:rsid w:val="00B357B5"/>
    <w:rsid w:val="00B35A4C"/>
    <w:rsid w:val="00B35DF1"/>
    <w:rsid w:val="00B36AA7"/>
    <w:rsid w:val="00B36B6C"/>
    <w:rsid w:val="00B36E90"/>
    <w:rsid w:val="00B37005"/>
    <w:rsid w:val="00B3740B"/>
    <w:rsid w:val="00B37EF3"/>
    <w:rsid w:val="00B4051F"/>
    <w:rsid w:val="00B40A62"/>
    <w:rsid w:val="00B41115"/>
    <w:rsid w:val="00B41182"/>
    <w:rsid w:val="00B41B11"/>
    <w:rsid w:val="00B42097"/>
    <w:rsid w:val="00B422B1"/>
    <w:rsid w:val="00B42A45"/>
    <w:rsid w:val="00B4377A"/>
    <w:rsid w:val="00B43788"/>
    <w:rsid w:val="00B4406D"/>
    <w:rsid w:val="00B45331"/>
    <w:rsid w:val="00B457F9"/>
    <w:rsid w:val="00B45EA3"/>
    <w:rsid w:val="00B45EC4"/>
    <w:rsid w:val="00B46004"/>
    <w:rsid w:val="00B46645"/>
    <w:rsid w:val="00B466E1"/>
    <w:rsid w:val="00B46CEA"/>
    <w:rsid w:val="00B50E5E"/>
    <w:rsid w:val="00B51140"/>
    <w:rsid w:val="00B515EB"/>
    <w:rsid w:val="00B51B6B"/>
    <w:rsid w:val="00B52677"/>
    <w:rsid w:val="00B52681"/>
    <w:rsid w:val="00B528A8"/>
    <w:rsid w:val="00B52BC9"/>
    <w:rsid w:val="00B52D62"/>
    <w:rsid w:val="00B53E48"/>
    <w:rsid w:val="00B5410B"/>
    <w:rsid w:val="00B544F1"/>
    <w:rsid w:val="00B54C91"/>
    <w:rsid w:val="00B55F48"/>
    <w:rsid w:val="00B56146"/>
    <w:rsid w:val="00B5632D"/>
    <w:rsid w:val="00B56617"/>
    <w:rsid w:val="00B57BEB"/>
    <w:rsid w:val="00B57C04"/>
    <w:rsid w:val="00B60F12"/>
    <w:rsid w:val="00B61013"/>
    <w:rsid w:val="00B61164"/>
    <w:rsid w:val="00B618F3"/>
    <w:rsid w:val="00B6227B"/>
    <w:rsid w:val="00B62A6B"/>
    <w:rsid w:val="00B62AB4"/>
    <w:rsid w:val="00B638F4"/>
    <w:rsid w:val="00B642D3"/>
    <w:rsid w:val="00B64406"/>
    <w:rsid w:val="00B648B3"/>
    <w:rsid w:val="00B64A78"/>
    <w:rsid w:val="00B654EF"/>
    <w:rsid w:val="00B655E0"/>
    <w:rsid w:val="00B6591D"/>
    <w:rsid w:val="00B66066"/>
    <w:rsid w:val="00B664CB"/>
    <w:rsid w:val="00B66740"/>
    <w:rsid w:val="00B66F16"/>
    <w:rsid w:val="00B67030"/>
    <w:rsid w:val="00B671DB"/>
    <w:rsid w:val="00B672F2"/>
    <w:rsid w:val="00B676A5"/>
    <w:rsid w:val="00B67701"/>
    <w:rsid w:val="00B700A5"/>
    <w:rsid w:val="00B708E1"/>
    <w:rsid w:val="00B70B21"/>
    <w:rsid w:val="00B70B76"/>
    <w:rsid w:val="00B70CF9"/>
    <w:rsid w:val="00B70F3C"/>
    <w:rsid w:val="00B7107B"/>
    <w:rsid w:val="00B7108B"/>
    <w:rsid w:val="00B71652"/>
    <w:rsid w:val="00B71EFF"/>
    <w:rsid w:val="00B722FE"/>
    <w:rsid w:val="00B72C12"/>
    <w:rsid w:val="00B7376A"/>
    <w:rsid w:val="00B7389E"/>
    <w:rsid w:val="00B739B2"/>
    <w:rsid w:val="00B73C81"/>
    <w:rsid w:val="00B73F31"/>
    <w:rsid w:val="00B744AA"/>
    <w:rsid w:val="00B75BE1"/>
    <w:rsid w:val="00B75EF0"/>
    <w:rsid w:val="00B763C5"/>
    <w:rsid w:val="00B768E4"/>
    <w:rsid w:val="00B76A4E"/>
    <w:rsid w:val="00B77022"/>
    <w:rsid w:val="00B770FC"/>
    <w:rsid w:val="00B773E4"/>
    <w:rsid w:val="00B77708"/>
    <w:rsid w:val="00B77A1F"/>
    <w:rsid w:val="00B8110F"/>
    <w:rsid w:val="00B81A2A"/>
    <w:rsid w:val="00B828E5"/>
    <w:rsid w:val="00B82E39"/>
    <w:rsid w:val="00B8341B"/>
    <w:rsid w:val="00B8345A"/>
    <w:rsid w:val="00B83711"/>
    <w:rsid w:val="00B83876"/>
    <w:rsid w:val="00B83915"/>
    <w:rsid w:val="00B83E66"/>
    <w:rsid w:val="00B8409F"/>
    <w:rsid w:val="00B845FE"/>
    <w:rsid w:val="00B8465E"/>
    <w:rsid w:val="00B85461"/>
    <w:rsid w:val="00B85AC1"/>
    <w:rsid w:val="00B85C59"/>
    <w:rsid w:val="00B85D75"/>
    <w:rsid w:val="00B85FC4"/>
    <w:rsid w:val="00B86640"/>
    <w:rsid w:val="00B86CFB"/>
    <w:rsid w:val="00B87C92"/>
    <w:rsid w:val="00B9050D"/>
    <w:rsid w:val="00B90593"/>
    <w:rsid w:val="00B90826"/>
    <w:rsid w:val="00B908A2"/>
    <w:rsid w:val="00B9097A"/>
    <w:rsid w:val="00B90E8A"/>
    <w:rsid w:val="00B90F85"/>
    <w:rsid w:val="00B90FF7"/>
    <w:rsid w:val="00B92433"/>
    <w:rsid w:val="00B9338A"/>
    <w:rsid w:val="00B94301"/>
    <w:rsid w:val="00B94FCF"/>
    <w:rsid w:val="00B953A4"/>
    <w:rsid w:val="00B9568A"/>
    <w:rsid w:val="00B956AE"/>
    <w:rsid w:val="00B95F89"/>
    <w:rsid w:val="00B968FD"/>
    <w:rsid w:val="00B970D2"/>
    <w:rsid w:val="00B97870"/>
    <w:rsid w:val="00B978A7"/>
    <w:rsid w:val="00BA017D"/>
    <w:rsid w:val="00BA19D8"/>
    <w:rsid w:val="00BA3214"/>
    <w:rsid w:val="00BA3264"/>
    <w:rsid w:val="00BA38FD"/>
    <w:rsid w:val="00BA3FE5"/>
    <w:rsid w:val="00BA405F"/>
    <w:rsid w:val="00BA4341"/>
    <w:rsid w:val="00BA4884"/>
    <w:rsid w:val="00BA4A95"/>
    <w:rsid w:val="00BA4ED0"/>
    <w:rsid w:val="00BA4F3F"/>
    <w:rsid w:val="00BA5225"/>
    <w:rsid w:val="00BA5509"/>
    <w:rsid w:val="00BA5B26"/>
    <w:rsid w:val="00BA5F08"/>
    <w:rsid w:val="00BA627C"/>
    <w:rsid w:val="00BA6525"/>
    <w:rsid w:val="00BA696C"/>
    <w:rsid w:val="00BA77E9"/>
    <w:rsid w:val="00BB00B4"/>
    <w:rsid w:val="00BB0702"/>
    <w:rsid w:val="00BB117E"/>
    <w:rsid w:val="00BB22D0"/>
    <w:rsid w:val="00BB2304"/>
    <w:rsid w:val="00BB26B3"/>
    <w:rsid w:val="00BB2D4E"/>
    <w:rsid w:val="00BB3473"/>
    <w:rsid w:val="00BB34A0"/>
    <w:rsid w:val="00BB3656"/>
    <w:rsid w:val="00BB38AF"/>
    <w:rsid w:val="00BB3A6C"/>
    <w:rsid w:val="00BB4558"/>
    <w:rsid w:val="00BB4964"/>
    <w:rsid w:val="00BB4C09"/>
    <w:rsid w:val="00BB5868"/>
    <w:rsid w:val="00BB59FA"/>
    <w:rsid w:val="00BB629E"/>
    <w:rsid w:val="00BB6406"/>
    <w:rsid w:val="00BB76F5"/>
    <w:rsid w:val="00BB7769"/>
    <w:rsid w:val="00BC0A63"/>
    <w:rsid w:val="00BC0E0A"/>
    <w:rsid w:val="00BC14B9"/>
    <w:rsid w:val="00BC2173"/>
    <w:rsid w:val="00BC466A"/>
    <w:rsid w:val="00BC472C"/>
    <w:rsid w:val="00BC4FB9"/>
    <w:rsid w:val="00BC502C"/>
    <w:rsid w:val="00BC55B0"/>
    <w:rsid w:val="00BC6048"/>
    <w:rsid w:val="00BC6316"/>
    <w:rsid w:val="00BC6CC1"/>
    <w:rsid w:val="00BC6D05"/>
    <w:rsid w:val="00BD00BF"/>
    <w:rsid w:val="00BD14FB"/>
    <w:rsid w:val="00BD1539"/>
    <w:rsid w:val="00BD1C00"/>
    <w:rsid w:val="00BD26E2"/>
    <w:rsid w:val="00BD2AE9"/>
    <w:rsid w:val="00BD2CD6"/>
    <w:rsid w:val="00BD3C78"/>
    <w:rsid w:val="00BD3E2E"/>
    <w:rsid w:val="00BD3EB6"/>
    <w:rsid w:val="00BD41C9"/>
    <w:rsid w:val="00BD6181"/>
    <w:rsid w:val="00BD65E4"/>
    <w:rsid w:val="00BD6C49"/>
    <w:rsid w:val="00BD7004"/>
    <w:rsid w:val="00BE089C"/>
    <w:rsid w:val="00BE0CE8"/>
    <w:rsid w:val="00BE0D00"/>
    <w:rsid w:val="00BE0D70"/>
    <w:rsid w:val="00BE16E4"/>
    <w:rsid w:val="00BE195E"/>
    <w:rsid w:val="00BE1DDF"/>
    <w:rsid w:val="00BE1E4E"/>
    <w:rsid w:val="00BE1E5E"/>
    <w:rsid w:val="00BE2265"/>
    <w:rsid w:val="00BE283E"/>
    <w:rsid w:val="00BE3205"/>
    <w:rsid w:val="00BE33C7"/>
    <w:rsid w:val="00BE3858"/>
    <w:rsid w:val="00BE3ACF"/>
    <w:rsid w:val="00BE4208"/>
    <w:rsid w:val="00BE45FF"/>
    <w:rsid w:val="00BE4B73"/>
    <w:rsid w:val="00BE4E1A"/>
    <w:rsid w:val="00BE514E"/>
    <w:rsid w:val="00BE5897"/>
    <w:rsid w:val="00BE65A4"/>
    <w:rsid w:val="00BE6825"/>
    <w:rsid w:val="00BE6EA2"/>
    <w:rsid w:val="00BE7E51"/>
    <w:rsid w:val="00BF0DBF"/>
    <w:rsid w:val="00BF1F36"/>
    <w:rsid w:val="00BF2144"/>
    <w:rsid w:val="00BF2B4D"/>
    <w:rsid w:val="00BF3A20"/>
    <w:rsid w:val="00BF3E10"/>
    <w:rsid w:val="00BF3EB6"/>
    <w:rsid w:val="00BF43DC"/>
    <w:rsid w:val="00BF5006"/>
    <w:rsid w:val="00BF51D8"/>
    <w:rsid w:val="00BF55F9"/>
    <w:rsid w:val="00BF65C9"/>
    <w:rsid w:val="00BF6CAE"/>
    <w:rsid w:val="00BF6DC4"/>
    <w:rsid w:val="00BF700D"/>
    <w:rsid w:val="00BF7105"/>
    <w:rsid w:val="00C01239"/>
    <w:rsid w:val="00C0171E"/>
    <w:rsid w:val="00C01C73"/>
    <w:rsid w:val="00C022CC"/>
    <w:rsid w:val="00C0230B"/>
    <w:rsid w:val="00C024DE"/>
    <w:rsid w:val="00C0274C"/>
    <w:rsid w:val="00C02DD0"/>
    <w:rsid w:val="00C02DF8"/>
    <w:rsid w:val="00C0341E"/>
    <w:rsid w:val="00C03991"/>
    <w:rsid w:val="00C039B0"/>
    <w:rsid w:val="00C039F1"/>
    <w:rsid w:val="00C03A7C"/>
    <w:rsid w:val="00C03E68"/>
    <w:rsid w:val="00C04297"/>
    <w:rsid w:val="00C04303"/>
    <w:rsid w:val="00C045DB"/>
    <w:rsid w:val="00C047A3"/>
    <w:rsid w:val="00C04923"/>
    <w:rsid w:val="00C04AAF"/>
    <w:rsid w:val="00C05648"/>
    <w:rsid w:val="00C05EC8"/>
    <w:rsid w:val="00C068E3"/>
    <w:rsid w:val="00C06B19"/>
    <w:rsid w:val="00C071C5"/>
    <w:rsid w:val="00C079C9"/>
    <w:rsid w:val="00C07F42"/>
    <w:rsid w:val="00C10245"/>
    <w:rsid w:val="00C11487"/>
    <w:rsid w:val="00C11FFB"/>
    <w:rsid w:val="00C1309E"/>
    <w:rsid w:val="00C13858"/>
    <w:rsid w:val="00C13FA7"/>
    <w:rsid w:val="00C15049"/>
    <w:rsid w:val="00C15835"/>
    <w:rsid w:val="00C15C04"/>
    <w:rsid w:val="00C16047"/>
    <w:rsid w:val="00C160CD"/>
    <w:rsid w:val="00C160D5"/>
    <w:rsid w:val="00C16A1E"/>
    <w:rsid w:val="00C16A46"/>
    <w:rsid w:val="00C16B69"/>
    <w:rsid w:val="00C206ED"/>
    <w:rsid w:val="00C20C21"/>
    <w:rsid w:val="00C20CA1"/>
    <w:rsid w:val="00C21A94"/>
    <w:rsid w:val="00C2315A"/>
    <w:rsid w:val="00C234C6"/>
    <w:rsid w:val="00C23528"/>
    <w:rsid w:val="00C2398E"/>
    <w:rsid w:val="00C23B22"/>
    <w:rsid w:val="00C24387"/>
    <w:rsid w:val="00C24404"/>
    <w:rsid w:val="00C24920"/>
    <w:rsid w:val="00C24B39"/>
    <w:rsid w:val="00C258E0"/>
    <w:rsid w:val="00C26081"/>
    <w:rsid w:val="00C26201"/>
    <w:rsid w:val="00C2797A"/>
    <w:rsid w:val="00C27D8D"/>
    <w:rsid w:val="00C30C60"/>
    <w:rsid w:val="00C30E31"/>
    <w:rsid w:val="00C30E6E"/>
    <w:rsid w:val="00C30F4C"/>
    <w:rsid w:val="00C3185A"/>
    <w:rsid w:val="00C31ADB"/>
    <w:rsid w:val="00C31FB3"/>
    <w:rsid w:val="00C32234"/>
    <w:rsid w:val="00C32473"/>
    <w:rsid w:val="00C327EB"/>
    <w:rsid w:val="00C32B5E"/>
    <w:rsid w:val="00C33338"/>
    <w:rsid w:val="00C33497"/>
    <w:rsid w:val="00C33912"/>
    <w:rsid w:val="00C34AC5"/>
    <w:rsid w:val="00C34BCC"/>
    <w:rsid w:val="00C350CB"/>
    <w:rsid w:val="00C350D6"/>
    <w:rsid w:val="00C3584C"/>
    <w:rsid w:val="00C35F68"/>
    <w:rsid w:val="00C36BC8"/>
    <w:rsid w:val="00C370E6"/>
    <w:rsid w:val="00C37731"/>
    <w:rsid w:val="00C37A74"/>
    <w:rsid w:val="00C419D0"/>
    <w:rsid w:val="00C427F2"/>
    <w:rsid w:val="00C42A9D"/>
    <w:rsid w:val="00C43016"/>
    <w:rsid w:val="00C43397"/>
    <w:rsid w:val="00C435F3"/>
    <w:rsid w:val="00C43D47"/>
    <w:rsid w:val="00C43F9E"/>
    <w:rsid w:val="00C44468"/>
    <w:rsid w:val="00C44722"/>
    <w:rsid w:val="00C448F6"/>
    <w:rsid w:val="00C45000"/>
    <w:rsid w:val="00C450AE"/>
    <w:rsid w:val="00C4513F"/>
    <w:rsid w:val="00C4540B"/>
    <w:rsid w:val="00C4558B"/>
    <w:rsid w:val="00C45734"/>
    <w:rsid w:val="00C478C1"/>
    <w:rsid w:val="00C50264"/>
    <w:rsid w:val="00C504F7"/>
    <w:rsid w:val="00C50A9E"/>
    <w:rsid w:val="00C50B77"/>
    <w:rsid w:val="00C50D14"/>
    <w:rsid w:val="00C511E4"/>
    <w:rsid w:val="00C51518"/>
    <w:rsid w:val="00C51653"/>
    <w:rsid w:val="00C52834"/>
    <w:rsid w:val="00C531B8"/>
    <w:rsid w:val="00C53B53"/>
    <w:rsid w:val="00C54B74"/>
    <w:rsid w:val="00C54C62"/>
    <w:rsid w:val="00C55C39"/>
    <w:rsid w:val="00C568B6"/>
    <w:rsid w:val="00C5738C"/>
    <w:rsid w:val="00C575D4"/>
    <w:rsid w:val="00C57A5B"/>
    <w:rsid w:val="00C57E9B"/>
    <w:rsid w:val="00C603F4"/>
    <w:rsid w:val="00C61B66"/>
    <w:rsid w:val="00C61EEF"/>
    <w:rsid w:val="00C6278F"/>
    <w:rsid w:val="00C62813"/>
    <w:rsid w:val="00C62828"/>
    <w:rsid w:val="00C62A49"/>
    <w:rsid w:val="00C62F12"/>
    <w:rsid w:val="00C62FC0"/>
    <w:rsid w:val="00C638CA"/>
    <w:rsid w:val="00C63CA4"/>
    <w:rsid w:val="00C640B1"/>
    <w:rsid w:val="00C641AD"/>
    <w:rsid w:val="00C646EF"/>
    <w:rsid w:val="00C64E6C"/>
    <w:rsid w:val="00C65663"/>
    <w:rsid w:val="00C65680"/>
    <w:rsid w:val="00C65C65"/>
    <w:rsid w:val="00C65E34"/>
    <w:rsid w:val="00C66A4C"/>
    <w:rsid w:val="00C66F81"/>
    <w:rsid w:val="00C67C89"/>
    <w:rsid w:val="00C70272"/>
    <w:rsid w:val="00C704B1"/>
    <w:rsid w:val="00C707EC"/>
    <w:rsid w:val="00C70B27"/>
    <w:rsid w:val="00C7173E"/>
    <w:rsid w:val="00C72ECE"/>
    <w:rsid w:val="00C73453"/>
    <w:rsid w:val="00C7385E"/>
    <w:rsid w:val="00C738BA"/>
    <w:rsid w:val="00C73AC4"/>
    <w:rsid w:val="00C73AC8"/>
    <w:rsid w:val="00C74839"/>
    <w:rsid w:val="00C74FCF"/>
    <w:rsid w:val="00C7572B"/>
    <w:rsid w:val="00C757AF"/>
    <w:rsid w:val="00C7653C"/>
    <w:rsid w:val="00C76586"/>
    <w:rsid w:val="00C769C2"/>
    <w:rsid w:val="00C771B2"/>
    <w:rsid w:val="00C776AE"/>
    <w:rsid w:val="00C776E9"/>
    <w:rsid w:val="00C7774A"/>
    <w:rsid w:val="00C80648"/>
    <w:rsid w:val="00C8141F"/>
    <w:rsid w:val="00C81A80"/>
    <w:rsid w:val="00C82C8C"/>
    <w:rsid w:val="00C83635"/>
    <w:rsid w:val="00C83643"/>
    <w:rsid w:val="00C837E4"/>
    <w:rsid w:val="00C83906"/>
    <w:rsid w:val="00C83EDD"/>
    <w:rsid w:val="00C8402D"/>
    <w:rsid w:val="00C84AD3"/>
    <w:rsid w:val="00C84B8C"/>
    <w:rsid w:val="00C84DDA"/>
    <w:rsid w:val="00C84EA6"/>
    <w:rsid w:val="00C85685"/>
    <w:rsid w:val="00C85D31"/>
    <w:rsid w:val="00C86127"/>
    <w:rsid w:val="00C867B5"/>
    <w:rsid w:val="00C86C48"/>
    <w:rsid w:val="00C874ED"/>
    <w:rsid w:val="00C87A3E"/>
    <w:rsid w:val="00C87CE5"/>
    <w:rsid w:val="00C9015C"/>
    <w:rsid w:val="00C904AD"/>
    <w:rsid w:val="00C906C2"/>
    <w:rsid w:val="00C908E1"/>
    <w:rsid w:val="00C92236"/>
    <w:rsid w:val="00C925BB"/>
    <w:rsid w:val="00C92A5C"/>
    <w:rsid w:val="00C92DD3"/>
    <w:rsid w:val="00C93335"/>
    <w:rsid w:val="00C9342A"/>
    <w:rsid w:val="00C93FE9"/>
    <w:rsid w:val="00C94286"/>
    <w:rsid w:val="00C9436B"/>
    <w:rsid w:val="00C94547"/>
    <w:rsid w:val="00C945E7"/>
    <w:rsid w:val="00C94844"/>
    <w:rsid w:val="00C94D9E"/>
    <w:rsid w:val="00C95685"/>
    <w:rsid w:val="00C968A7"/>
    <w:rsid w:val="00C97A4C"/>
    <w:rsid w:val="00C97E0E"/>
    <w:rsid w:val="00C97F7D"/>
    <w:rsid w:val="00CA00DA"/>
    <w:rsid w:val="00CA0DF4"/>
    <w:rsid w:val="00CA0E9B"/>
    <w:rsid w:val="00CA1EDB"/>
    <w:rsid w:val="00CA2577"/>
    <w:rsid w:val="00CA2E64"/>
    <w:rsid w:val="00CA2F2F"/>
    <w:rsid w:val="00CA2F5B"/>
    <w:rsid w:val="00CA37F6"/>
    <w:rsid w:val="00CA4112"/>
    <w:rsid w:val="00CA436D"/>
    <w:rsid w:val="00CA487C"/>
    <w:rsid w:val="00CA6F30"/>
    <w:rsid w:val="00CB05EF"/>
    <w:rsid w:val="00CB0DE1"/>
    <w:rsid w:val="00CB1270"/>
    <w:rsid w:val="00CB12FD"/>
    <w:rsid w:val="00CB1E73"/>
    <w:rsid w:val="00CB222C"/>
    <w:rsid w:val="00CB38A5"/>
    <w:rsid w:val="00CB39E7"/>
    <w:rsid w:val="00CB4794"/>
    <w:rsid w:val="00CB5DDF"/>
    <w:rsid w:val="00CB5EE7"/>
    <w:rsid w:val="00CB69DE"/>
    <w:rsid w:val="00CB6FDB"/>
    <w:rsid w:val="00CB72A9"/>
    <w:rsid w:val="00CB7ED2"/>
    <w:rsid w:val="00CC01B1"/>
    <w:rsid w:val="00CC0642"/>
    <w:rsid w:val="00CC0A55"/>
    <w:rsid w:val="00CC0B96"/>
    <w:rsid w:val="00CC21CF"/>
    <w:rsid w:val="00CC238E"/>
    <w:rsid w:val="00CC24EC"/>
    <w:rsid w:val="00CC25F4"/>
    <w:rsid w:val="00CC3822"/>
    <w:rsid w:val="00CC39D9"/>
    <w:rsid w:val="00CC3E62"/>
    <w:rsid w:val="00CC49FF"/>
    <w:rsid w:val="00CC4D3A"/>
    <w:rsid w:val="00CC563D"/>
    <w:rsid w:val="00CC5A56"/>
    <w:rsid w:val="00CC5BB7"/>
    <w:rsid w:val="00CC5E87"/>
    <w:rsid w:val="00CC5EA7"/>
    <w:rsid w:val="00CC6534"/>
    <w:rsid w:val="00CC77C6"/>
    <w:rsid w:val="00CC77F5"/>
    <w:rsid w:val="00CC78D1"/>
    <w:rsid w:val="00CC799E"/>
    <w:rsid w:val="00CC7F56"/>
    <w:rsid w:val="00CD0F45"/>
    <w:rsid w:val="00CD1591"/>
    <w:rsid w:val="00CD1807"/>
    <w:rsid w:val="00CD1870"/>
    <w:rsid w:val="00CD1C21"/>
    <w:rsid w:val="00CD2683"/>
    <w:rsid w:val="00CD2A8D"/>
    <w:rsid w:val="00CD2E32"/>
    <w:rsid w:val="00CD2F6B"/>
    <w:rsid w:val="00CD3874"/>
    <w:rsid w:val="00CD3999"/>
    <w:rsid w:val="00CD3B57"/>
    <w:rsid w:val="00CD482A"/>
    <w:rsid w:val="00CD4CF4"/>
    <w:rsid w:val="00CD53D6"/>
    <w:rsid w:val="00CD5A15"/>
    <w:rsid w:val="00CD5D4E"/>
    <w:rsid w:val="00CD666A"/>
    <w:rsid w:val="00CD6ADC"/>
    <w:rsid w:val="00CD7140"/>
    <w:rsid w:val="00CD7518"/>
    <w:rsid w:val="00CE0225"/>
    <w:rsid w:val="00CE0227"/>
    <w:rsid w:val="00CE040F"/>
    <w:rsid w:val="00CE1F4C"/>
    <w:rsid w:val="00CE2DED"/>
    <w:rsid w:val="00CE3343"/>
    <w:rsid w:val="00CE36C6"/>
    <w:rsid w:val="00CE3A9F"/>
    <w:rsid w:val="00CE3C27"/>
    <w:rsid w:val="00CE3CBA"/>
    <w:rsid w:val="00CE44D8"/>
    <w:rsid w:val="00CE4F07"/>
    <w:rsid w:val="00CE583B"/>
    <w:rsid w:val="00CE59A8"/>
    <w:rsid w:val="00CE5F58"/>
    <w:rsid w:val="00CE61AD"/>
    <w:rsid w:val="00CE644B"/>
    <w:rsid w:val="00CE6F79"/>
    <w:rsid w:val="00CE733E"/>
    <w:rsid w:val="00CE7AA7"/>
    <w:rsid w:val="00CE7E32"/>
    <w:rsid w:val="00CF007A"/>
    <w:rsid w:val="00CF12B7"/>
    <w:rsid w:val="00CF1BD9"/>
    <w:rsid w:val="00CF2689"/>
    <w:rsid w:val="00CF2A8D"/>
    <w:rsid w:val="00CF2B7C"/>
    <w:rsid w:val="00CF32A2"/>
    <w:rsid w:val="00CF375A"/>
    <w:rsid w:val="00CF470C"/>
    <w:rsid w:val="00CF50BF"/>
    <w:rsid w:val="00CF52D8"/>
    <w:rsid w:val="00CF53AB"/>
    <w:rsid w:val="00CF5B4F"/>
    <w:rsid w:val="00CF61BA"/>
    <w:rsid w:val="00CF68B7"/>
    <w:rsid w:val="00CF6AAC"/>
    <w:rsid w:val="00CF6FB6"/>
    <w:rsid w:val="00CF7012"/>
    <w:rsid w:val="00CF7366"/>
    <w:rsid w:val="00CF7576"/>
    <w:rsid w:val="00D00843"/>
    <w:rsid w:val="00D00FE2"/>
    <w:rsid w:val="00D011E4"/>
    <w:rsid w:val="00D02195"/>
    <w:rsid w:val="00D025A3"/>
    <w:rsid w:val="00D0302C"/>
    <w:rsid w:val="00D03C93"/>
    <w:rsid w:val="00D045CA"/>
    <w:rsid w:val="00D04E59"/>
    <w:rsid w:val="00D05EB5"/>
    <w:rsid w:val="00D078FC"/>
    <w:rsid w:val="00D07C1B"/>
    <w:rsid w:val="00D07DAC"/>
    <w:rsid w:val="00D10361"/>
    <w:rsid w:val="00D106D4"/>
    <w:rsid w:val="00D1075B"/>
    <w:rsid w:val="00D10C7C"/>
    <w:rsid w:val="00D10F60"/>
    <w:rsid w:val="00D11036"/>
    <w:rsid w:val="00D1125D"/>
    <w:rsid w:val="00D11938"/>
    <w:rsid w:val="00D1201C"/>
    <w:rsid w:val="00D1240B"/>
    <w:rsid w:val="00D1256A"/>
    <w:rsid w:val="00D12B04"/>
    <w:rsid w:val="00D12C00"/>
    <w:rsid w:val="00D13538"/>
    <w:rsid w:val="00D13813"/>
    <w:rsid w:val="00D138CC"/>
    <w:rsid w:val="00D13969"/>
    <w:rsid w:val="00D13D83"/>
    <w:rsid w:val="00D13F89"/>
    <w:rsid w:val="00D14AEC"/>
    <w:rsid w:val="00D152CD"/>
    <w:rsid w:val="00D15809"/>
    <w:rsid w:val="00D15B44"/>
    <w:rsid w:val="00D16033"/>
    <w:rsid w:val="00D1687B"/>
    <w:rsid w:val="00D1699C"/>
    <w:rsid w:val="00D1734C"/>
    <w:rsid w:val="00D20200"/>
    <w:rsid w:val="00D20479"/>
    <w:rsid w:val="00D20773"/>
    <w:rsid w:val="00D21104"/>
    <w:rsid w:val="00D216E3"/>
    <w:rsid w:val="00D21B67"/>
    <w:rsid w:val="00D228BC"/>
    <w:rsid w:val="00D23036"/>
    <w:rsid w:val="00D23E27"/>
    <w:rsid w:val="00D24060"/>
    <w:rsid w:val="00D241F2"/>
    <w:rsid w:val="00D24368"/>
    <w:rsid w:val="00D2477B"/>
    <w:rsid w:val="00D24A59"/>
    <w:rsid w:val="00D252F9"/>
    <w:rsid w:val="00D26FF3"/>
    <w:rsid w:val="00D277F4"/>
    <w:rsid w:val="00D27D39"/>
    <w:rsid w:val="00D27F2C"/>
    <w:rsid w:val="00D3008C"/>
    <w:rsid w:val="00D3027C"/>
    <w:rsid w:val="00D3057E"/>
    <w:rsid w:val="00D30A07"/>
    <w:rsid w:val="00D30D76"/>
    <w:rsid w:val="00D31A1B"/>
    <w:rsid w:val="00D31CDB"/>
    <w:rsid w:val="00D32203"/>
    <w:rsid w:val="00D3269E"/>
    <w:rsid w:val="00D32D03"/>
    <w:rsid w:val="00D335AE"/>
    <w:rsid w:val="00D33A76"/>
    <w:rsid w:val="00D33A90"/>
    <w:rsid w:val="00D342F8"/>
    <w:rsid w:val="00D343B6"/>
    <w:rsid w:val="00D34B8D"/>
    <w:rsid w:val="00D35523"/>
    <w:rsid w:val="00D35FF2"/>
    <w:rsid w:val="00D36252"/>
    <w:rsid w:val="00D36B09"/>
    <w:rsid w:val="00D36F71"/>
    <w:rsid w:val="00D37248"/>
    <w:rsid w:val="00D372AF"/>
    <w:rsid w:val="00D3787B"/>
    <w:rsid w:val="00D41011"/>
    <w:rsid w:val="00D417F0"/>
    <w:rsid w:val="00D42A8E"/>
    <w:rsid w:val="00D42DF1"/>
    <w:rsid w:val="00D4334B"/>
    <w:rsid w:val="00D43470"/>
    <w:rsid w:val="00D43A19"/>
    <w:rsid w:val="00D43BC3"/>
    <w:rsid w:val="00D43C23"/>
    <w:rsid w:val="00D45330"/>
    <w:rsid w:val="00D456F0"/>
    <w:rsid w:val="00D45B64"/>
    <w:rsid w:val="00D4765F"/>
    <w:rsid w:val="00D47AF3"/>
    <w:rsid w:val="00D47B5C"/>
    <w:rsid w:val="00D50573"/>
    <w:rsid w:val="00D50C64"/>
    <w:rsid w:val="00D514B2"/>
    <w:rsid w:val="00D516AF"/>
    <w:rsid w:val="00D517F3"/>
    <w:rsid w:val="00D52EB5"/>
    <w:rsid w:val="00D52F11"/>
    <w:rsid w:val="00D53CE5"/>
    <w:rsid w:val="00D54096"/>
    <w:rsid w:val="00D551A2"/>
    <w:rsid w:val="00D553BC"/>
    <w:rsid w:val="00D55614"/>
    <w:rsid w:val="00D55A7C"/>
    <w:rsid w:val="00D55C71"/>
    <w:rsid w:val="00D55E93"/>
    <w:rsid w:val="00D55EF6"/>
    <w:rsid w:val="00D5663D"/>
    <w:rsid w:val="00D56D3E"/>
    <w:rsid w:val="00D575A5"/>
    <w:rsid w:val="00D57924"/>
    <w:rsid w:val="00D60C41"/>
    <w:rsid w:val="00D619F2"/>
    <w:rsid w:val="00D61C0C"/>
    <w:rsid w:val="00D6201E"/>
    <w:rsid w:val="00D620CF"/>
    <w:rsid w:val="00D6277E"/>
    <w:rsid w:val="00D647B4"/>
    <w:rsid w:val="00D64C1F"/>
    <w:rsid w:val="00D64D2B"/>
    <w:rsid w:val="00D64DD9"/>
    <w:rsid w:val="00D65C31"/>
    <w:rsid w:val="00D66902"/>
    <w:rsid w:val="00D67100"/>
    <w:rsid w:val="00D67108"/>
    <w:rsid w:val="00D67E0C"/>
    <w:rsid w:val="00D70302"/>
    <w:rsid w:val="00D706C0"/>
    <w:rsid w:val="00D70795"/>
    <w:rsid w:val="00D708F2"/>
    <w:rsid w:val="00D70A45"/>
    <w:rsid w:val="00D713BD"/>
    <w:rsid w:val="00D714D1"/>
    <w:rsid w:val="00D71507"/>
    <w:rsid w:val="00D71829"/>
    <w:rsid w:val="00D71985"/>
    <w:rsid w:val="00D719B3"/>
    <w:rsid w:val="00D71C55"/>
    <w:rsid w:val="00D720BD"/>
    <w:rsid w:val="00D7241B"/>
    <w:rsid w:val="00D72582"/>
    <w:rsid w:val="00D7290A"/>
    <w:rsid w:val="00D72A4E"/>
    <w:rsid w:val="00D731E4"/>
    <w:rsid w:val="00D732AC"/>
    <w:rsid w:val="00D732B7"/>
    <w:rsid w:val="00D735A0"/>
    <w:rsid w:val="00D73681"/>
    <w:rsid w:val="00D73E27"/>
    <w:rsid w:val="00D74C27"/>
    <w:rsid w:val="00D750C8"/>
    <w:rsid w:val="00D76312"/>
    <w:rsid w:val="00D76574"/>
    <w:rsid w:val="00D76926"/>
    <w:rsid w:val="00D77457"/>
    <w:rsid w:val="00D77B24"/>
    <w:rsid w:val="00D77ECB"/>
    <w:rsid w:val="00D77F1E"/>
    <w:rsid w:val="00D802BF"/>
    <w:rsid w:val="00D8095A"/>
    <w:rsid w:val="00D812DE"/>
    <w:rsid w:val="00D8194C"/>
    <w:rsid w:val="00D8216E"/>
    <w:rsid w:val="00D824C0"/>
    <w:rsid w:val="00D830F8"/>
    <w:rsid w:val="00D8360E"/>
    <w:rsid w:val="00D83C11"/>
    <w:rsid w:val="00D840A8"/>
    <w:rsid w:val="00D846D4"/>
    <w:rsid w:val="00D84A39"/>
    <w:rsid w:val="00D84D80"/>
    <w:rsid w:val="00D8515E"/>
    <w:rsid w:val="00D851D4"/>
    <w:rsid w:val="00D85221"/>
    <w:rsid w:val="00D85467"/>
    <w:rsid w:val="00D8629F"/>
    <w:rsid w:val="00D8697E"/>
    <w:rsid w:val="00D86BAC"/>
    <w:rsid w:val="00D86CAE"/>
    <w:rsid w:val="00D86F42"/>
    <w:rsid w:val="00D87586"/>
    <w:rsid w:val="00D876B1"/>
    <w:rsid w:val="00D87D56"/>
    <w:rsid w:val="00D87ED2"/>
    <w:rsid w:val="00D87F66"/>
    <w:rsid w:val="00D90257"/>
    <w:rsid w:val="00D9055C"/>
    <w:rsid w:val="00D91880"/>
    <w:rsid w:val="00D91EA0"/>
    <w:rsid w:val="00D91ED8"/>
    <w:rsid w:val="00D922DB"/>
    <w:rsid w:val="00D92681"/>
    <w:rsid w:val="00D927EB"/>
    <w:rsid w:val="00D92C43"/>
    <w:rsid w:val="00D931DE"/>
    <w:rsid w:val="00D9399E"/>
    <w:rsid w:val="00D9437B"/>
    <w:rsid w:val="00D945AD"/>
    <w:rsid w:val="00D94820"/>
    <w:rsid w:val="00D95729"/>
    <w:rsid w:val="00D9581C"/>
    <w:rsid w:val="00D961D4"/>
    <w:rsid w:val="00D96F94"/>
    <w:rsid w:val="00D9747B"/>
    <w:rsid w:val="00DA0363"/>
    <w:rsid w:val="00DA0855"/>
    <w:rsid w:val="00DA0946"/>
    <w:rsid w:val="00DA0D47"/>
    <w:rsid w:val="00DA12DD"/>
    <w:rsid w:val="00DA1727"/>
    <w:rsid w:val="00DA1C5E"/>
    <w:rsid w:val="00DA2335"/>
    <w:rsid w:val="00DA24B5"/>
    <w:rsid w:val="00DA2D77"/>
    <w:rsid w:val="00DA32B8"/>
    <w:rsid w:val="00DA3C8D"/>
    <w:rsid w:val="00DA4055"/>
    <w:rsid w:val="00DA4330"/>
    <w:rsid w:val="00DA43A3"/>
    <w:rsid w:val="00DA4DFF"/>
    <w:rsid w:val="00DA6B90"/>
    <w:rsid w:val="00DA6BC1"/>
    <w:rsid w:val="00DA6C57"/>
    <w:rsid w:val="00DA70DE"/>
    <w:rsid w:val="00DA7481"/>
    <w:rsid w:val="00DA7AEE"/>
    <w:rsid w:val="00DA7BF2"/>
    <w:rsid w:val="00DA7C5E"/>
    <w:rsid w:val="00DB052F"/>
    <w:rsid w:val="00DB1314"/>
    <w:rsid w:val="00DB15F2"/>
    <w:rsid w:val="00DB1964"/>
    <w:rsid w:val="00DB1ACA"/>
    <w:rsid w:val="00DB2015"/>
    <w:rsid w:val="00DB434A"/>
    <w:rsid w:val="00DB4882"/>
    <w:rsid w:val="00DB4CC9"/>
    <w:rsid w:val="00DB5B3F"/>
    <w:rsid w:val="00DB5DCE"/>
    <w:rsid w:val="00DB67B1"/>
    <w:rsid w:val="00DC04E2"/>
    <w:rsid w:val="00DC0C4A"/>
    <w:rsid w:val="00DC0CE0"/>
    <w:rsid w:val="00DC12F7"/>
    <w:rsid w:val="00DC1B36"/>
    <w:rsid w:val="00DC20BC"/>
    <w:rsid w:val="00DC24C0"/>
    <w:rsid w:val="00DC2598"/>
    <w:rsid w:val="00DC338F"/>
    <w:rsid w:val="00DC3608"/>
    <w:rsid w:val="00DC4016"/>
    <w:rsid w:val="00DC4325"/>
    <w:rsid w:val="00DC4834"/>
    <w:rsid w:val="00DC48E6"/>
    <w:rsid w:val="00DC4E87"/>
    <w:rsid w:val="00DC51E0"/>
    <w:rsid w:val="00DC5646"/>
    <w:rsid w:val="00DC5C1B"/>
    <w:rsid w:val="00DC6102"/>
    <w:rsid w:val="00DC66CD"/>
    <w:rsid w:val="00DC6BAA"/>
    <w:rsid w:val="00DC77AB"/>
    <w:rsid w:val="00DD1477"/>
    <w:rsid w:val="00DD1624"/>
    <w:rsid w:val="00DD1BAA"/>
    <w:rsid w:val="00DD1F58"/>
    <w:rsid w:val="00DD227F"/>
    <w:rsid w:val="00DD299D"/>
    <w:rsid w:val="00DD2BE3"/>
    <w:rsid w:val="00DD33F6"/>
    <w:rsid w:val="00DD4277"/>
    <w:rsid w:val="00DD432A"/>
    <w:rsid w:val="00DD4B06"/>
    <w:rsid w:val="00DD4B38"/>
    <w:rsid w:val="00DD584A"/>
    <w:rsid w:val="00DD6301"/>
    <w:rsid w:val="00DD644D"/>
    <w:rsid w:val="00DD68B3"/>
    <w:rsid w:val="00DD6AD3"/>
    <w:rsid w:val="00DD732B"/>
    <w:rsid w:val="00DD787E"/>
    <w:rsid w:val="00DD7DC7"/>
    <w:rsid w:val="00DD7E6A"/>
    <w:rsid w:val="00DE053B"/>
    <w:rsid w:val="00DE108E"/>
    <w:rsid w:val="00DE2A2A"/>
    <w:rsid w:val="00DE31D1"/>
    <w:rsid w:val="00DE3311"/>
    <w:rsid w:val="00DE34B6"/>
    <w:rsid w:val="00DE3CBB"/>
    <w:rsid w:val="00DE4208"/>
    <w:rsid w:val="00DE71E1"/>
    <w:rsid w:val="00DE76AB"/>
    <w:rsid w:val="00DF069E"/>
    <w:rsid w:val="00DF073A"/>
    <w:rsid w:val="00DF08EA"/>
    <w:rsid w:val="00DF0A05"/>
    <w:rsid w:val="00DF0F87"/>
    <w:rsid w:val="00DF1AD8"/>
    <w:rsid w:val="00DF23EA"/>
    <w:rsid w:val="00DF2820"/>
    <w:rsid w:val="00DF2D2F"/>
    <w:rsid w:val="00DF3C6D"/>
    <w:rsid w:val="00DF3FB1"/>
    <w:rsid w:val="00DF4A6A"/>
    <w:rsid w:val="00DF4E96"/>
    <w:rsid w:val="00DF4E9A"/>
    <w:rsid w:val="00DF51A6"/>
    <w:rsid w:val="00DF5240"/>
    <w:rsid w:val="00DF5861"/>
    <w:rsid w:val="00DF609E"/>
    <w:rsid w:val="00DF63F0"/>
    <w:rsid w:val="00DF66C9"/>
    <w:rsid w:val="00DF67DE"/>
    <w:rsid w:val="00DF71EA"/>
    <w:rsid w:val="00DF72C5"/>
    <w:rsid w:val="00DF74B7"/>
    <w:rsid w:val="00DF7528"/>
    <w:rsid w:val="00DF7982"/>
    <w:rsid w:val="00E001AB"/>
    <w:rsid w:val="00E002D7"/>
    <w:rsid w:val="00E0038A"/>
    <w:rsid w:val="00E008BF"/>
    <w:rsid w:val="00E008D6"/>
    <w:rsid w:val="00E00FBF"/>
    <w:rsid w:val="00E01965"/>
    <w:rsid w:val="00E01E95"/>
    <w:rsid w:val="00E0222D"/>
    <w:rsid w:val="00E036AC"/>
    <w:rsid w:val="00E03D1C"/>
    <w:rsid w:val="00E03FC0"/>
    <w:rsid w:val="00E04AC1"/>
    <w:rsid w:val="00E04E0D"/>
    <w:rsid w:val="00E057AE"/>
    <w:rsid w:val="00E0580C"/>
    <w:rsid w:val="00E05A7D"/>
    <w:rsid w:val="00E071DC"/>
    <w:rsid w:val="00E074E2"/>
    <w:rsid w:val="00E0767A"/>
    <w:rsid w:val="00E10914"/>
    <w:rsid w:val="00E10933"/>
    <w:rsid w:val="00E1151A"/>
    <w:rsid w:val="00E118B0"/>
    <w:rsid w:val="00E121B0"/>
    <w:rsid w:val="00E121B6"/>
    <w:rsid w:val="00E1264F"/>
    <w:rsid w:val="00E128AC"/>
    <w:rsid w:val="00E12931"/>
    <w:rsid w:val="00E1298D"/>
    <w:rsid w:val="00E12C23"/>
    <w:rsid w:val="00E12DB0"/>
    <w:rsid w:val="00E131E6"/>
    <w:rsid w:val="00E13FA4"/>
    <w:rsid w:val="00E1544A"/>
    <w:rsid w:val="00E15941"/>
    <w:rsid w:val="00E15979"/>
    <w:rsid w:val="00E15C36"/>
    <w:rsid w:val="00E15CE3"/>
    <w:rsid w:val="00E171A2"/>
    <w:rsid w:val="00E17295"/>
    <w:rsid w:val="00E17460"/>
    <w:rsid w:val="00E17593"/>
    <w:rsid w:val="00E20399"/>
    <w:rsid w:val="00E212DA"/>
    <w:rsid w:val="00E21E13"/>
    <w:rsid w:val="00E22556"/>
    <w:rsid w:val="00E2258B"/>
    <w:rsid w:val="00E22BFE"/>
    <w:rsid w:val="00E230CD"/>
    <w:rsid w:val="00E233D2"/>
    <w:rsid w:val="00E23456"/>
    <w:rsid w:val="00E23CD6"/>
    <w:rsid w:val="00E2437D"/>
    <w:rsid w:val="00E2452F"/>
    <w:rsid w:val="00E24662"/>
    <w:rsid w:val="00E25141"/>
    <w:rsid w:val="00E25392"/>
    <w:rsid w:val="00E25993"/>
    <w:rsid w:val="00E25FFD"/>
    <w:rsid w:val="00E26072"/>
    <w:rsid w:val="00E262BA"/>
    <w:rsid w:val="00E26339"/>
    <w:rsid w:val="00E2669B"/>
    <w:rsid w:val="00E273D9"/>
    <w:rsid w:val="00E2753F"/>
    <w:rsid w:val="00E2781D"/>
    <w:rsid w:val="00E27848"/>
    <w:rsid w:val="00E278F8"/>
    <w:rsid w:val="00E27C63"/>
    <w:rsid w:val="00E309C3"/>
    <w:rsid w:val="00E30C55"/>
    <w:rsid w:val="00E3112B"/>
    <w:rsid w:val="00E31DB9"/>
    <w:rsid w:val="00E32C9F"/>
    <w:rsid w:val="00E33874"/>
    <w:rsid w:val="00E33A70"/>
    <w:rsid w:val="00E34112"/>
    <w:rsid w:val="00E34BCD"/>
    <w:rsid w:val="00E350C5"/>
    <w:rsid w:val="00E359A0"/>
    <w:rsid w:val="00E359B3"/>
    <w:rsid w:val="00E36AC1"/>
    <w:rsid w:val="00E37961"/>
    <w:rsid w:val="00E37E65"/>
    <w:rsid w:val="00E40B14"/>
    <w:rsid w:val="00E41AD7"/>
    <w:rsid w:val="00E41F0D"/>
    <w:rsid w:val="00E41F38"/>
    <w:rsid w:val="00E424F7"/>
    <w:rsid w:val="00E4262E"/>
    <w:rsid w:val="00E43251"/>
    <w:rsid w:val="00E439F9"/>
    <w:rsid w:val="00E4411A"/>
    <w:rsid w:val="00E4513C"/>
    <w:rsid w:val="00E454E0"/>
    <w:rsid w:val="00E46465"/>
    <w:rsid w:val="00E468DE"/>
    <w:rsid w:val="00E46B33"/>
    <w:rsid w:val="00E47FD5"/>
    <w:rsid w:val="00E50941"/>
    <w:rsid w:val="00E513AA"/>
    <w:rsid w:val="00E518D5"/>
    <w:rsid w:val="00E51949"/>
    <w:rsid w:val="00E51C25"/>
    <w:rsid w:val="00E534CB"/>
    <w:rsid w:val="00E534D4"/>
    <w:rsid w:val="00E536C9"/>
    <w:rsid w:val="00E53767"/>
    <w:rsid w:val="00E54CA3"/>
    <w:rsid w:val="00E552D2"/>
    <w:rsid w:val="00E557E2"/>
    <w:rsid w:val="00E55A6B"/>
    <w:rsid w:val="00E56E39"/>
    <w:rsid w:val="00E57F4C"/>
    <w:rsid w:val="00E6023B"/>
    <w:rsid w:val="00E60249"/>
    <w:rsid w:val="00E60381"/>
    <w:rsid w:val="00E60975"/>
    <w:rsid w:val="00E61567"/>
    <w:rsid w:val="00E631BB"/>
    <w:rsid w:val="00E63294"/>
    <w:rsid w:val="00E63771"/>
    <w:rsid w:val="00E63988"/>
    <w:rsid w:val="00E65ABC"/>
    <w:rsid w:val="00E6676F"/>
    <w:rsid w:val="00E66F69"/>
    <w:rsid w:val="00E67547"/>
    <w:rsid w:val="00E67803"/>
    <w:rsid w:val="00E6785E"/>
    <w:rsid w:val="00E706A9"/>
    <w:rsid w:val="00E7071D"/>
    <w:rsid w:val="00E70ECD"/>
    <w:rsid w:val="00E71333"/>
    <w:rsid w:val="00E71C50"/>
    <w:rsid w:val="00E72610"/>
    <w:rsid w:val="00E72684"/>
    <w:rsid w:val="00E728B0"/>
    <w:rsid w:val="00E728E8"/>
    <w:rsid w:val="00E72E00"/>
    <w:rsid w:val="00E731D6"/>
    <w:rsid w:val="00E731DE"/>
    <w:rsid w:val="00E744F9"/>
    <w:rsid w:val="00E7595C"/>
    <w:rsid w:val="00E76129"/>
    <w:rsid w:val="00E765EC"/>
    <w:rsid w:val="00E768D9"/>
    <w:rsid w:val="00E76AA3"/>
    <w:rsid w:val="00E76B98"/>
    <w:rsid w:val="00E77136"/>
    <w:rsid w:val="00E77368"/>
    <w:rsid w:val="00E806D0"/>
    <w:rsid w:val="00E815D0"/>
    <w:rsid w:val="00E81C77"/>
    <w:rsid w:val="00E8210E"/>
    <w:rsid w:val="00E829BC"/>
    <w:rsid w:val="00E8320D"/>
    <w:rsid w:val="00E8335B"/>
    <w:rsid w:val="00E83499"/>
    <w:rsid w:val="00E83AFD"/>
    <w:rsid w:val="00E83C40"/>
    <w:rsid w:val="00E83F24"/>
    <w:rsid w:val="00E84862"/>
    <w:rsid w:val="00E86608"/>
    <w:rsid w:val="00E86A0B"/>
    <w:rsid w:val="00E86BBE"/>
    <w:rsid w:val="00E87212"/>
    <w:rsid w:val="00E87295"/>
    <w:rsid w:val="00E87A5B"/>
    <w:rsid w:val="00E87AEE"/>
    <w:rsid w:val="00E87B75"/>
    <w:rsid w:val="00E87C5F"/>
    <w:rsid w:val="00E87F66"/>
    <w:rsid w:val="00E907B7"/>
    <w:rsid w:val="00E91541"/>
    <w:rsid w:val="00E91B4C"/>
    <w:rsid w:val="00E91C13"/>
    <w:rsid w:val="00E92BAD"/>
    <w:rsid w:val="00E9300A"/>
    <w:rsid w:val="00E9322F"/>
    <w:rsid w:val="00E93884"/>
    <w:rsid w:val="00E93895"/>
    <w:rsid w:val="00E940C3"/>
    <w:rsid w:val="00E94DF2"/>
    <w:rsid w:val="00E97570"/>
    <w:rsid w:val="00E97B32"/>
    <w:rsid w:val="00E97F6A"/>
    <w:rsid w:val="00EA0334"/>
    <w:rsid w:val="00EA07BA"/>
    <w:rsid w:val="00EA0881"/>
    <w:rsid w:val="00EA0925"/>
    <w:rsid w:val="00EA0D2C"/>
    <w:rsid w:val="00EA1044"/>
    <w:rsid w:val="00EA14FC"/>
    <w:rsid w:val="00EA1770"/>
    <w:rsid w:val="00EA1F4B"/>
    <w:rsid w:val="00EA239B"/>
    <w:rsid w:val="00EA4E84"/>
    <w:rsid w:val="00EA522A"/>
    <w:rsid w:val="00EA55E4"/>
    <w:rsid w:val="00EA5C28"/>
    <w:rsid w:val="00EA5DE3"/>
    <w:rsid w:val="00EA6425"/>
    <w:rsid w:val="00EA657E"/>
    <w:rsid w:val="00EA658C"/>
    <w:rsid w:val="00EA6BF3"/>
    <w:rsid w:val="00EA6E90"/>
    <w:rsid w:val="00EA7795"/>
    <w:rsid w:val="00EA7AA2"/>
    <w:rsid w:val="00EB0A8D"/>
    <w:rsid w:val="00EB0C0B"/>
    <w:rsid w:val="00EB1CA6"/>
    <w:rsid w:val="00EB1F3C"/>
    <w:rsid w:val="00EB1FDC"/>
    <w:rsid w:val="00EB23DA"/>
    <w:rsid w:val="00EB2AC5"/>
    <w:rsid w:val="00EB4189"/>
    <w:rsid w:val="00EB44F8"/>
    <w:rsid w:val="00EB49AB"/>
    <w:rsid w:val="00EB59A2"/>
    <w:rsid w:val="00EB5CE0"/>
    <w:rsid w:val="00EB5FBD"/>
    <w:rsid w:val="00EB69A8"/>
    <w:rsid w:val="00EB6BCE"/>
    <w:rsid w:val="00EB77AA"/>
    <w:rsid w:val="00EB7D7B"/>
    <w:rsid w:val="00EC0551"/>
    <w:rsid w:val="00EC0BB3"/>
    <w:rsid w:val="00EC12EB"/>
    <w:rsid w:val="00EC1334"/>
    <w:rsid w:val="00EC1483"/>
    <w:rsid w:val="00EC1C8F"/>
    <w:rsid w:val="00EC1EE7"/>
    <w:rsid w:val="00EC2C63"/>
    <w:rsid w:val="00EC44D3"/>
    <w:rsid w:val="00EC4761"/>
    <w:rsid w:val="00EC4DBE"/>
    <w:rsid w:val="00EC515C"/>
    <w:rsid w:val="00EC54A9"/>
    <w:rsid w:val="00EC5854"/>
    <w:rsid w:val="00EC6CE9"/>
    <w:rsid w:val="00EC6F0A"/>
    <w:rsid w:val="00EC76D7"/>
    <w:rsid w:val="00EC7903"/>
    <w:rsid w:val="00EC7E51"/>
    <w:rsid w:val="00ED0434"/>
    <w:rsid w:val="00ED0A6B"/>
    <w:rsid w:val="00ED12F9"/>
    <w:rsid w:val="00ED178D"/>
    <w:rsid w:val="00ED1C35"/>
    <w:rsid w:val="00ED1C5C"/>
    <w:rsid w:val="00ED208A"/>
    <w:rsid w:val="00ED24D1"/>
    <w:rsid w:val="00ED24D2"/>
    <w:rsid w:val="00ED2A6D"/>
    <w:rsid w:val="00ED2FA5"/>
    <w:rsid w:val="00ED3A54"/>
    <w:rsid w:val="00ED405B"/>
    <w:rsid w:val="00ED4382"/>
    <w:rsid w:val="00ED477E"/>
    <w:rsid w:val="00ED4AF5"/>
    <w:rsid w:val="00ED4B0C"/>
    <w:rsid w:val="00ED4B40"/>
    <w:rsid w:val="00ED51AA"/>
    <w:rsid w:val="00ED5915"/>
    <w:rsid w:val="00ED6676"/>
    <w:rsid w:val="00ED70F7"/>
    <w:rsid w:val="00ED7942"/>
    <w:rsid w:val="00ED7BAB"/>
    <w:rsid w:val="00EE014F"/>
    <w:rsid w:val="00EE0CAE"/>
    <w:rsid w:val="00EE1EBC"/>
    <w:rsid w:val="00EE2A16"/>
    <w:rsid w:val="00EE2CF1"/>
    <w:rsid w:val="00EE32D7"/>
    <w:rsid w:val="00EE380D"/>
    <w:rsid w:val="00EE38FD"/>
    <w:rsid w:val="00EE3AAB"/>
    <w:rsid w:val="00EE3C5D"/>
    <w:rsid w:val="00EE3C8F"/>
    <w:rsid w:val="00EE4095"/>
    <w:rsid w:val="00EE4A25"/>
    <w:rsid w:val="00EE5837"/>
    <w:rsid w:val="00EE5A1C"/>
    <w:rsid w:val="00EE5DD6"/>
    <w:rsid w:val="00EE659C"/>
    <w:rsid w:val="00EE65ED"/>
    <w:rsid w:val="00EE6791"/>
    <w:rsid w:val="00EE6B89"/>
    <w:rsid w:val="00EE71F1"/>
    <w:rsid w:val="00EF00BB"/>
    <w:rsid w:val="00EF0627"/>
    <w:rsid w:val="00EF0778"/>
    <w:rsid w:val="00EF0831"/>
    <w:rsid w:val="00EF1BD2"/>
    <w:rsid w:val="00EF2012"/>
    <w:rsid w:val="00EF2442"/>
    <w:rsid w:val="00EF2F77"/>
    <w:rsid w:val="00EF367E"/>
    <w:rsid w:val="00EF36BF"/>
    <w:rsid w:val="00EF43EA"/>
    <w:rsid w:val="00EF4724"/>
    <w:rsid w:val="00EF4E63"/>
    <w:rsid w:val="00EF61A7"/>
    <w:rsid w:val="00EF6A00"/>
    <w:rsid w:val="00EF7B86"/>
    <w:rsid w:val="00EF7F1B"/>
    <w:rsid w:val="00F01F1C"/>
    <w:rsid w:val="00F022B3"/>
    <w:rsid w:val="00F03488"/>
    <w:rsid w:val="00F04120"/>
    <w:rsid w:val="00F0449D"/>
    <w:rsid w:val="00F04667"/>
    <w:rsid w:val="00F05653"/>
    <w:rsid w:val="00F0577A"/>
    <w:rsid w:val="00F05C89"/>
    <w:rsid w:val="00F0664E"/>
    <w:rsid w:val="00F066EE"/>
    <w:rsid w:val="00F06994"/>
    <w:rsid w:val="00F11977"/>
    <w:rsid w:val="00F11D6B"/>
    <w:rsid w:val="00F121E6"/>
    <w:rsid w:val="00F1242B"/>
    <w:rsid w:val="00F12864"/>
    <w:rsid w:val="00F12880"/>
    <w:rsid w:val="00F12AAB"/>
    <w:rsid w:val="00F13093"/>
    <w:rsid w:val="00F13A61"/>
    <w:rsid w:val="00F13D2B"/>
    <w:rsid w:val="00F1403A"/>
    <w:rsid w:val="00F14161"/>
    <w:rsid w:val="00F144E2"/>
    <w:rsid w:val="00F14B6B"/>
    <w:rsid w:val="00F152BE"/>
    <w:rsid w:val="00F153A3"/>
    <w:rsid w:val="00F15C71"/>
    <w:rsid w:val="00F16375"/>
    <w:rsid w:val="00F16C8F"/>
    <w:rsid w:val="00F16F57"/>
    <w:rsid w:val="00F17103"/>
    <w:rsid w:val="00F17B05"/>
    <w:rsid w:val="00F201A7"/>
    <w:rsid w:val="00F2093B"/>
    <w:rsid w:val="00F216EE"/>
    <w:rsid w:val="00F2179A"/>
    <w:rsid w:val="00F21E60"/>
    <w:rsid w:val="00F228D4"/>
    <w:rsid w:val="00F234C3"/>
    <w:rsid w:val="00F24582"/>
    <w:rsid w:val="00F25098"/>
    <w:rsid w:val="00F257AD"/>
    <w:rsid w:val="00F25BAC"/>
    <w:rsid w:val="00F2627C"/>
    <w:rsid w:val="00F26934"/>
    <w:rsid w:val="00F2715E"/>
    <w:rsid w:val="00F274D7"/>
    <w:rsid w:val="00F277D0"/>
    <w:rsid w:val="00F27A69"/>
    <w:rsid w:val="00F27DB1"/>
    <w:rsid w:val="00F30016"/>
    <w:rsid w:val="00F30929"/>
    <w:rsid w:val="00F30A26"/>
    <w:rsid w:val="00F30DC4"/>
    <w:rsid w:val="00F31634"/>
    <w:rsid w:val="00F318C7"/>
    <w:rsid w:val="00F320BB"/>
    <w:rsid w:val="00F3219C"/>
    <w:rsid w:val="00F32E38"/>
    <w:rsid w:val="00F32F14"/>
    <w:rsid w:val="00F33061"/>
    <w:rsid w:val="00F33AD8"/>
    <w:rsid w:val="00F33BDB"/>
    <w:rsid w:val="00F33C32"/>
    <w:rsid w:val="00F33D26"/>
    <w:rsid w:val="00F343B6"/>
    <w:rsid w:val="00F34434"/>
    <w:rsid w:val="00F3480F"/>
    <w:rsid w:val="00F34E7B"/>
    <w:rsid w:val="00F35DCB"/>
    <w:rsid w:val="00F3608F"/>
    <w:rsid w:val="00F3627A"/>
    <w:rsid w:val="00F363D4"/>
    <w:rsid w:val="00F36453"/>
    <w:rsid w:val="00F368EF"/>
    <w:rsid w:val="00F36BD5"/>
    <w:rsid w:val="00F36CFD"/>
    <w:rsid w:val="00F37121"/>
    <w:rsid w:val="00F37AEA"/>
    <w:rsid w:val="00F37DD9"/>
    <w:rsid w:val="00F4005C"/>
    <w:rsid w:val="00F40192"/>
    <w:rsid w:val="00F402B5"/>
    <w:rsid w:val="00F40A3E"/>
    <w:rsid w:val="00F41FBA"/>
    <w:rsid w:val="00F42088"/>
    <w:rsid w:val="00F426D4"/>
    <w:rsid w:val="00F4297C"/>
    <w:rsid w:val="00F42D9D"/>
    <w:rsid w:val="00F43376"/>
    <w:rsid w:val="00F43570"/>
    <w:rsid w:val="00F435B4"/>
    <w:rsid w:val="00F437E5"/>
    <w:rsid w:val="00F43A34"/>
    <w:rsid w:val="00F43AB6"/>
    <w:rsid w:val="00F44B74"/>
    <w:rsid w:val="00F4515B"/>
    <w:rsid w:val="00F451A6"/>
    <w:rsid w:val="00F45599"/>
    <w:rsid w:val="00F45998"/>
    <w:rsid w:val="00F4635D"/>
    <w:rsid w:val="00F46CE9"/>
    <w:rsid w:val="00F470E9"/>
    <w:rsid w:val="00F47483"/>
    <w:rsid w:val="00F47558"/>
    <w:rsid w:val="00F47B1B"/>
    <w:rsid w:val="00F47C3A"/>
    <w:rsid w:val="00F50245"/>
    <w:rsid w:val="00F50EFC"/>
    <w:rsid w:val="00F52131"/>
    <w:rsid w:val="00F529E1"/>
    <w:rsid w:val="00F52B70"/>
    <w:rsid w:val="00F52B9E"/>
    <w:rsid w:val="00F52BDD"/>
    <w:rsid w:val="00F53143"/>
    <w:rsid w:val="00F5391D"/>
    <w:rsid w:val="00F53B37"/>
    <w:rsid w:val="00F54165"/>
    <w:rsid w:val="00F541D8"/>
    <w:rsid w:val="00F55D85"/>
    <w:rsid w:val="00F57C80"/>
    <w:rsid w:val="00F6036E"/>
    <w:rsid w:val="00F60740"/>
    <w:rsid w:val="00F60850"/>
    <w:rsid w:val="00F61497"/>
    <w:rsid w:val="00F61E88"/>
    <w:rsid w:val="00F62127"/>
    <w:rsid w:val="00F62283"/>
    <w:rsid w:val="00F627CC"/>
    <w:rsid w:val="00F62AF5"/>
    <w:rsid w:val="00F62C8D"/>
    <w:rsid w:val="00F639F3"/>
    <w:rsid w:val="00F63A2D"/>
    <w:rsid w:val="00F63A7E"/>
    <w:rsid w:val="00F63CC0"/>
    <w:rsid w:val="00F63F0E"/>
    <w:rsid w:val="00F64288"/>
    <w:rsid w:val="00F64C9C"/>
    <w:rsid w:val="00F652E0"/>
    <w:rsid w:val="00F6563C"/>
    <w:rsid w:val="00F656C4"/>
    <w:rsid w:val="00F65A04"/>
    <w:rsid w:val="00F65BC9"/>
    <w:rsid w:val="00F65F3D"/>
    <w:rsid w:val="00F66044"/>
    <w:rsid w:val="00F66298"/>
    <w:rsid w:val="00F66430"/>
    <w:rsid w:val="00F66599"/>
    <w:rsid w:val="00F66CDF"/>
    <w:rsid w:val="00F66F05"/>
    <w:rsid w:val="00F67472"/>
    <w:rsid w:val="00F6765D"/>
    <w:rsid w:val="00F676AD"/>
    <w:rsid w:val="00F6771B"/>
    <w:rsid w:val="00F67D66"/>
    <w:rsid w:val="00F70314"/>
    <w:rsid w:val="00F703A2"/>
    <w:rsid w:val="00F703C7"/>
    <w:rsid w:val="00F70E4B"/>
    <w:rsid w:val="00F71170"/>
    <w:rsid w:val="00F71852"/>
    <w:rsid w:val="00F71A60"/>
    <w:rsid w:val="00F721E0"/>
    <w:rsid w:val="00F7225A"/>
    <w:rsid w:val="00F72823"/>
    <w:rsid w:val="00F72E2D"/>
    <w:rsid w:val="00F732CE"/>
    <w:rsid w:val="00F7384B"/>
    <w:rsid w:val="00F73AA1"/>
    <w:rsid w:val="00F73E0A"/>
    <w:rsid w:val="00F74102"/>
    <w:rsid w:val="00F74344"/>
    <w:rsid w:val="00F74C08"/>
    <w:rsid w:val="00F74DB1"/>
    <w:rsid w:val="00F74F1B"/>
    <w:rsid w:val="00F75127"/>
    <w:rsid w:val="00F75E63"/>
    <w:rsid w:val="00F7602F"/>
    <w:rsid w:val="00F76D05"/>
    <w:rsid w:val="00F76E01"/>
    <w:rsid w:val="00F77294"/>
    <w:rsid w:val="00F77793"/>
    <w:rsid w:val="00F77C5D"/>
    <w:rsid w:val="00F77D8C"/>
    <w:rsid w:val="00F8051A"/>
    <w:rsid w:val="00F80DD4"/>
    <w:rsid w:val="00F81080"/>
    <w:rsid w:val="00F82248"/>
    <w:rsid w:val="00F824FC"/>
    <w:rsid w:val="00F82A29"/>
    <w:rsid w:val="00F82D2A"/>
    <w:rsid w:val="00F838C8"/>
    <w:rsid w:val="00F83B1E"/>
    <w:rsid w:val="00F83B36"/>
    <w:rsid w:val="00F83BC8"/>
    <w:rsid w:val="00F83E4A"/>
    <w:rsid w:val="00F84284"/>
    <w:rsid w:val="00F84760"/>
    <w:rsid w:val="00F84DA9"/>
    <w:rsid w:val="00F86002"/>
    <w:rsid w:val="00F869CF"/>
    <w:rsid w:val="00F86A33"/>
    <w:rsid w:val="00F86A8B"/>
    <w:rsid w:val="00F875CF"/>
    <w:rsid w:val="00F878E8"/>
    <w:rsid w:val="00F87908"/>
    <w:rsid w:val="00F87A10"/>
    <w:rsid w:val="00F90CB0"/>
    <w:rsid w:val="00F90D86"/>
    <w:rsid w:val="00F90E90"/>
    <w:rsid w:val="00F9198B"/>
    <w:rsid w:val="00F91D7D"/>
    <w:rsid w:val="00F91F29"/>
    <w:rsid w:val="00F938FA"/>
    <w:rsid w:val="00F93914"/>
    <w:rsid w:val="00F93A76"/>
    <w:rsid w:val="00F93B15"/>
    <w:rsid w:val="00F93E6B"/>
    <w:rsid w:val="00F94826"/>
    <w:rsid w:val="00F94D13"/>
    <w:rsid w:val="00F9536F"/>
    <w:rsid w:val="00F964EE"/>
    <w:rsid w:val="00F97A09"/>
    <w:rsid w:val="00FA05F4"/>
    <w:rsid w:val="00FA0B1B"/>
    <w:rsid w:val="00FA0FAE"/>
    <w:rsid w:val="00FA1249"/>
    <w:rsid w:val="00FA13ED"/>
    <w:rsid w:val="00FA1AA1"/>
    <w:rsid w:val="00FA20AB"/>
    <w:rsid w:val="00FA2848"/>
    <w:rsid w:val="00FA33B7"/>
    <w:rsid w:val="00FA3660"/>
    <w:rsid w:val="00FA3784"/>
    <w:rsid w:val="00FA38B5"/>
    <w:rsid w:val="00FA445D"/>
    <w:rsid w:val="00FA5301"/>
    <w:rsid w:val="00FA64A7"/>
    <w:rsid w:val="00FA680E"/>
    <w:rsid w:val="00FA758B"/>
    <w:rsid w:val="00FB0107"/>
    <w:rsid w:val="00FB0230"/>
    <w:rsid w:val="00FB08ED"/>
    <w:rsid w:val="00FB0A64"/>
    <w:rsid w:val="00FB0EEF"/>
    <w:rsid w:val="00FB12E6"/>
    <w:rsid w:val="00FB15FC"/>
    <w:rsid w:val="00FB265C"/>
    <w:rsid w:val="00FB2E02"/>
    <w:rsid w:val="00FB3116"/>
    <w:rsid w:val="00FB31DA"/>
    <w:rsid w:val="00FB38DE"/>
    <w:rsid w:val="00FB3D57"/>
    <w:rsid w:val="00FB4047"/>
    <w:rsid w:val="00FB4092"/>
    <w:rsid w:val="00FB51CD"/>
    <w:rsid w:val="00FB53FA"/>
    <w:rsid w:val="00FB5678"/>
    <w:rsid w:val="00FB586C"/>
    <w:rsid w:val="00FB59AA"/>
    <w:rsid w:val="00FB5BFA"/>
    <w:rsid w:val="00FB6025"/>
    <w:rsid w:val="00FB69A1"/>
    <w:rsid w:val="00FB6B4C"/>
    <w:rsid w:val="00FB6B5D"/>
    <w:rsid w:val="00FB6D48"/>
    <w:rsid w:val="00FB7247"/>
    <w:rsid w:val="00FB7DDC"/>
    <w:rsid w:val="00FB7EC2"/>
    <w:rsid w:val="00FB7F6C"/>
    <w:rsid w:val="00FC03AB"/>
    <w:rsid w:val="00FC12D7"/>
    <w:rsid w:val="00FC1AB5"/>
    <w:rsid w:val="00FC28CE"/>
    <w:rsid w:val="00FC2A39"/>
    <w:rsid w:val="00FC2A84"/>
    <w:rsid w:val="00FC38DD"/>
    <w:rsid w:val="00FC3D2E"/>
    <w:rsid w:val="00FC3EAF"/>
    <w:rsid w:val="00FC407D"/>
    <w:rsid w:val="00FC43FA"/>
    <w:rsid w:val="00FC447C"/>
    <w:rsid w:val="00FC4C61"/>
    <w:rsid w:val="00FC4F10"/>
    <w:rsid w:val="00FC4FD0"/>
    <w:rsid w:val="00FC6AD9"/>
    <w:rsid w:val="00FC6C51"/>
    <w:rsid w:val="00FC6D73"/>
    <w:rsid w:val="00FC724C"/>
    <w:rsid w:val="00FC738C"/>
    <w:rsid w:val="00FC779A"/>
    <w:rsid w:val="00FD078E"/>
    <w:rsid w:val="00FD0B8B"/>
    <w:rsid w:val="00FD0DE5"/>
    <w:rsid w:val="00FD1310"/>
    <w:rsid w:val="00FD1FA5"/>
    <w:rsid w:val="00FD2043"/>
    <w:rsid w:val="00FD2541"/>
    <w:rsid w:val="00FD29AD"/>
    <w:rsid w:val="00FD29B0"/>
    <w:rsid w:val="00FD2A94"/>
    <w:rsid w:val="00FD2AF2"/>
    <w:rsid w:val="00FD305D"/>
    <w:rsid w:val="00FD3147"/>
    <w:rsid w:val="00FD3470"/>
    <w:rsid w:val="00FD4478"/>
    <w:rsid w:val="00FD5881"/>
    <w:rsid w:val="00FD62E5"/>
    <w:rsid w:val="00FD733C"/>
    <w:rsid w:val="00FD7674"/>
    <w:rsid w:val="00FD7CBC"/>
    <w:rsid w:val="00FE012B"/>
    <w:rsid w:val="00FE1524"/>
    <w:rsid w:val="00FE1700"/>
    <w:rsid w:val="00FE1A6D"/>
    <w:rsid w:val="00FE2E2A"/>
    <w:rsid w:val="00FE3950"/>
    <w:rsid w:val="00FE3B61"/>
    <w:rsid w:val="00FE3C6B"/>
    <w:rsid w:val="00FE3D86"/>
    <w:rsid w:val="00FE46CC"/>
    <w:rsid w:val="00FE5305"/>
    <w:rsid w:val="00FE5792"/>
    <w:rsid w:val="00FE5F08"/>
    <w:rsid w:val="00FE64D1"/>
    <w:rsid w:val="00FE6F6B"/>
    <w:rsid w:val="00FE7353"/>
    <w:rsid w:val="00FF139A"/>
    <w:rsid w:val="00FF13B2"/>
    <w:rsid w:val="00FF156B"/>
    <w:rsid w:val="00FF1AB2"/>
    <w:rsid w:val="00FF218D"/>
    <w:rsid w:val="00FF2578"/>
    <w:rsid w:val="00FF26EC"/>
    <w:rsid w:val="00FF2BB9"/>
    <w:rsid w:val="00FF2DB9"/>
    <w:rsid w:val="00FF3078"/>
    <w:rsid w:val="00FF3BDF"/>
    <w:rsid w:val="00FF3EFD"/>
    <w:rsid w:val="00FF3FE4"/>
    <w:rsid w:val="00FF4A3C"/>
    <w:rsid w:val="00FF4B6D"/>
    <w:rsid w:val="00FF4C29"/>
    <w:rsid w:val="00FF4F54"/>
    <w:rsid w:val="00FF51A0"/>
    <w:rsid w:val="00FF5666"/>
    <w:rsid w:val="00FF59C9"/>
    <w:rsid w:val="00FF5A51"/>
    <w:rsid w:val="00FF5AAA"/>
    <w:rsid w:val="00FF61A6"/>
    <w:rsid w:val="00FF6BDA"/>
    <w:rsid w:val="00FF6FC6"/>
    <w:rsid w:val="00FF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8315F"/>
  </w:style>
  <w:style w:type="paragraph" w:styleId="1">
    <w:name w:val="heading 1"/>
    <w:basedOn w:val="a0"/>
    <w:next w:val="a0"/>
    <w:qFormat/>
    <w:rsid w:val="00CC01B1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qFormat/>
    <w:rsid w:val="00CC01B1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qFormat/>
    <w:rsid w:val="00CC01B1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rsid w:val="00CC01B1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qFormat/>
    <w:rsid w:val="00CC01B1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qFormat/>
    <w:rsid w:val="00CC01B1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qFormat/>
    <w:rsid w:val="00CC01B1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qFormat/>
    <w:rsid w:val="00CC01B1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qFormat/>
    <w:rsid w:val="00CC01B1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CC01B1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CC01B1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CC01B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CC01B1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0"/>
    <w:rsid w:val="00CC01B1"/>
    <w:pPr>
      <w:spacing w:before="120"/>
      <w:ind w:firstLine="720"/>
      <w:jc w:val="both"/>
    </w:pPr>
    <w:rPr>
      <w:sz w:val="28"/>
    </w:rPr>
  </w:style>
  <w:style w:type="paragraph" w:styleId="21">
    <w:name w:val="Body Text 2"/>
    <w:basedOn w:val="a0"/>
    <w:rsid w:val="00CC01B1"/>
    <w:pPr>
      <w:jc w:val="both"/>
    </w:pPr>
    <w:rPr>
      <w:color w:val="FF0000"/>
      <w:sz w:val="28"/>
    </w:rPr>
  </w:style>
  <w:style w:type="paragraph" w:styleId="a6">
    <w:name w:val="Body Text"/>
    <w:basedOn w:val="a0"/>
    <w:rsid w:val="00CC01B1"/>
    <w:pPr>
      <w:jc w:val="both"/>
    </w:pPr>
    <w:rPr>
      <w:sz w:val="28"/>
    </w:rPr>
  </w:style>
  <w:style w:type="paragraph" w:styleId="30">
    <w:name w:val="Body Text Indent 3"/>
    <w:basedOn w:val="a0"/>
    <w:rsid w:val="00CC01B1"/>
    <w:pPr>
      <w:ind w:firstLine="567"/>
      <w:jc w:val="both"/>
    </w:pPr>
    <w:rPr>
      <w:sz w:val="28"/>
    </w:rPr>
  </w:style>
  <w:style w:type="paragraph" w:styleId="22">
    <w:name w:val="Body Text Indent 2"/>
    <w:basedOn w:val="a0"/>
    <w:rsid w:val="00CC01B1"/>
    <w:pPr>
      <w:ind w:firstLine="851"/>
      <w:jc w:val="both"/>
    </w:pPr>
    <w:rPr>
      <w:sz w:val="28"/>
    </w:rPr>
  </w:style>
  <w:style w:type="paragraph" w:styleId="a7">
    <w:name w:val="Block Text"/>
    <w:basedOn w:val="a0"/>
    <w:rsid w:val="00CC01B1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8">
    <w:name w:val="header"/>
    <w:basedOn w:val="a0"/>
    <w:link w:val="a9"/>
    <w:uiPriority w:val="99"/>
    <w:rsid w:val="00CC01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D1477"/>
  </w:style>
  <w:style w:type="character" w:styleId="aa">
    <w:name w:val="page number"/>
    <w:basedOn w:val="a1"/>
    <w:rsid w:val="00CC01B1"/>
  </w:style>
  <w:style w:type="paragraph" w:styleId="23">
    <w:name w:val="List 2"/>
    <w:basedOn w:val="a0"/>
    <w:rsid w:val="00CC01B1"/>
    <w:pPr>
      <w:ind w:left="566" w:hanging="283"/>
    </w:pPr>
  </w:style>
  <w:style w:type="paragraph" w:styleId="a">
    <w:name w:val="List Bullet"/>
    <w:basedOn w:val="a0"/>
    <w:autoRedefine/>
    <w:rsid w:val="00CC01B1"/>
    <w:pPr>
      <w:numPr>
        <w:numId w:val="1"/>
      </w:numPr>
    </w:pPr>
  </w:style>
  <w:style w:type="paragraph" w:styleId="2">
    <w:name w:val="List Bullet 2"/>
    <w:basedOn w:val="a0"/>
    <w:autoRedefine/>
    <w:rsid w:val="00CC01B1"/>
    <w:pPr>
      <w:numPr>
        <w:numId w:val="2"/>
      </w:numPr>
    </w:pPr>
  </w:style>
  <w:style w:type="paragraph" w:styleId="24">
    <w:name w:val="List Continue 2"/>
    <w:basedOn w:val="a0"/>
    <w:rsid w:val="00CC01B1"/>
    <w:pPr>
      <w:spacing w:after="120"/>
      <w:ind w:left="566"/>
    </w:pPr>
  </w:style>
  <w:style w:type="paragraph" w:styleId="ab">
    <w:name w:val="footer"/>
    <w:basedOn w:val="a0"/>
    <w:rsid w:val="00CC01B1"/>
    <w:pPr>
      <w:tabs>
        <w:tab w:val="center" w:pos="4153"/>
        <w:tab w:val="right" w:pos="8306"/>
      </w:tabs>
    </w:pPr>
  </w:style>
  <w:style w:type="paragraph" w:styleId="ac">
    <w:name w:val="Balloon Text"/>
    <w:basedOn w:val="a0"/>
    <w:semiHidden/>
    <w:rsid w:val="00CC01B1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513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6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0"/>
    <w:qFormat/>
    <w:rsid w:val="005E73C6"/>
    <w:pPr>
      <w:spacing w:line="360" w:lineRule="auto"/>
      <w:jc w:val="center"/>
    </w:pPr>
    <w:rPr>
      <w:sz w:val="24"/>
    </w:rPr>
  </w:style>
  <w:style w:type="paragraph" w:styleId="31">
    <w:name w:val="Body Text 3"/>
    <w:basedOn w:val="a0"/>
    <w:rsid w:val="005A2E3C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E04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0"/>
    <w:rsid w:val="00067B9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845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0"/>
    <w:rsid w:val="00A96435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0614BA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0614B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0614BA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0614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12709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1A57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0"/>
    <w:rsid w:val="00325C8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0"/>
    <w:rsid w:val="006377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"/>
    <w:basedOn w:val="a0"/>
    <w:rsid w:val="00AB4C0C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737F6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3">
    <w:name w:val="Знак Знак Знак Знак Знак Знак Знак"/>
    <w:basedOn w:val="a0"/>
    <w:rsid w:val="00E50941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4">
    <w:name w:val="Hyperlink"/>
    <w:rsid w:val="00313E70"/>
    <w:rPr>
      <w:color w:val="0000FF"/>
      <w:u w:val="single"/>
    </w:rPr>
  </w:style>
  <w:style w:type="paragraph" w:customStyle="1" w:styleId="11">
    <w:name w:val="Знак1 Знак Знак Знак"/>
    <w:basedOn w:val="a0"/>
    <w:rsid w:val="00A6296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2">
    <w:name w:val="Абзац списка1"/>
    <w:basedOn w:val="a0"/>
    <w:rsid w:val="007C24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rmal (Web)"/>
    <w:basedOn w:val="a0"/>
    <w:unhideWhenUsed/>
    <w:rsid w:val="000B0ABE"/>
    <w:pPr>
      <w:spacing w:before="100" w:beforeAutospacing="1" w:after="100" w:afterAutospacing="1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450487"/>
    <w:pPr>
      <w:ind w:left="720"/>
      <w:contextualSpacing/>
    </w:pPr>
    <w:rPr>
      <w:sz w:val="24"/>
      <w:szCs w:val="24"/>
    </w:rPr>
  </w:style>
  <w:style w:type="character" w:customStyle="1" w:styleId="25">
    <w:name w:val="Основной текст (2)_"/>
    <w:link w:val="26"/>
    <w:uiPriority w:val="99"/>
    <w:locked/>
    <w:rsid w:val="0068737E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uiPriority w:val="99"/>
    <w:rsid w:val="0068737E"/>
    <w:pPr>
      <w:widowControl w:val="0"/>
      <w:shd w:val="clear" w:color="auto" w:fill="FFFFFF"/>
      <w:spacing w:before="240" w:line="322" w:lineRule="exac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4733D53C8543538FA67933A3EE8644D40EE2D8F5B99A058001B3F39CA4415B7AD2ACEF7D379C6F0156B36D91EF2A6738DBE4C904750B6AAF16B12Cj8L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ypewriters\2002\Blanks\&#1047;&#1072;&#1082;&#1086;&#1085;%20&#1050;&#1088;&#1072;&#1089;&#1085;&#1086;&#1103;&#1088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041E3-E441-4153-845C-62F0C9D9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 Красноярского края</Template>
  <TotalTime>16</TotalTime>
  <Pages>1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ЗС края</Company>
  <LinksUpToDate>false</LinksUpToDate>
  <CharactersWithSpaces>14461</CharactersWithSpaces>
  <SharedDoc>false</SharedDoc>
  <HLinks>
    <vt:vector size="54" baseType="variant">
      <vt:variant>
        <vt:i4>8192102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consultantplus://offline/ref=AA4733D53C8543538FA67933A3EE8644D40EE2D8F5B99A058001B3F39CA4415B7AD2ACEF7D379C6F0156B36D91EF2A6738DBE4C904750B6AAF16B12Cj8L7J</vt:lpwstr>
      </vt:variant>
      <vt:variant>
        <vt:lpwstr/>
      </vt:variant>
      <vt:variant>
        <vt:i4>5308418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3735667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P51925</vt:lpwstr>
      </vt:variant>
      <vt:variant>
        <vt:i4>3539060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P11057</vt:lpwstr>
      </vt:variant>
      <vt:variant>
        <vt:i4>3539059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P10532</vt:lpwstr>
      </vt:variant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327753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P4913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Закаблукова</dc:creator>
  <dc:description>№10-4538 --  ID: 296798550</dc:description>
  <cp:lastModifiedBy>Пользователь</cp:lastModifiedBy>
  <cp:revision>10</cp:revision>
  <cp:lastPrinted>2021-12-16T01:49:00Z</cp:lastPrinted>
  <dcterms:created xsi:type="dcterms:W3CDTF">2021-12-14T04:33:00Z</dcterms:created>
  <dcterms:modified xsi:type="dcterms:W3CDTF">2021-12-16T04:40:00Z</dcterms:modified>
</cp:coreProperties>
</file>